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1E0" w:firstRow="1" w:lastRow="1" w:firstColumn="1" w:lastColumn="1" w:noHBand="0" w:noVBand="0"/>
      </w:tblPr>
      <w:tblGrid>
        <w:gridCol w:w="1610"/>
        <w:gridCol w:w="8029"/>
      </w:tblGrid>
      <w:tr w:rsidR="00022CCA" w:rsidTr="0058727F">
        <w:tc>
          <w:tcPr>
            <w:tcW w:w="1724" w:type="dxa"/>
            <w:shd w:val="clear" w:color="auto" w:fill="E6E6E6"/>
            <w:tcMar>
              <w:top w:w="28" w:type="dxa"/>
              <w:left w:w="57" w:type="dxa"/>
              <w:bottom w:w="28" w:type="dxa"/>
              <w:right w:w="57" w:type="dxa"/>
            </w:tcMar>
            <w:vAlign w:val="center"/>
          </w:tcPr>
          <w:p w:rsidR="00022CCA" w:rsidRPr="008217B1" w:rsidRDefault="00022CCA" w:rsidP="0069482D">
            <w:r w:rsidRPr="0058727F">
              <w:rPr>
                <w:rFonts w:ascii="Arial" w:hAnsi="Arial" w:cs="Arial"/>
                <w:color w:val="808080"/>
                <w:sz w:val="18"/>
                <w:szCs w:val="18"/>
              </w:rPr>
              <w:t>Patient:</w:t>
            </w:r>
          </w:p>
        </w:tc>
        <w:tc>
          <w:tcPr>
            <w:tcW w:w="8029" w:type="dxa"/>
            <w:shd w:val="clear" w:color="auto" w:fill="E6E6E6"/>
            <w:tcMar>
              <w:top w:w="28" w:type="dxa"/>
              <w:left w:w="57" w:type="dxa"/>
              <w:bottom w:w="28" w:type="dxa"/>
              <w:right w:w="57" w:type="dxa"/>
            </w:tcMar>
            <w:vAlign w:val="center"/>
          </w:tcPr>
          <w:p w:rsidR="00022CCA" w:rsidRPr="0058727F" w:rsidRDefault="00360722" w:rsidP="0069482D">
            <w:pPr>
              <w:rPr>
                <w:rFonts w:ascii="Arial" w:hAnsi="Arial" w:cs="Arial"/>
                <w:b/>
                <w:sz w:val="18"/>
                <w:szCs w:val="18"/>
              </w:rPr>
            </w:pPr>
            <w:r>
              <w:rPr>
                <w:rFonts w:ascii="Arial" w:hAnsi="Arial" w:cs="Arial"/>
                <w:b/>
                <w:sz w:val="18"/>
                <w:szCs w:val="18"/>
              </w:rPr>
              <w:t xml:space="preserve"> </w:t>
            </w:r>
          </w:p>
        </w:tc>
      </w:tr>
      <w:tr w:rsidR="00022CCA" w:rsidRPr="0058727F" w:rsidTr="0058727F">
        <w:tc>
          <w:tcPr>
            <w:tcW w:w="1724" w:type="dxa"/>
            <w:shd w:val="clear" w:color="auto" w:fill="E6E6E6"/>
            <w:tcMar>
              <w:top w:w="28" w:type="dxa"/>
              <w:left w:w="57" w:type="dxa"/>
              <w:bottom w:w="28" w:type="dxa"/>
              <w:right w:w="57" w:type="dxa"/>
            </w:tcMar>
            <w:vAlign w:val="center"/>
          </w:tcPr>
          <w:p w:rsidR="00022CCA" w:rsidRPr="0058727F" w:rsidRDefault="00022CCA" w:rsidP="0069482D">
            <w:pPr>
              <w:rPr>
                <w:sz w:val="18"/>
                <w:szCs w:val="18"/>
              </w:rPr>
            </w:pPr>
            <w:r w:rsidRPr="0058727F">
              <w:rPr>
                <w:rFonts w:ascii="Arial" w:hAnsi="Arial" w:cs="Arial"/>
                <w:color w:val="808080"/>
                <w:sz w:val="18"/>
                <w:szCs w:val="18"/>
              </w:rPr>
              <w:t>Date of Birth:</w:t>
            </w:r>
          </w:p>
        </w:tc>
        <w:tc>
          <w:tcPr>
            <w:tcW w:w="8029" w:type="dxa"/>
            <w:shd w:val="clear" w:color="auto" w:fill="E6E6E6"/>
            <w:tcMar>
              <w:top w:w="28" w:type="dxa"/>
              <w:left w:w="57" w:type="dxa"/>
              <w:bottom w:w="28" w:type="dxa"/>
              <w:right w:w="57" w:type="dxa"/>
            </w:tcMar>
            <w:vAlign w:val="center"/>
          </w:tcPr>
          <w:p w:rsidR="00022CCA" w:rsidRPr="0058727F" w:rsidRDefault="00360722" w:rsidP="00E80727">
            <w:pPr>
              <w:rPr>
                <w:sz w:val="18"/>
                <w:szCs w:val="18"/>
              </w:rPr>
            </w:pPr>
            <w:r>
              <w:rPr>
                <w:rFonts w:ascii="Arial" w:hAnsi="Arial" w:cs="Arial"/>
                <w:sz w:val="18"/>
                <w:szCs w:val="18"/>
              </w:rPr>
              <w:t xml:space="preserve">                        </w:t>
            </w:r>
            <w:r w:rsidR="00022CCA" w:rsidRPr="0058727F">
              <w:rPr>
                <w:rFonts w:ascii="Arial" w:hAnsi="Arial" w:cs="Arial"/>
                <w:sz w:val="18"/>
                <w:szCs w:val="18"/>
              </w:rPr>
              <w:t xml:space="preserve">      </w:t>
            </w:r>
            <w:r w:rsidR="00022CCA" w:rsidRPr="0058727F">
              <w:rPr>
                <w:rFonts w:ascii="Arial" w:hAnsi="Arial" w:cs="Arial"/>
                <w:color w:val="808080"/>
                <w:sz w:val="18"/>
                <w:szCs w:val="18"/>
              </w:rPr>
              <w:t>Age:</w:t>
            </w:r>
            <w:r w:rsidR="00022CCA" w:rsidRPr="0058727F">
              <w:rPr>
                <w:rFonts w:ascii="Arial" w:hAnsi="Arial" w:cs="Arial"/>
                <w:sz w:val="18"/>
                <w:szCs w:val="18"/>
              </w:rPr>
              <w:t xml:space="preserve"> </w:t>
            </w:r>
            <w:r w:rsidR="00E80727">
              <w:rPr>
                <w:rFonts w:ascii="Arial" w:hAnsi="Arial" w:cs="Arial"/>
                <w:sz w:val="18"/>
                <w:szCs w:val="18"/>
              </w:rPr>
              <w:t>61</w:t>
            </w:r>
          </w:p>
        </w:tc>
      </w:tr>
      <w:tr w:rsidR="00022CCA" w:rsidRPr="0058727F" w:rsidTr="0058727F">
        <w:tc>
          <w:tcPr>
            <w:tcW w:w="1724" w:type="dxa"/>
            <w:shd w:val="clear" w:color="auto" w:fill="E6E6E6"/>
            <w:tcMar>
              <w:top w:w="28" w:type="dxa"/>
              <w:left w:w="57" w:type="dxa"/>
              <w:bottom w:w="28" w:type="dxa"/>
              <w:right w:w="57" w:type="dxa"/>
            </w:tcMar>
            <w:vAlign w:val="center"/>
          </w:tcPr>
          <w:p w:rsidR="00022CCA" w:rsidRPr="0058727F" w:rsidRDefault="0064185E" w:rsidP="0069482D">
            <w:pPr>
              <w:rPr>
                <w:rFonts w:ascii="Arial" w:hAnsi="Arial" w:cs="Arial"/>
                <w:color w:val="808080"/>
                <w:sz w:val="18"/>
                <w:szCs w:val="18"/>
              </w:rPr>
            </w:pPr>
            <w:r w:rsidRPr="0058727F">
              <w:rPr>
                <w:rFonts w:ascii="Arial" w:hAnsi="Arial" w:cs="Arial"/>
                <w:color w:val="808080"/>
                <w:sz w:val="18"/>
                <w:szCs w:val="18"/>
              </w:rPr>
              <w:t>District Number:</w:t>
            </w:r>
          </w:p>
        </w:tc>
        <w:tc>
          <w:tcPr>
            <w:tcW w:w="8029" w:type="dxa"/>
            <w:shd w:val="clear" w:color="auto" w:fill="E6E6E6"/>
            <w:tcMar>
              <w:top w:w="28" w:type="dxa"/>
              <w:left w:w="57" w:type="dxa"/>
              <w:bottom w:w="28" w:type="dxa"/>
              <w:right w:w="57" w:type="dxa"/>
            </w:tcMar>
            <w:vAlign w:val="center"/>
          </w:tcPr>
          <w:p w:rsidR="00022CCA" w:rsidRPr="0058727F" w:rsidRDefault="00360722" w:rsidP="0069482D">
            <w:pPr>
              <w:rPr>
                <w:rFonts w:ascii="Arial" w:hAnsi="Arial" w:cs="Arial"/>
                <w:sz w:val="18"/>
                <w:szCs w:val="18"/>
                <w:highlight w:val="yellow"/>
              </w:rPr>
            </w:pPr>
            <w:r>
              <w:rPr>
                <w:rFonts w:ascii="Arial" w:hAnsi="Arial" w:cs="Arial"/>
                <w:sz w:val="18"/>
                <w:szCs w:val="18"/>
              </w:rPr>
              <w:t xml:space="preserve"> </w:t>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color w:val="808080"/>
                <w:sz w:val="18"/>
                <w:szCs w:val="18"/>
              </w:rPr>
            </w:pPr>
            <w:r w:rsidRPr="0058727F">
              <w:rPr>
                <w:rFonts w:ascii="Arial" w:hAnsi="Arial" w:cs="Arial"/>
                <w:color w:val="808080"/>
                <w:sz w:val="18"/>
                <w:szCs w:val="18"/>
              </w:rPr>
              <w:t>Date of Scan:</w:t>
            </w:r>
          </w:p>
        </w:tc>
        <w:tc>
          <w:tcPr>
            <w:tcW w:w="8029"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sz w:val="18"/>
                <w:szCs w:val="18"/>
                <w:highlight w:val="yellow"/>
              </w:rPr>
            </w:pPr>
            <w:r w:rsidRPr="0058727F">
              <w:rPr>
                <w:rFonts w:ascii="Arial" w:hAnsi="Arial" w:cs="Arial"/>
                <w:sz w:val="18"/>
                <w:szCs w:val="18"/>
              </w:rPr>
              <w:fldChar w:fldCharType="begin"/>
            </w:r>
            <w:r w:rsidRPr="0058727F">
              <w:rPr>
                <w:rFonts w:ascii="Arial" w:hAnsi="Arial" w:cs="Arial"/>
                <w:sz w:val="18"/>
                <w:szCs w:val="18"/>
              </w:rPr>
              <w:instrText xml:space="preserve"> CREATEDATE \@ "dddd, d MMMM yyyy" \* MERGEFORMAT </w:instrText>
            </w:r>
            <w:r w:rsidRPr="0058727F">
              <w:rPr>
                <w:rFonts w:ascii="Arial" w:hAnsi="Arial" w:cs="Arial"/>
                <w:sz w:val="18"/>
                <w:szCs w:val="18"/>
              </w:rPr>
              <w:fldChar w:fldCharType="separate"/>
            </w:r>
            <w:r w:rsidR="00E80727">
              <w:rPr>
                <w:rFonts w:ascii="Arial" w:hAnsi="Arial" w:cs="Arial"/>
                <w:noProof/>
                <w:sz w:val="18"/>
                <w:szCs w:val="18"/>
              </w:rPr>
              <w:t>Monday, 3 August 2020</w:t>
            </w:r>
            <w:r w:rsidRPr="0058727F">
              <w:rPr>
                <w:rFonts w:ascii="Arial" w:hAnsi="Arial" w:cs="Arial"/>
                <w:sz w:val="18"/>
                <w:szCs w:val="18"/>
              </w:rPr>
              <w:fldChar w:fldCharType="end"/>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58727F">
            <w:pPr>
              <w:rPr>
                <w:rFonts w:ascii="Arial" w:hAnsi="Arial" w:cs="Arial"/>
                <w:color w:val="808080"/>
                <w:sz w:val="18"/>
                <w:szCs w:val="18"/>
              </w:rPr>
            </w:pPr>
            <w:r w:rsidRPr="0058727F">
              <w:rPr>
                <w:rFonts w:ascii="Arial" w:hAnsi="Arial" w:cs="Arial"/>
                <w:color w:val="808080"/>
                <w:sz w:val="18"/>
                <w:szCs w:val="18"/>
              </w:rPr>
              <w:t>Referring Doctor:</w:t>
            </w:r>
          </w:p>
        </w:tc>
        <w:tc>
          <w:tcPr>
            <w:tcW w:w="8029" w:type="dxa"/>
            <w:shd w:val="clear" w:color="auto" w:fill="auto"/>
            <w:tcMar>
              <w:top w:w="28" w:type="dxa"/>
              <w:left w:w="57" w:type="dxa"/>
              <w:bottom w:w="28" w:type="dxa"/>
              <w:right w:w="57" w:type="dxa"/>
            </w:tcMar>
            <w:vAlign w:val="center"/>
          </w:tcPr>
          <w:p w:rsidR="0064185E" w:rsidRPr="0058727F" w:rsidRDefault="00360722" w:rsidP="0058727F">
            <w:pPr>
              <w:rPr>
                <w:rFonts w:ascii="Arial" w:hAnsi="Arial" w:cs="Arial"/>
                <w:sz w:val="18"/>
                <w:szCs w:val="18"/>
              </w:rPr>
            </w:pPr>
            <w:r>
              <w:rPr>
                <w:rFonts w:ascii="Arial" w:hAnsi="Arial" w:cs="Arial"/>
                <w:sz w:val="18"/>
                <w:szCs w:val="18"/>
              </w:rPr>
              <w:t xml:space="preserve"> </w:t>
            </w:r>
            <w:bookmarkStart w:id="0" w:name="_GoBack"/>
            <w:bookmarkEnd w:id="0"/>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color w:val="808080"/>
                <w:sz w:val="18"/>
                <w:szCs w:val="18"/>
              </w:rPr>
            </w:pPr>
            <w:r w:rsidRPr="0058727F">
              <w:rPr>
                <w:rFonts w:ascii="Arial" w:hAnsi="Arial" w:cs="Arial"/>
                <w:color w:val="808080"/>
                <w:sz w:val="18"/>
                <w:szCs w:val="18"/>
              </w:rPr>
              <w:t>Indications:</w:t>
            </w:r>
          </w:p>
        </w:tc>
        <w:tc>
          <w:tcPr>
            <w:tcW w:w="8029" w:type="dxa"/>
            <w:vMerge w:val="restart"/>
            <w:shd w:val="clear" w:color="auto" w:fill="auto"/>
            <w:noWrap/>
            <w:tcMar>
              <w:top w:w="28" w:type="dxa"/>
              <w:left w:w="57" w:type="dxa"/>
              <w:bottom w:w="28" w:type="dxa"/>
              <w:right w:w="57" w:type="dxa"/>
            </w:tcMar>
          </w:tcPr>
          <w:p w:rsidR="0064185E" w:rsidRPr="0058727F" w:rsidRDefault="00E80727" w:rsidP="0069482D">
            <w:pPr>
              <w:rPr>
                <w:rFonts w:ascii="Arial" w:hAnsi="Arial" w:cs="Arial"/>
                <w:sz w:val="18"/>
                <w:szCs w:val="18"/>
              </w:rPr>
            </w:pPr>
            <w:r>
              <w:rPr>
                <w:rFonts w:ascii="Arial" w:hAnsi="Arial" w:cs="Arial"/>
                <w:sz w:val="18"/>
                <w:szCs w:val="18"/>
              </w:rPr>
              <w:t>Bleeding right leg VV episodes. Referred to OPD. Please assess.</w:t>
            </w:r>
            <w:r w:rsidR="0064185E" w:rsidRPr="0058727F">
              <w:rPr>
                <w:rFonts w:ascii="Arial" w:hAnsi="Arial" w:cs="Arial"/>
                <w:sz w:val="18"/>
                <w:szCs w:val="18"/>
              </w:rPr>
              <w:t xml:space="preserve">   </w:t>
            </w:r>
          </w:p>
        </w:tc>
      </w:tr>
      <w:tr w:rsidR="0064185E" w:rsidRPr="0058727F" w:rsidTr="0058727F">
        <w:tc>
          <w:tcPr>
            <w:tcW w:w="1724" w:type="dxa"/>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color w:val="808080"/>
                <w:sz w:val="20"/>
                <w:szCs w:val="20"/>
              </w:rPr>
            </w:pPr>
          </w:p>
        </w:tc>
        <w:tc>
          <w:tcPr>
            <w:tcW w:w="8029" w:type="dxa"/>
            <w:vMerge/>
            <w:shd w:val="clear" w:color="auto" w:fill="auto"/>
            <w:tcMar>
              <w:top w:w="28" w:type="dxa"/>
              <w:left w:w="57" w:type="dxa"/>
              <w:bottom w:w="28" w:type="dxa"/>
              <w:right w:w="57" w:type="dxa"/>
            </w:tcMar>
            <w:vAlign w:val="center"/>
          </w:tcPr>
          <w:p w:rsidR="0064185E" w:rsidRPr="0058727F" w:rsidRDefault="0064185E" w:rsidP="0069482D">
            <w:pPr>
              <w:rPr>
                <w:rFonts w:ascii="Arial" w:hAnsi="Arial" w:cs="Arial"/>
                <w:sz w:val="18"/>
                <w:szCs w:val="18"/>
                <w:highlight w:val="yellow"/>
              </w:rPr>
            </w:pPr>
          </w:p>
        </w:tc>
      </w:tr>
      <w:tr w:rsidR="0064185E" w:rsidRPr="0058727F" w:rsidTr="0058727F">
        <w:tc>
          <w:tcPr>
            <w:tcW w:w="9753" w:type="dxa"/>
            <w:gridSpan w:val="2"/>
            <w:shd w:val="clear" w:color="auto" w:fill="E6E6E6"/>
            <w:tcMar>
              <w:top w:w="28" w:type="dxa"/>
              <w:left w:w="57" w:type="dxa"/>
              <w:bottom w:w="28" w:type="dxa"/>
              <w:right w:w="57" w:type="dxa"/>
            </w:tcMar>
          </w:tcPr>
          <w:p w:rsidR="0064185E" w:rsidRPr="0058727F" w:rsidRDefault="0064185E" w:rsidP="0058727F">
            <w:pPr>
              <w:tabs>
                <w:tab w:val="left" w:pos="2127"/>
              </w:tabs>
              <w:jc w:val="center"/>
              <w:rPr>
                <w:rFonts w:ascii="Arial" w:hAnsi="Arial" w:cs="Arial"/>
                <w:b/>
                <w:bCs/>
                <w:sz w:val="18"/>
                <w:szCs w:val="20"/>
              </w:rPr>
            </w:pPr>
            <w:r w:rsidRPr="0058727F">
              <w:rPr>
                <w:rFonts w:ascii="Arial" w:hAnsi="Arial"/>
                <w:b/>
                <w:bCs/>
                <w:sz w:val="18"/>
                <w:szCs w:val="20"/>
              </w:rPr>
              <w:t>Right Lower Extremity Venous Duplex</w:t>
            </w:r>
          </w:p>
        </w:tc>
      </w:tr>
      <w:tr w:rsidR="0064185E" w:rsidRPr="0058727F" w:rsidTr="0058727F">
        <w:trPr>
          <w:trHeight w:val="7938"/>
        </w:trPr>
        <w:tc>
          <w:tcPr>
            <w:tcW w:w="9753" w:type="dxa"/>
            <w:gridSpan w:val="2"/>
            <w:shd w:val="clear" w:color="auto" w:fill="auto"/>
            <w:tcMar>
              <w:top w:w="28" w:type="dxa"/>
              <w:left w:w="57" w:type="dxa"/>
              <w:bottom w:w="28" w:type="dxa"/>
              <w:right w:w="57" w:type="dxa"/>
            </w:tcMar>
          </w:tcPr>
          <w:p w:rsidR="0064185E" w:rsidRPr="0058727F" w:rsidRDefault="009558A2" w:rsidP="0058727F">
            <w:pPr>
              <w:jc w:val="center"/>
              <w:rPr>
                <w:rFonts w:ascii="Arial" w:hAnsi="Arial"/>
                <w:sz w:val="18"/>
                <w:szCs w:val="20"/>
              </w:rPr>
            </w:pPr>
            <w:r w:rsidRPr="0058727F">
              <w:rPr>
                <w:rFonts w:ascii="Arial" w:hAnsi="Arial" w:cs="Arial"/>
                <w:noProof/>
                <w:color w:val="808080"/>
                <w:sz w:val="16"/>
                <w:szCs w:val="16"/>
                <w:lang w:val="en-GB" w:eastAsia="en-GB"/>
              </w:rPr>
              <mc:AlternateContent>
                <mc:Choice Requires="wps">
                  <w:drawing>
                    <wp:anchor distT="0" distB="0" distL="114300" distR="114300" simplePos="0" relativeHeight="251662336" behindDoc="0" locked="0" layoutInCell="1" allowOverlap="1">
                      <wp:simplePos x="0" y="0"/>
                      <wp:positionH relativeFrom="column">
                        <wp:posOffset>4582795</wp:posOffset>
                      </wp:positionH>
                      <wp:positionV relativeFrom="paragraph">
                        <wp:posOffset>1778635</wp:posOffset>
                      </wp:positionV>
                      <wp:extent cx="306070" cy="152400"/>
                      <wp:effectExtent l="6985" t="0" r="1270" b="0"/>
                      <wp:wrapNone/>
                      <wp:docPr id="66" name="Text Box 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558A2" w:rsidP="000777D3">
                                  <w:pPr>
                                    <w:jc w:val="center"/>
                                  </w:pPr>
                                  <w:r>
                                    <w:rPr>
                                      <w:rFonts w:ascii="Arial" w:hAnsi="Arial" w:cs="Arial"/>
                                      <w:sz w:val="16"/>
                                      <w:szCs w:val="16"/>
                                    </w:rPr>
                                    <w:t>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98" o:spid="_x0000_s1026" type="#_x0000_t202" style="position:absolute;left:0;text-align:left;margin-left:360.85pt;margin-top:140.05pt;width:24.1pt;height: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" fillcolor="#36f" stroked="f" strokecolor="#36f" strokeweight=".25pt">
                      <v:fill opacity="13107f"/>
                      <v:stroke dashstyle="1 1"/>
                      <v:textbox inset=".5mm,.5mm,.5mm,.5mm">
                        <w:txbxContent>
                          <w:p w:rsidR="0064185E" w:rsidRPr="004E4B01" w:rsidRDefault="009558A2" w:rsidP="000777D3">
                            <w:pPr>
                              <w:jc w:val="center"/>
                            </w:pPr>
                            <w:r>
                              <w:rPr>
                                <w:rFonts w:ascii="Arial" w:hAnsi="Arial" w:cs="Arial"/>
                                <w:sz w:val="16"/>
                                <w:szCs w:val="16"/>
                              </w:rPr>
                              <w:t>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5648" behindDoc="0" locked="0" layoutInCell="1" allowOverlap="1">
                      <wp:simplePos x="0" y="0"/>
                      <wp:positionH relativeFrom="column">
                        <wp:posOffset>4207510</wp:posOffset>
                      </wp:positionH>
                      <wp:positionV relativeFrom="paragraph">
                        <wp:posOffset>2829560</wp:posOffset>
                      </wp:positionV>
                      <wp:extent cx="314325" cy="504825"/>
                      <wp:effectExtent l="22225" t="22225" r="15875" b="15875"/>
                      <wp:wrapNone/>
                      <wp:docPr id="65" name="Freeform 5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25" cy="504825"/>
                              </a:xfrm>
                              <a:custGeom>
                                <a:avLst/>
                                <a:gdLst>
                                  <a:gd name="T0" fmla="*/ 0 w 495"/>
                                  <a:gd name="T1" fmla="*/ 0 h 795"/>
                                  <a:gd name="T2" fmla="*/ 95 w 495"/>
                                  <a:gd name="T3" fmla="*/ 102 h 795"/>
                                  <a:gd name="T4" fmla="*/ 95 w 495"/>
                                  <a:gd name="T5" fmla="*/ 252 h 795"/>
                                  <a:gd name="T6" fmla="*/ 196 w 495"/>
                                  <a:gd name="T7" fmla="*/ 318 h 795"/>
                                  <a:gd name="T8" fmla="*/ 177 w 495"/>
                                  <a:gd name="T9" fmla="*/ 524 h 795"/>
                                  <a:gd name="T10" fmla="*/ 291 w 495"/>
                                  <a:gd name="T11" fmla="*/ 560 h 795"/>
                                  <a:gd name="T12" fmla="*/ 282 w 495"/>
                                  <a:gd name="T13" fmla="*/ 691 h 795"/>
                                  <a:gd name="T14" fmla="*/ 394 w 495"/>
                                  <a:gd name="T15" fmla="*/ 700 h 795"/>
                                  <a:gd name="T16" fmla="*/ 495 w 495"/>
                                  <a:gd name="T17" fmla="*/ 795 h 7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95" h="795">
                                    <a:moveTo>
                                      <a:pt x="0" y="0"/>
                                    </a:moveTo>
                                    <a:cubicBezTo>
                                      <a:pt x="16" y="17"/>
                                      <a:pt x="79" y="60"/>
                                      <a:pt x="95" y="102"/>
                                    </a:cubicBezTo>
                                    <a:cubicBezTo>
                                      <a:pt x="111" y="144"/>
                                      <a:pt x="78" y="216"/>
                                      <a:pt x="95" y="252"/>
                                    </a:cubicBezTo>
                                    <a:cubicBezTo>
                                      <a:pt x="112" y="288"/>
                                      <a:pt x="182" y="273"/>
                                      <a:pt x="196" y="318"/>
                                    </a:cubicBezTo>
                                    <a:cubicBezTo>
                                      <a:pt x="210" y="363"/>
                                      <a:pt x="161" y="484"/>
                                      <a:pt x="177" y="524"/>
                                    </a:cubicBezTo>
                                    <a:cubicBezTo>
                                      <a:pt x="193" y="564"/>
                                      <a:pt x="274" y="532"/>
                                      <a:pt x="291" y="560"/>
                                    </a:cubicBezTo>
                                    <a:cubicBezTo>
                                      <a:pt x="308" y="588"/>
                                      <a:pt x="265" y="668"/>
                                      <a:pt x="282" y="691"/>
                                    </a:cubicBezTo>
                                    <a:cubicBezTo>
                                      <a:pt x="299" y="714"/>
                                      <a:pt x="359" y="683"/>
                                      <a:pt x="394" y="700"/>
                                    </a:cubicBezTo>
                                    <a:cubicBezTo>
                                      <a:pt x="429" y="717"/>
                                      <a:pt x="474" y="775"/>
                                      <a:pt x="495" y="795"/>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DFDAF" id="Freeform 511" o:spid="_x0000_s1026" style="position:absolute;margin-left:331.3pt;margin-top:222.8pt;width:24.75pt;height:39.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9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" path="m,c16,17,79,60,95,102v16,42,-17,114,,150c112,288,182,273,196,318v14,45,-35,166,-19,206c193,564,274,532,291,560v17,28,-26,108,-9,131c299,714,359,683,394,700v35,17,80,75,101,95e" filled="f" strokecolor="red" strokeweight="2.5pt">
                      <v:path arrowok="t" o:connecttype="custom" o:connectlocs="0,0;60325,64770;60325,160020;124460,201930;112395,332740;184785,355600;179070,438785;250190,444500;314325,504825" o:connectangles="0,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4624" behindDoc="0" locked="0" layoutInCell="1" allowOverlap="1">
                      <wp:simplePos x="0" y="0"/>
                      <wp:positionH relativeFrom="column">
                        <wp:posOffset>1619250</wp:posOffset>
                      </wp:positionH>
                      <wp:positionV relativeFrom="paragraph">
                        <wp:posOffset>2453640</wp:posOffset>
                      </wp:positionV>
                      <wp:extent cx="338455" cy="391795"/>
                      <wp:effectExtent l="24765" t="17780" r="17780" b="19050"/>
                      <wp:wrapNone/>
                      <wp:docPr id="64" name="Freeform 5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38455" cy="391795"/>
                              </a:xfrm>
                              <a:custGeom>
                                <a:avLst/>
                                <a:gdLst>
                                  <a:gd name="T0" fmla="*/ 0 w 533"/>
                                  <a:gd name="T1" fmla="*/ 0 h 617"/>
                                  <a:gd name="T2" fmla="*/ 140 w 533"/>
                                  <a:gd name="T3" fmla="*/ 94 h 617"/>
                                  <a:gd name="T4" fmla="*/ 243 w 533"/>
                                  <a:gd name="T5" fmla="*/ 253 h 617"/>
                                  <a:gd name="T6" fmla="*/ 402 w 533"/>
                                  <a:gd name="T7" fmla="*/ 337 h 617"/>
                                  <a:gd name="T8" fmla="*/ 458 w 533"/>
                                  <a:gd name="T9" fmla="*/ 505 h 617"/>
                                  <a:gd name="T10" fmla="*/ 533 w 533"/>
                                  <a:gd name="T11" fmla="*/ 617 h 617"/>
                                </a:gdLst>
                                <a:ahLst/>
                                <a:cxnLst>
                                  <a:cxn ang="0">
                                    <a:pos x="T0" y="T1"/>
                                  </a:cxn>
                                  <a:cxn ang="0">
                                    <a:pos x="T2" y="T3"/>
                                  </a:cxn>
                                  <a:cxn ang="0">
                                    <a:pos x="T4" y="T5"/>
                                  </a:cxn>
                                  <a:cxn ang="0">
                                    <a:pos x="T6" y="T7"/>
                                  </a:cxn>
                                  <a:cxn ang="0">
                                    <a:pos x="T8" y="T9"/>
                                  </a:cxn>
                                  <a:cxn ang="0">
                                    <a:pos x="T10" y="T11"/>
                                  </a:cxn>
                                </a:cxnLst>
                                <a:rect l="0" t="0" r="r" b="b"/>
                                <a:pathLst>
                                  <a:path w="533" h="617">
                                    <a:moveTo>
                                      <a:pt x="0" y="0"/>
                                    </a:moveTo>
                                    <a:cubicBezTo>
                                      <a:pt x="50" y="26"/>
                                      <a:pt x="100" y="52"/>
                                      <a:pt x="140" y="94"/>
                                    </a:cubicBezTo>
                                    <a:cubicBezTo>
                                      <a:pt x="180" y="136"/>
                                      <a:pt x="199" y="212"/>
                                      <a:pt x="243" y="253"/>
                                    </a:cubicBezTo>
                                    <a:cubicBezTo>
                                      <a:pt x="287" y="294"/>
                                      <a:pt x="366" y="295"/>
                                      <a:pt x="402" y="337"/>
                                    </a:cubicBezTo>
                                    <a:cubicBezTo>
                                      <a:pt x="438" y="379"/>
                                      <a:pt x="436" y="458"/>
                                      <a:pt x="458" y="505"/>
                                    </a:cubicBezTo>
                                    <a:cubicBezTo>
                                      <a:pt x="480" y="552"/>
                                      <a:pt x="521" y="598"/>
                                      <a:pt x="533" y="617"/>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5B83B" id="Freeform 510" o:spid="_x0000_s1026" style="position:absolute;margin-left:127.5pt;margin-top:193.2pt;width:26.65pt;height:30.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3,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" path="m,c50,26,100,52,140,94v40,42,59,118,103,159c287,294,366,295,402,337v36,42,34,121,56,168c480,552,521,598,533,617e" filled="f" strokecolor="red" strokeweight="2.5pt">
                      <v:path arrowok="t" o:connecttype="custom" o:connectlocs="0,0;88900,59690;154305,160655;255270,213995;290830,320675;338455,391795" o:connectangles="0,0,0,0,0,0"/>
                    </v:shape>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61312" behindDoc="0" locked="0" layoutInCell="1" allowOverlap="1">
                      <wp:simplePos x="0" y="0"/>
                      <wp:positionH relativeFrom="column">
                        <wp:posOffset>1885950</wp:posOffset>
                      </wp:positionH>
                      <wp:positionV relativeFrom="paragraph">
                        <wp:posOffset>2947670</wp:posOffset>
                      </wp:positionV>
                      <wp:extent cx="306070" cy="152400"/>
                      <wp:effectExtent l="5715" t="6985" r="2540" b="2540"/>
                      <wp:wrapNone/>
                      <wp:docPr id="63" name="Text Box 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558A2" w:rsidP="000777D3">
                                  <w:pPr>
                                    <w:jc w:val="center"/>
                                  </w:pPr>
                                  <w:r>
                                    <w:rPr>
                                      <w:rFonts w:ascii="Arial" w:hAnsi="Arial" w:cs="Arial"/>
                                      <w:sz w:val="16"/>
                                      <w:szCs w:val="16"/>
                                    </w:rPr>
                                    <w:t>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7" o:spid="_x0000_s1027" type="#_x0000_t202" style="position:absolute;left:0;text-align:left;margin-left:148.5pt;margin-top:232.1pt;width:24.1pt;height:1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" fillcolor="#36f" stroked="f" strokecolor="#36f" strokeweight=".25pt">
                      <v:fill opacity="13107f"/>
                      <v:stroke dashstyle="1 1"/>
                      <v:textbox inset=".5mm,.5mm,.5mm,.5mm">
                        <w:txbxContent>
                          <w:p w:rsidR="0064185E" w:rsidRPr="004E4B01" w:rsidRDefault="009558A2" w:rsidP="000777D3">
                            <w:pPr>
                              <w:jc w:val="center"/>
                            </w:pPr>
                            <w:r>
                              <w:rPr>
                                <w:rFonts w:ascii="Arial" w:hAnsi="Arial" w:cs="Arial"/>
                                <w:sz w:val="16"/>
                                <w:szCs w:val="16"/>
                              </w:rPr>
                              <w:t>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6672" behindDoc="0" locked="0" layoutInCell="1" allowOverlap="1">
                      <wp:simplePos x="0" y="0"/>
                      <wp:positionH relativeFrom="column">
                        <wp:posOffset>4349750</wp:posOffset>
                      </wp:positionH>
                      <wp:positionV relativeFrom="paragraph">
                        <wp:posOffset>1963420</wp:posOffset>
                      </wp:positionV>
                      <wp:extent cx="191135" cy="1356995"/>
                      <wp:effectExtent l="12065" t="13335" r="15875" b="10795"/>
                      <wp:wrapNone/>
                      <wp:docPr id="62" name="Freeform 5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1356995"/>
                              </a:xfrm>
                              <a:custGeom>
                                <a:avLst/>
                                <a:gdLst>
                                  <a:gd name="T0" fmla="*/ 245 w 301"/>
                                  <a:gd name="T1" fmla="*/ 24 h 2137"/>
                                  <a:gd name="T2" fmla="*/ 39 w 301"/>
                                  <a:gd name="T3" fmla="*/ 62 h 2137"/>
                                  <a:gd name="T4" fmla="*/ 11 w 301"/>
                                  <a:gd name="T5" fmla="*/ 398 h 2137"/>
                                  <a:gd name="T6" fmla="*/ 95 w 301"/>
                                  <a:gd name="T7" fmla="*/ 735 h 2137"/>
                                  <a:gd name="T8" fmla="*/ 226 w 301"/>
                                  <a:gd name="T9" fmla="*/ 1576 h 2137"/>
                                  <a:gd name="T10" fmla="*/ 301 w 301"/>
                                  <a:gd name="T11" fmla="*/ 2137 h 2137"/>
                                </a:gdLst>
                                <a:ahLst/>
                                <a:cxnLst>
                                  <a:cxn ang="0">
                                    <a:pos x="T0" y="T1"/>
                                  </a:cxn>
                                  <a:cxn ang="0">
                                    <a:pos x="T2" y="T3"/>
                                  </a:cxn>
                                  <a:cxn ang="0">
                                    <a:pos x="T4" y="T5"/>
                                  </a:cxn>
                                  <a:cxn ang="0">
                                    <a:pos x="T6" y="T7"/>
                                  </a:cxn>
                                  <a:cxn ang="0">
                                    <a:pos x="T8" y="T9"/>
                                  </a:cxn>
                                  <a:cxn ang="0">
                                    <a:pos x="T10" y="T11"/>
                                  </a:cxn>
                                </a:cxnLst>
                                <a:rect l="0" t="0" r="r" b="b"/>
                                <a:pathLst>
                                  <a:path w="301" h="2137">
                                    <a:moveTo>
                                      <a:pt x="245" y="24"/>
                                    </a:moveTo>
                                    <a:cubicBezTo>
                                      <a:pt x="161" y="12"/>
                                      <a:pt x="78" y="0"/>
                                      <a:pt x="39" y="62"/>
                                    </a:cubicBezTo>
                                    <a:cubicBezTo>
                                      <a:pt x="0" y="124"/>
                                      <a:pt x="2" y="286"/>
                                      <a:pt x="11" y="398"/>
                                    </a:cubicBezTo>
                                    <a:cubicBezTo>
                                      <a:pt x="20" y="510"/>
                                      <a:pt x="59" y="539"/>
                                      <a:pt x="95" y="735"/>
                                    </a:cubicBezTo>
                                    <a:cubicBezTo>
                                      <a:pt x="131" y="931"/>
                                      <a:pt x="192" y="1342"/>
                                      <a:pt x="226" y="1576"/>
                                    </a:cubicBezTo>
                                    <a:cubicBezTo>
                                      <a:pt x="260" y="1810"/>
                                      <a:pt x="280" y="1937"/>
                                      <a:pt x="301" y="2137"/>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0011B4" id="Freeform 512" o:spid="_x0000_s1026" style="position:absolute;margin-left:342.5pt;margin-top:154.6pt;width:15.05pt;height:106.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01,2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" path="m245,24c161,12,78,,39,62,,124,2,286,11,398v9,112,48,141,84,337c131,931,192,1342,226,1576v34,234,54,361,75,561e" filled="f" strokecolor="navy" strokeweight="1.5pt">
                      <v:path arrowok="t" o:connecttype="custom" o:connectlocs="155575,15240;24765,39370;6985,252730;60325,466725;143510,1000760;191135,1356995" o:connectangles="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3600" behindDoc="0" locked="0" layoutInCell="1" allowOverlap="1">
                      <wp:simplePos x="0" y="0"/>
                      <wp:positionH relativeFrom="column">
                        <wp:posOffset>1981835</wp:posOffset>
                      </wp:positionH>
                      <wp:positionV relativeFrom="paragraph">
                        <wp:posOffset>3902710</wp:posOffset>
                      </wp:positionV>
                      <wp:extent cx="207645" cy="238125"/>
                      <wp:effectExtent l="15875" t="19050" r="24130" b="19050"/>
                      <wp:wrapNone/>
                      <wp:docPr id="61" name="Freeform 5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7645" cy="238125"/>
                              </a:xfrm>
                              <a:custGeom>
                                <a:avLst/>
                                <a:gdLst>
                                  <a:gd name="T0" fmla="*/ 0 w 327"/>
                                  <a:gd name="T1" fmla="*/ 0 h 375"/>
                                  <a:gd name="T2" fmla="*/ 140 w 327"/>
                                  <a:gd name="T3" fmla="*/ 56 h 375"/>
                                  <a:gd name="T4" fmla="*/ 37 w 327"/>
                                  <a:gd name="T5" fmla="*/ 177 h 375"/>
                                  <a:gd name="T6" fmla="*/ 187 w 327"/>
                                  <a:gd name="T7" fmla="*/ 252 h 375"/>
                                  <a:gd name="T8" fmla="*/ 102 w 327"/>
                                  <a:gd name="T9" fmla="*/ 355 h 375"/>
                                  <a:gd name="T10" fmla="*/ 327 w 327"/>
                                  <a:gd name="T11" fmla="*/ 374 h 375"/>
                                </a:gdLst>
                                <a:ahLst/>
                                <a:cxnLst>
                                  <a:cxn ang="0">
                                    <a:pos x="T0" y="T1"/>
                                  </a:cxn>
                                  <a:cxn ang="0">
                                    <a:pos x="T2" y="T3"/>
                                  </a:cxn>
                                  <a:cxn ang="0">
                                    <a:pos x="T4" y="T5"/>
                                  </a:cxn>
                                  <a:cxn ang="0">
                                    <a:pos x="T6" y="T7"/>
                                  </a:cxn>
                                  <a:cxn ang="0">
                                    <a:pos x="T8" y="T9"/>
                                  </a:cxn>
                                  <a:cxn ang="0">
                                    <a:pos x="T10" y="T11"/>
                                  </a:cxn>
                                </a:cxnLst>
                                <a:rect l="0" t="0" r="r" b="b"/>
                                <a:pathLst>
                                  <a:path w="327" h="375">
                                    <a:moveTo>
                                      <a:pt x="0" y="0"/>
                                    </a:moveTo>
                                    <a:cubicBezTo>
                                      <a:pt x="67" y="13"/>
                                      <a:pt x="134" y="27"/>
                                      <a:pt x="140" y="56"/>
                                    </a:cubicBezTo>
                                    <a:cubicBezTo>
                                      <a:pt x="146" y="85"/>
                                      <a:pt x="29" y="144"/>
                                      <a:pt x="37" y="177"/>
                                    </a:cubicBezTo>
                                    <a:cubicBezTo>
                                      <a:pt x="45" y="210"/>
                                      <a:pt x="176" y="222"/>
                                      <a:pt x="187" y="252"/>
                                    </a:cubicBezTo>
                                    <a:cubicBezTo>
                                      <a:pt x="198" y="282"/>
                                      <a:pt x="79" y="335"/>
                                      <a:pt x="102" y="355"/>
                                    </a:cubicBezTo>
                                    <a:cubicBezTo>
                                      <a:pt x="125" y="375"/>
                                      <a:pt x="290" y="368"/>
                                      <a:pt x="327" y="374"/>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A33669" id="Freeform 509" o:spid="_x0000_s1026" style="position:absolute;margin-left:156.05pt;margin-top:307.3pt;width:16.3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7,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" path="m,c67,13,134,27,140,56,146,85,29,144,37,177v8,33,139,45,150,75c198,282,79,335,102,355v23,20,188,13,225,19e" filled="f" strokecolor="red" strokeweight="2.5pt">
                      <v:path arrowok="t" o:connecttype="custom" o:connectlocs="0,0;88900,35560;23495,112395;118745,160020;64770,225425;207645,237490" o:connectangles="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0528" behindDoc="0" locked="0" layoutInCell="1" allowOverlap="1">
                      <wp:simplePos x="0" y="0"/>
                      <wp:positionH relativeFrom="column">
                        <wp:posOffset>1565910</wp:posOffset>
                      </wp:positionH>
                      <wp:positionV relativeFrom="paragraph">
                        <wp:posOffset>2341245</wp:posOffset>
                      </wp:positionV>
                      <wp:extent cx="429895" cy="1798955"/>
                      <wp:effectExtent l="19050" t="19685" r="17780" b="19685"/>
                      <wp:wrapNone/>
                      <wp:docPr id="60" name="Freeform 5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9895" cy="1798955"/>
                              </a:xfrm>
                              <a:custGeom>
                                <a:avLst/>
                                <a:gdLst>
                                  <a:gd name="T0" fmla="*/ 0 w 677"/>
                                  <a:gd name="T1" fmla="*/ 0 h 2833"/>
                                  <a:gd name="T2" fmla="*/ 318 w 677"/>
                                  <a:gd name="T3" fmla="*/ 897 h 2833"/>
                                  <a:gd name="T4" fmla="*/ 626 w 677"/>
                                  <a:gd name="T5" fmla="*/ 2178 h 2833"/>
                                  <a:gd name="T6" fmla="*/ 626 w 677"/>
                                  <a:gd name="T7" fmla="*/ 2833 h 2833"/>
                                </a:gdLst>
                                <a:ahLst/>
                                <a:cxnLst>
                                  <a:cxn ang="0">
                                    <a:pos x="T0" y="T1"/>
                                  </a:cxn>
                                  <a:cxn ang="0">
                                    <a:pos x="T2" y="T3"/>
                                  </a:cxn>
                                  <a:cxn ang="0">
                                    <a:pos x="T4" y="T5"/>
                                  </a:cxn>
                                  <a:cxn ang="0">
                                    <a:pos x="T6" y="T7"/>
                                  </a:cxn>
                                </a:cxnLst>
                                <a:rect l="0" t="0" r="r" b="b"/>
                                <a:pathLst>
                                  <a:path w="677" h="2833">
                                    <a:moveTo>
                                      <a:pt x="0" y="0"/>
                                    </a:moveTo>
                                    <a:cubicBezTo>
                                      <a:pt x="53" y="148"/>
                                      <a:pt x="214" y="534"/>
                                      <a:pt x="318" y="897"/>
                                    </a:cubicBezTo>
                                    <a:cubicBezTo>
                                      <a:pt x="422" y="1260"/>
                                      <a:pt x="575" y="1855"/>
                                      <a:pt x="626" y="2178"/>
                                    </a:cubicBezTo>
                                    <a:cubicBezTo>
                                      <a:pt x="677" y="2501"/>
                                      <a:pt x="651" y="2667"/>
                                      <a:pt x="626" y="2833"/>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2D5460" id="Freeform 506" o:spid="_x0000_s1026" style="position:absolute;margin-left:123.3pt;margin-top:184.35pt;width:33.85pt;height:14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77,28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" path="m,c53,148,214,534,318,897v104,363,257,958,308,1281c677,2501,651,2667,626,2833e" filled="f" strokecolor="red" strokeweight="2.5pt">
                      <v:path arrowok="t" o:connecttype="custom" o:connectlocs="0,0;201930,569595;397510,1383030;397510,1798955" o:connectangles="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2576" behindDoc="0" locked="0" layoutInCell="1" allowOverlap="1">
                      <wp:simplePos x="0" y="0"/>
                      <wp:positionH relativeFrom="column">
                        <wp:posOffset>1951990</wp:posOffset>
                      </wp:positionH>
                      <wp:positionV relativeFrom="paragraph">
                        <wp:posOffset>3605530</wp:posOffset>
                      </wp:positionV>
                      <wp:extent cx="124460" cy="132080"/>
                      <wp:effectExtent l="14605" t="17145" r="13335" b="12700"/>
                      <wp:wrapNone/>
                      <wp:docPr id="59" name="Freeform 5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4460" cy="132080"/>
                              </a:xfrm>
                              <a:custGeom>
                                <a:avLst/>
                                <a:gdLst>
                                  <a:gd name="T0" fmla="*/ 0 w 196"/>
                                  <a:gd name="T1" fmla="*/ 10 h 208"/>
                                  <a:gd name="T2" fmla="*/ 131 w 196"/>
                                  <a:gd name="T3" fmla="*/ 28 h 208"/>
                                  <a:gd name="T4" fmla="*/ 103 w 196"/>
                                  <a:gd name="T5" fmla="*/ 178 h 208"/>
                                  <a:gd name="T6" fmla="*/ 196 w 196"/>
                                  <a:gd name="T7" fmla="*/ 206 h 208"/>
                                </a:gdLst>
                                <a:ahLst/>
                                <a:cxnLst>
                                  <a:cxn ang="0">
                                    <a:pos x="T0" y="T1"/>
                                  </a:cxn>
                                  <a:cxn ang="0">
                                    <a:pos x="T2" y="T3"/>
                                  </a:cxn>
                                  <a:cxn ang="0">
                                    <a:pos x="T4" y="T5"/>
                                  </a:cxn>
                                  <a:cxn ang="0">
                                    <a:pos x="T6" y="T7"/>
                                  </a:cxn>
                                </a:cxnLst>
                                <a:rect l="0" t="0" r="r" b="b"/>
                                <a:pathLst>
                                  <a:path w="196" h="208">
                                    <a:moveTo>
                                      <a:pt x="0" y="10"/>
                                    </a:moveTo>
                                    <a:cubicBezTo>
                                      <a:pt x="57" y="5"/>
                                      <a:pt x="114" y="0"/>
                                      <a:pt x="131" y="28"/>
                                    </a:cubicBezTo>
                                    <a:cubicBezTo>
                                      <a:pt x="148" y="56"/>
                                      <a:pt x="92" y="148"/>
                                      <a:pt x="103" y="178"/>
                                    </a:cubicBezTo>
                                    <a:cubicBezTo>
                                      <a:pt x="114" y="208"/>
                                      <a:pt x="155" y="207"/>
                                      <a:pt x="196" y="206"/>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C9A5E" id="Freeform 508" o:spid="_x0000_s1026" style="position:absolute;margin-left:153.7pt;margin-top:283.9pt;width:9.8pt;height:10.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6,2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" path="m,10c57,5,114,,131,28,148,56,92,148,103,178v11,30,52,29,93,28e" filled="f" strokecolor="red" strokeweight="1.5pt">
                      <v:path arrowok="t" o:connecttype="custom" o:connectlocs="0,6350;83185,17780;65405,113030;124460,130810" o:connectangles="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71552" behindDoc="0" locked="0" layoutInCell="1" allowOverlap="1">
                      <wp:simplePos x="0" y="0"/>
                      <wp:positionH relativeFrom="column">
                        <wp:posOffset>2053590</wp:posOffset>
                      </wp:positionH>
                      <wp:positionV relativeFrom="paragraph">
                        <wp:posOffset>3670935</wp:posOffset>
                      </wp:positionV>
                      <wp:extent cx="153670" cy="522605"/>
                      <wp:effectExtent l="11430" t="15875" r="15875" b="13970"/>
                      <wp:wrapNone/>
                      <wp:docPr id="58" name="Freeform 5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3670" cy="522605"/>
                              </a:xfrm>
                              <a:custGeom>
                                <a:avLst/>
                                <a:gdLst>
                                  <a:gd name="T0" fmla="*/ 83 w 242"/>
                                  <a:gd name="T1" fmla="*/ 0 h 823"/>
                                  <a:gd name="T2" fmla="*/ 8 w 242"/>
                                  <a:gd name="T3" fmla="*/ 94 h 823"/>
                                  <a:gd name="T4" fmla="*/ 130 w 242"/>
                                  <a:gd name="T5" fmla="*/ 215 h 823"/>
                                  <a:gd name="T6" fmla="*/ 74 w 242"/>
                                  <a:gd name="T7" fmla="*/ 327 h 823"/>
                                  <a:gd name="T8" fmla="*/ 233 w 242"/>
                                  <a:gd name="T9" fmla="*/ 449 h 823"/>
                                  <a:gd name="T10" fmla="*/ 130 w 242"/>
                                  <a:gd name="T11" fmla="*/ 571 h 823"/>
                                  <a:gd name="T12" fmla="*/ 233 w 242"/>
                                  <a:gd name="T13" fmla="*/ 739 h 823"/>
                                  <a:gd name="T14" fmla="*/ 167 w 242"/>
                                  <a:gd name="T15" fmla="*/ 823 h 823"/>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242" h="823">
                                    <a:moveTo>
                                      <a:pt x="83" y="0"/>
                                    </a:moveTo>
                                    <a:cubicBezTo>
                                      <a:pt x="41" y="29"/>
                                      <a:pt x="0" y="58"/>
                                      <a:pt x="8" y="94"/>
                                    </a:cubicBezTo>
                                    <a:cubicBezTo>
                                      <a:pt x="16" y="130"/>
                                      <a:pt x="119" y="176"/>
                                      <a:pt x="130" y="215"/>
                                    </a:cubicBezTo>
                                    <a:cubicBezTo>
                                      <a:pt x="141" y="254"/>
                                      <a:pt x="57" y="288"/>
                                      <a:pt x="74" y="327"/>
                                    </a:cubicBezTo>
                                    <a:cubicBezTo>
                                      <a:pt x="91" y="366"/>
                                      <a:pt x="224" y="408"/>
                                      <a:pt x="233" y="449"/>
                                    </a:cubicBezTo>
                                    <a:cubicBezTo>
                                      <a:pt x="242" y="490"/>
                                      <a:pt x="130" y="523"/>
                                      <a:pt x="130" y="571"/>
                                    </a:cubicBezTo>
                                    <a:cubicBezTo>
                                      <a:pt x="130" y="619"/>
                                      <a:pt x="227" y="697"/>
                                      <a:pt x="233" y="739"/>
                                    </a:cubicBezTo>
                                    <a:cubicBezTo>
                                      <a:pt x="239" y="781"/>
                                      <a:pt x="203" y="802"/>
                                      <a:pt x="167" y="823"/>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1B3EF4" id="Freeform 507" o:spid="_x0000_s1026" style="position:absolute;margin-left:161.7pt;margin-top:289.05pt;width:12.1pt;height:4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42,8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" path="m83,c41,29,,58,8,94v8,36,111,82,122,121c141,254,57,288,74,327v17,39,150,81,159,122c242,490,130,523,130,571v,48,97,126,103,168c239,781,203,802,167,823e" filled="f" strokecolor="red" strokeweight="1.5pt">
                      <v:path arrowok="t" o:connecttype="custom" o:connectlocs="52705,0;5080,59690;82550,136525;46990,207645;147955,285115;82550,362585;147955,469265;106045,522605" o:connectangles="0,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9504" behindDoc="0" locked="0" layoutInCell="1" allowOverlap="1">
                      <wp:simplePos x="0" y="0"/>
                      <wp:positionH relativeFrom="column">
                        <wp:posOffset>4285615</wp:posOffset>
                      </wp:positionH>
                      <wp:positionV relativeFrom="paragraph">
                        <wp:posOffset>3678555</wp:posOffset>
                      </wp:positionV>
                      <wp:extent cx="207645" cy="122555"/>
                      <wp:effectExtent l="14605" t="13970" r="15875" b="15875"/>
                      <wp:wrapNone/>
                      <wp:docPr id="57" name="Freeform 5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7645" cy="122555"/>
                              </a:xfrm>
                              <a:custGeom>
                                <a:avLst/>
                                <a:gdLst>
                                  <a:gd name="T0" fmla="*/ 327 w 327"/>
                                  <a:gd name="T1" fmla="*/ 175 h 193"/>
                                  <a:gd name="T2" fmla="*/ 196 w 327"/>
                                  <a:gd name="T3" fmla="*/ 72 h 193"/>
                                  <a:gd name="T4" fmla="*/ 102 w 327"/>
                                  <a:gd name="T5" fmla="*/ 184 h 193"/>
                                  <a:gd name="T6" fmla="*/ 37 w 327"/>
                                  <a:gd name="T7" fmla="*/ 16 h 193"/>
                                  <a:gd name="T8" fmla="*/ 0 w 327"/>
                                  <a:gd name="T9" fmla="*/ 91 h 193"/>
                                </a:gdLst>
                                <a:ahLst/>
                                <a:cxnLst>
                                  <a:cxn ang="0">
                                    <a:pos x="T0" y="T1"/>
                                  </a:cxn>
                                  <a:cxn ang="0">
                                    <a:pos x="T2" y="T3"/>
                                  </a:cxn>
                                  <a:cxn ang="0">
                                    <a:pos x="T4" y="T5"/>
                                  </a:cxn>
                                  <a:cxn ang="0">
                                    <a:pos x="T6" y="T7"/>
                                  </a:cxn>
                                  <a:cxn ang="0">
                                    <a:pos x="T8" y="T9"/>
                                  </a:cxn>
                                </a:cxnLst>
                                <a:rect l="0" t="0" r="r" b="b"/>
                                <a:pathLst>
                                  <a:path w="327" h="193">
                                    <a:moveTo>
                                      <a:pt x="327" y="175"/>
                                    </a:moveTo>
                                    <a:cubicBezTo>
                                      <a:pt x="280" y="123"/>
                                      <a:pt x="233" y="71"/>
                                      <a:pt x="196" y="72"/>
                                    </a:cubicBezTo>
                                    <a:cubicBezTo>
                                      <a:pt x="159" y="73"/>
                                      <a:pt x="129" y="193"/>
                                      <a:pt x="102" y="184"/>
                                    </a:cubicBezTo>
                                    <a:cubicBezTo>
                                      <a:pt x="75" y="175"/>
                                      <a:pt x="54" y="32"/>
                                      <a:pt x="37" y="16"/>
                                    </a:cubicBezTo>
                                    <a:cubicBezTo>
                                      <a:pt x="20" y="0"/>
                                      <a:pt x="10" y="45"/>
                                      <a:pt x="0" y="91"/>
                                    </a:cubicBezTo>
                                  </a:path>
                                </a:pathLst>
                              </a:custGeom>
                              <a:noFill/>
                              <a:ln w="190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0BF2F5" id="Freeform 505" o:spid="_x0000_s1026" style="position:absolute;margin-left:337.45pt;margin-top:289.65pt;width:16.35pt;height:9.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7,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" path="m327,175c280,123,233,71,196,72v-37,1,-67,121,-94,112c75,175,54,32,37,16,20,,10,45,,91e" filled="f" strokecolor="red" strokeweight="1.5pt">
                      <v:path arrowok="t" o:connecttype="custom" o:connectlocs="207645,111125;124460,45720;64770,116840;23495,10160;0,57785" o:connectangles="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8480" behindDoc="0" locked="0" layoutInCell="1" allowOverlap="1">
                      <wp:simplePos x="0" y="0"/>
                      <wp:positionH relativeFrom="column">
                        <wp:posOffset>4481195</wp:posOffset>
                      </wp:positionH>
                      <wp:positionV relativeFrom="paragraph">
                        <wp:posOffset>3308985</wp:posOffset>
                      </wp:positionV>
                      <wp:extent cx="59690" cy="962025"/>
                      <wp:effectExtent l="19685" t="15875" r="15875" b="22225"/>
                      <wp:wrapNone/>
                      <wp:docPr id="56" name="Freeform 5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690" cy="962025"/>
                              </a:xfrm>
                              <a:custGeom>
                                <a:avLst/>
                                <a:gdLst>
                                  <a:gd name="T0" fmla="*/ 94 w 94"/>
                                  <a:gd name="T1" fmla="*/ 0 h 1515"/>
                                  <a:gd name="T2" fmla="*/ 28 w 94"/>
                                  <a:gd name="T3" fmla="*/ 682 h 1515"/>
                                  <a:gd name="T4" fmla="*/ 0 w 94"/>
                                  <a:gd name="T5" fmla="*/ 1515 h 1515"/>
                                </a:gdLst>
                                <a:ahLst/>
                                <a:cxnLst>
                                  <a:cxn ang="0">
                                    <a:pos x="T0" y="T1"/>
                                  </a:cxn>
                                  <a:cxn ang="0">
                                    <a:pos x="T2" y="T3"/>
                                  </a:cxn>
                                  <a:cxn ang="0">
                                    <a:pos x="T4" y="T5"/>
                                  </a:cxn>
                                </a:cxnLst>
                                <a:rect l="0" t="0" r="r" b="b"/>
                                <a:pathLst>
                                  <a:path w="94" h="1515">
                                    <a:moveTo>
                                      <a:pt x="94" y="0"/>
                                    </a:moveTo>
                                    <a:cubicBezTo>
                                      <a:pt x="83" y="115"/>
                                      <a:pt x="44" y="430"/>
                                      <a:pt x="28" y="682"/>
                                    </a:cubicBezTo>
                                    <a:cubicBezTo>
                                      <a:pt x="12" y="934"/>
                                      <a:pt x="5" y="1376"/>
                                      <a:pt x="0" y="1515"/>
                                    </a:cubicBezTo>
                                  </a:path>
                                </a:pathLst>
                              </a:custGeom>
                              <a:noFill/>
                              <a:ln w="3175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7B2EE6" id="Freeform 504" o:spid="_x0000_s1026" style="position:absolute;margin-left:352.85pt;margin-top:260.55pt;width:4.7pt;height:75.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1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" path="m94,c83,115,44,430,28,682,12,934,5,1376,,1515e" filled="f" strokecolor="red" strokeweight="2.5pt">
                      <v:path arrowok="t" o:connecttype="custom" o:connectlocs="59690,0;17780,433070;0,962025" o:connectangles="0,0,0"/>
                    </v:shape>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63360" behindDoc="0" locked="0" layoutInCell="1" allowOverlap="1">
                      <wp:simplePos x="0" y="0"/>
                      <wp:positionH relativeFrom="column">
                        <wp:posOffset>4117975</wp:posOffset>
                      </wp:positionH>
                      <wp:positionV relativeFrom="paragraph">
                        <wp:posOffset>3425825</wp:posOffset>
                      </wp:positionV>
                      <wp:extent cx="306070" cy="152400"/>
                      <wp:effectExtent l="8890" t="8890" r="8890" b="635"/>
                      <wp:wrapNone/>
                      <wp:docPr id="55" name="Text Box 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9558A2" w:rsidP="000777D3">
                                  <w:pPr>
                                    <w:jc w:val="center"/>
                                  </w:pPr>
                                  <w:r>
                                    <w:rPr>
                                      <w:rFonts w:ascii="Arial" w:hAnsi="Arial" w:cs="Arial"/>
                                      <w:sz w:val="16"/>
                                      <w:szCs w:val="16"/>
                                    </w:rPr>
                                    <w:t>II</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9" o:spid="_x0000_s1028" type="#_x0000_t202" style="position:absolute;left:0;text-align:left;margin-left:324.25pt;margin-top:269.75pt;width:24.1pt;height:1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" fillcolor="#36f" stroked="f" strokecolor="#36f" strokeweight=".25pt">
                      <v:fill opacity="13107f"/>
                      <v:stroke dashstyle="1 1"/>
                      <v:textbox inset=".5mm,.5mm,.5mm,.5mm">
                        <w:txbxContent>
                          <w:p w:rsidR="0064185E" w:rsidRPr="004E4B01" w:rsidRDefault="009558A2" w:rsidP="000777D3">
                            <w:pPr>
                              <w:jc w:val="center"/>
                            </w:pPr>
                            <w:r>
                              <w:rPr>
                                <w:rFonts w:ascii="Arial" w:hAnsi="Arial" w:cs="Arial"/>
                                <w:sz w:val="16"/>
                                <w:szCs w:val="16"/>
                              </w:rPr>
                              <w:t>II</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7456" behindDoc="0" locked="0" layoutInCell="1" allowOverlap="1">
                      <wp:simplePos x="0" y="0"/>
                      <wp:positionH relativeFrom="column">
                        <wp:posOffset>4528185</wp:posOffset>
                      </wp:positionH>
                      <wp:positionV relativeFrom="paragraph">
                        <wp:posOffset>1414780</wp:posOffset>
                      </wp:positionV>
                      <wp:extent cx="24130" cy="914400"/>
                      <wp:effectExtent l="38100" t="45720" r="42545" b="40005"/>
                      <wp:wrapNone/>
                      <wp:docPr id="54" name="Freeform 5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130" cy="914400"/>
                              </a:xfrm>
                              <a:custGeom>
                                <a:avLst/>
                                <a:gdLst>
                                  <a:gd name="T0" fmla="*/ 0 w 38"/>
                                  <a:gd name="T1" fmla="*/ 0 h 1440"/>
                                  <a:gd name="T2" fmla="*/ 38 w 38"/>
                                  <a:gd name="T3" fmla="*/ 1440 h 1440"/>
                                </a:gdLst>
                                <a:ahLst/>
                                <a:cxnLst>
                                  <a:cxn ang="0">
                                    <a:pos x="T0" y="T1"/>
                                  </a:cxn>
                                  <a:cxn ang="0">
                                    <a:pos x="T2" y="T3"/>
                                  </a:cxn>
                                </a:cxnLst>
                                <a:rect l="0" t="0" r="r" b="b"/>
                                <a:pathLst>
                                  <a:path w="38" h="1440">
                                    <a:moveTo>
                                      <a:pt x="0" y="0"/>
                                    </a:moveTo>
                                    <a:cubicBezTo>
                                      <a:pt x="0" y="0"/>
                                      <a:pt x="19" y="720"/>
                                      <a:pt x="38" y="1440"/>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curve w14:anchorId="16AC33CB" id="Freeform 503"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rom="356.55pt,111.4pt" control1="356.55pt,111.4pt" control2="357.5pt,147.4pt" to="358.45pt,183.4pt" coordsize="38,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" filled="f" strokecolor="red" strokeweight="6pt">
                      <v:path arrowok="t" o:connecttype="custom" o:connectlocs="0,0;24130,914400" o:connectangles="0,0"/>
                    </v:curv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4384" behindDoc="0" locked="0" layoutInCell="1" allowOverlap="1">
                      <wp:simplePos x="0" y="0"/>
                      <wp:positionH relativeFrom="column">
                        <wp:posOffset>1381760</wp:posOffset>
                      </wp:positionH>
                      <wp:positionV relativeFrom="paragraph">
                        <wp:posOffset>120650</wp:posOffset>
                      </wp:positionV>
                      <wp:extent cx="955675" cy="2232025"/>
                      <wp:effectExtent l="44450" t="46990" r="38100" b="45085"/>
                      <wp:wrapNone/>
                      <wp:docPr id="53" name="Freeform 5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55675" cy="2232025"/>
                              </a:xfrm>
                              <a:custGeom>
                                <a:avLst/>
                                <a:gdLst>
                                  <a:gd name="T0" fmla="*/ 1505 w 1505"/>
                                  <a:gd name="T1" fmla="*/ 0 h 3515"/>
                                  <a:gd name="T2" fmla="*/ 1187 w 1505"/>
                                  <a:gd name="T3" fmla="*/ 346 h 3515"/>
                                  <a:gd name="T4" fmla="*/ 851 w 1505"/>
                                  <a:gd name="T5" fmla="*/ 813 h 3515"/>
                                  <a:gd name="T6" fmla="*/ 514 w 1505"/>
                                  <a:gd name="T7" fmla="*/ 1580 h 3515"/>
                                  <a:gd name="T8" fmla="*/ 140 w 1505"/>
                                  <a:gd name="T9" fmla="*/ 2496 h 3515"/>
                                  <a:gd name="T10" fmla="*/ 38 w 1505"/>
                                  <a:gd name="T11" fmla="*/ 2926 h 3515"/>
                                  <a:gd name="T12" fmla="*/ 0 w 1505"/>
                                  <a:gd name="T13" fmla="*/ 3515 h 3515"/>
                                </a:gdLst>
                                <a:ahLst/>
                                <a:cxnLst>
                                  <a:cxn ang="0">
                                    <a:pos x="T0" y="T1"/>
                                  </a:cxn>
                                  <a:cxn ang="0">
                                    <a:pos x="T2" y="T3"/>
                                  </a:cxn>
                                  <a:cxn ang="0">
                                    <a:pos x="T4" y="T5"/>
                                  </a:cxn>
                                  <a:cxn ang="0">
                                    <a:pos x="T6" y="T7"/>
                                  </a:cxn>
                                  <a:cxn ang="0">
                                    <a:pos x="T8" y="T9"/>
                                  </a:cxn>
                                  <a:cxn ang="0">
                                    <a:pos x="T10" y="T11"/>
                                  </a:cxn>
                                  <a:cxn ang="0">
                                    <a:pos x="T12" y="T13"/>
                                  </a:cxn>
                                </a:cxnLst>
                                <a:rect l="0" t="0" r="r" b="b"/>
                                <a:pathLst>
                                  <a:path w="1505" h="3515">
                                    <a:moveTo>
                                      <a:pt x="1505" y="0"/>
                                    </a:moveTo>
                                    <a:cubicBezTo>
                                      <a:pt x="1400" y="105"/>
                                      <a:pt x="1296" y="211"/>
                                      <a:pt x="1187" y="346"/>
                                    </a:cubicBezTo>
                                    <a:cubicBezTo>
                                      <a:pt x="1078" y="481"/>
                                      <a:pt x="963" y="607"/>
                                      <a:pt x="851" y="813"/>
                                    </a:cubicBezTo>
                                    <a:cubicBezTo>
                                      <a:pt x="739" y="1019"/>
                                      <a:pt x="633" y="1300"/>
                                      <a:pt x="514" y="1580"/>
                                    </a:cubicBezTo>
                                    <a:cubicBezTo>
                                      <a:pt x="395" y="1860"/>
                                      <a:pt x="219" y="2272"/>
                                      <a:pt x="140" y="2496"/>
                                    </a:cubicBezTo>
                                    <a:cubicBezTo>
                                      <a:pt x="61" y="2720"/>
                                      <a:pt x="61" y="2756"/>
                                      <a:pt x="38" y="2926"/>
                                    </a:cubicBezTo>
                                    <a:cubicBezTo>
                                      <a:pt x="15" y="3096"/>
                                      <a:pt x="8" y="3392"/>
                                      <a:pt x="0" y="3515"/>
                                    </a:cubicBezTo>
                                  </a:path>
                                </a:pathLst>
                              </a:custGeom>
                              <a:noFill/>
                              <a:ln w="76200" cmpd="sng">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4913BD" id="Freeform 500" o:spid="_x0000_s1026" style="position:absolute;margin-left:108.8pt;margin-top:9.5pt;width:75.25pt;height:17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505,3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" path="m1505,c1400,105,1296,211,1187,346,1078,481,963,607,851,813,739,1019,633,1300,514,1580,395,1860,219,2272,140,2496,61,2720,61,2756,38,2926,15,3096,8,3392,,3515e" filled="f" strokecolor="red" strokeweight="6pt">
                      <v:path arrowok="t" o:connecttype="custom" o:connectlocs="955675,0;753745,219710;540385,516255;326390,1003300;88900,1584960;24130,1858010;0,2232025" o:connectangles="0,0,0,0,0,0,0"/>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6432" behindDoc="0" locked="0" layoutInCell="1" allowOverlap="1">
                      <wp:simplePos x="0" y="0"/>
                      <wp:positionH relativeFrom="column">
                        <wp:posOffset>1245235</wp:posOffset>
                      </wp:positionH>
                      <wp:positionV relativeFrom="paragraph">
                        <wp:posOffset>1000125</wp:posOffset>
                      </wp:positionV>
                      <wp:extent cx="306070" cy="152400"/>
                      <wp:effectExtent l="3175" t="2540" r="5080" b="6985"/>
                      <wp:wrapNone/>
                      <wp:docPr id="52" name="Text Box 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E80727" w:rsidRPr="004E4B01" w:rsidRDefault="00E80727" w:rsidP="00E80727">
                                  <w:pPr>
                                    <w:jc w:val="cente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2" o:spid="_x0000_s1029" type="#_x0000_t202" style="position:absolute;left:0;text-align:left;margin-left:98.05pt;margin-top:78.75pt;width:24.1pt;height:1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" fillcolor="#36f" stroked="f" strokecolor="#36f" strokeweight=".25pt">
                      <v:fill opacity="13107f"/>
                      <v:stroke dashstyle="1 1"/>
                      <v:textbox inset=".5mm,.5mm,.5mm,.5mm">
                        <w:txbxContent>
                          <w:p w:rsidR="00E80727" w:rsidRPr="004E4B01" w:rsidRDefault="00E80727" w:rsidP="00E80727">
                            <w:pPr>
                              <w:jc w:val="center"/>
                            </w:pPr>
                            <w:r>
                              <w:rPr>
                                <w:rFonts w:ascii="Arial" w:hAnsi="Arial" w:cs="Arial"/>
                                <w:sz w:val="16"/>
                                <w:szCs w:val="16"/>
                              </w:rPr>
                              <w:t>IV</w:t>
                            </w:r>
                          </w:p>
                        </w:txbxContent>
                      </v:textbox>
                    </v:shape>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59264" behindDoc="0" locked="0" layoutInCell="1" allowOverlap="1">
                      <wp:simplePos x="0" y="0"/>
                      <wp:positionH relativeFrom="column">
                        <wp:posOffset>2242185</wp:posOffset>
                      </wp:positionH>
                      <wp:positionV relativeFrom="paragraph">
                        <wp:posOffset>293370</wp:posOffset>
                      </wp:positionV>
                      <wp:extent cx="306070" cy="152400"/>
                      <wp:effectExtent l="0" t="635" r="8255" b="8890"/>
                      <wp:wrapNone/>
                      <wp:docPr id="51" name="Text Box 4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070" cy="152400"/>
                              </a:xfrm>
                              <a:prstGeom prst="rect">
                                <a:avLst/>
                              </a:prstGeom>
                              <a:solidFill>
                                <a:srgbClr val="3366FF">
                                  <a:alpha val="20000"/>
                                </a:srgbClr>
                              </a:solidFill>
                              <a:ln>
                                <a:noFill/>
                              </a:ln>
                              <a:extLst>
                                <a:ext uri="{91240B29-F687-4F45-9708-019B960494DF}">
                                  <a14:hiddenLine xmlns:a14="http://schemas.microsoft.com/office/drawing/2010/main" w="3175">
                                    <a:solidFill>
                                      <a:srgbClr val="3366FF"/>
                                    </a:solidFill>
                                    <a:prstDash val="sysDot"/>
                                    <a:miter lim="800000"/>
                                    <a:headEnd/>
                                    <a:tailEnd/>
                                  </a14:hiddenLine>
                                </a:ext>
                              </a:extLst>
                            </wps:spPr>
                            <wps:txbx>
                              <w:txbxContent>
                                <w:p w:rsidR="0064185E" w:rsidRPr="004E4B01" w:rsidRDefault="00E80727" w:rsidP="000777D3">
                                  <w:pPr>
                                    <w:jc w:val="center"/>
                                  </w:pPr>
                                  <w:r>
                                    <w:rPr>
                                      <w:rFonts w:ascii="Arial" w:hAnsi="Arial" w:cs="Arial"/>
                                      <w:sz w:val="16"/>
                                      <w:szCs w:val="16"/>
                                    </w:rPr>
                                    <w:t>IV</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5" o:spid="_x0000_s1030" type="#_x0000_t202" style="position:absolute;left:0;text-align:left;margin-left:176.55pt;margin-top:23.1pt;width:24.1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" fillcolor="#36f" stroked="f" strokecolor="#36f" strokeweight=".25pt">
                      <v:fill opacity="13107f"/>
                      <v:stroke dashstyle="1 1"/>
                      <v:textbox inset=".5mm,.5mm,.5mm,.5mm">
                        <w:txbxContent>
                          <w:p w:rsidR="0064185E" w:rsidRPr="004E4B01" w:rsidRDefault="00E80727" w:rsidP="000777D3">
                            <w:pPr>
                              <w:jc w:val="center"/>
                            </w:pPr>
                            <w:r>
                              <w:rPr>
                                <w:rFonts w:ascii="Arial" w:hAnsi="Arial" w:cs="Arial"/>
                                <w:sz w:val="16"/>
                                <w:szCs w:val="16"/>
                              </w:rPr>
                              <w:t>IV</w:t>
                            </w:r>
                          </w:p>
                        </w:txbxContent>
                      </v:textbox>
                    </v:shape>
                  </w:pict>
                </mc:Fallback>
              </mc:AlternateContent>
            </w:r>
            <w:r>
              <w:rPr>
                <w:rFonts w:ascii="Arial" w:hAnsi="Arial" w:cs="Arial"/>
                <w:noProof/>
                <w:color w:val="808080"/>
                <w:sz w:val="16"/>
                <w:szCs w:val="16"/>
                <w:lang w:val="en-GB" w:eastAsia="en-GB"/>
              </w:rPr>
              <mc:AlternateContent>
                <mc:Choice Requires="wps">
                  <w:drawing>
                    <wp:anchor distT="0" distB="0" distL="114300" distR="114300" simplePos="0" relativeHeight="251665408" behindDoc="0" locked="0" layoutInCell="1" allowOverlap="1">
                      <wp:simplePos x="0" y="0"/>
                      <wp:positionH relativeFrom="column">
                        <wp:posOffset>1535430</wp:posOffset>
                      </wp:positionH>
                      <wp:positionV relativeFrom="paragraph">
                        <wp:posOffset>381635</wp:posOffset>
                      </wp:positionV>
                      <wp:extent cx="669290" cy="1983105"/>
                      <wp:effectExtent l="17145" t="12700" r="18415" b="13970"/>
                      <wp:wrapNone/>
                      <wp:docPr id="50" name="Freeform 5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69290" cy="1983105"/>
                              </a:xfrm>
                              <a:custGeom>
                                <a:avLst/>
                                <a:gdLst>
                                  <a:gd name="T0" fmla="*/ 1002 w 1054"/>
                                  <a:gd name="T1" fmla="*/ 0 h 3123"/>
                                  <a:gd name="T2" fmla="*/ 1020 w 1054"/>
                                  <a:gd name="T3" fmla="*/ 374 h 3123"/>
                                  <a:gd name="T4" fmla="*/ 796 w 1054"/>
                                  <a:gd name="T5" fmla="*/ 1169 h 3123"/>
                                  <a:gd name="T6" fmla="*/ 123 w 1054"/>
                                  <a:gd name="T7" fmla="*/ 2328 h 3123"/>
                                  <a:gd name="T8" fmla="*/ 57 w 1054"/>
                                  <a:gd name="T9" fmla="*/ 3123 h 3123"/>
                                </a:gdLst>
                                <a:ahLst/>
                                <a:cxnLst>
                                  <a:cxn ang="0">
                                    <a:pos x="T0" y="T1"/>
                                  </a:cxn>
                                  <a:cxn ang="0">
                                    <a:pos x="T2" y="T3"/>
                                  </a:cxn>
                                  <a:cxn ang="0">
                                    <a:pos x="T4" y="T5"/>
                                  </a:cxn>
                                  <a:cxn ang="0">
                                    <a:pos x="T6" y="T7"/>
                                  </a:cxn>
                                  <a:cxn ang="0">
                                    <a:pos x="T8" y="T9"/>
                                  </a:cxn>
                                </a:cxnLst>
                                <a:rect l="0" t="0" r="r" b="b"/>
                                <a:pathLst>
                                  <a:path w="1054" h="3123">
                                    <a:moveTo>
                                      <a:pt x="1002" y="0"/>
                                    </a:moveTo>
                                    <a:cubicBezTo>
                                      <a:pt x="1028" y="89"/>
                                      <a:pt x="1054" y="179"/>
                                      <a:pt x="1020" y="374"/>
                                    </a:cubicBezTo>
                                    <a:cubicBezTo>
                                      <a:pt x="986" y="569"/>
                                      <a:pt x="946" y="843"/>
                                      <a:pt x="796" y="1169"/>
                                    </a:cubicBezTo>
                                    <a:cubicBezTo>
                                      <a:pt x="646" y="1495"/>
                                      <a:pt x="246" y="2002"/>
                                      <a:pt x="123" y="2328"/>
                                    </a:cubicBezTo>
                                    <a:cubicBezTo>
                                      <a:pt x="0" y="2654"/>
                                      <a:pt x="28" y="2888"/>
                                      <a:pt x="57" y="3123"/>
                                    </a:cubicBezTo>
                                  </a:path>
                                </a:pathLst>
                              </a:custGeom>
                              <a:noFill/>
                              <a:ln w="19050" cmpd="sng">
                                <a:solidFill>
                                  <a:srgbClr val="000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376F7D" id="Freeform 501" o:spid="_x0000_s1026" style="position:absolute;margin-left:120.9pt;margin-top:30.05pt;width:52.7pt;height:15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54,31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" path="m1002,v26,89,52,179,18,374c986,569,946,843,796,1169,646,1495,246,2002,123,2328,,2654,28,2888,57,3123e" filled="f" strokecolor="navy" strokeweight="1.5pt">
                      <v:path arrowok="t" o:connecttype="custom" o:connectlocs="636270,0;647700,237490;505460,742315;78105,1478280;36195,1983105" o:connectangles="0,0,0,0,0"/>
                    </v:shape>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7216" behindDoc="0" locked="0" layoutInCell="1" allowOverlap="1">
                      <wp:simplePos x="0" y="0"/>
                      <wp:positionH relativeFrom="column">
                        <wp:posOffset>840105</wp:posOffset>
                      </wp:positionH>
                      <wp:positionV relativeFrom="paragraph">
                        <wp:posOffset>63500</wp:posOffset>
                      </wp:positionV>
                      <wp:extent cx="1807845" cy="4911725"/>
                      <wp:effectExtent l="7620" t="8890" r="13335" b="13335"/>
                      <wp:wrapNone/>
                      <wp:docPr id="32" name="Group 4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07845" cy="4911725"/>
                                <a:chOff x="2457" y="3389"/>
                                <a:chExt cx="2847" cy="7735"/>
                              </a:xfrm>
                            </wpg:grpSpPr>
                            <wps:wsp>
                              <wps:cNvPr id="33" name="Freeform 464"/>
                              <wps:cNvSpPr>
                                <a:spLocks/>
                              </wps:cNvSpPr>
                              <wps:spPr bwMode="auto">
                                <a:xfrm flipH="1">
                                  <a:off x="4240" y="9640"/>
                                  <a:ext cx="134" cy="256"/>
                                </a:xfrm>
                                <a:custGeom>
                                  <a:avLst/>
                                  <a:gdLst>
                                    <a:gd name="T0" fmla="*/ 128 w 134"/>
                                    <a:gd name="T1" fmla="*/ 6 h 256"/>
                                    <a:gd name="T2" fmla="*/ 56 w 134"/>
                                    <a:gd name="T3" fmla="*/ 84 h 256"/>
                                    <a:gd name="T4" fmla="*/ 56 w 134"/>
                                    <a:gd name="T5" fmla="*/ 234 h 256"/>
                                    <a:gd name="T6" fmla="*/ 20 w 134"/>
                                    <a:gd name="T7" fmla="*/ 216 h 256"/>
                                    <a:gd name="T8" fmla="*/ 2 w 134"/>
                                    <a:gd name="T9" fmla="*/ 144 h 256"/>
                                    <a:gd name="T10" fmla="*/ 20 w 134"/>
                                    <a:gd name="T11" fmla="*/ 48 h 256"/>
                                    <a:gd name="T12" fmla="*/ 128 w 134"/>
                                    <a:gd name="T13" fmla="*/ 6 h 256"/>
                                  </a:gdLst>
                                  <a:ahLst/>
                                  <a:cxnLst>
                                    <a:cxn ang="0">
                                      <a:pos x="T0" y="T1"/>
                                    </a:cxn>
                                    <a:cxn ang="0">
                                      <a:pos x="T2" y="T3"/>
                                    </a:cxn>
                                    <a:cxn ang="0">
                                      <a:pos x="T4" y="T5"/>
                                    </a:cxn>
                                    <a:cxn ang="0">
                                      <a:pos x="T6" y="T7"/>
                                    </a:cxn>
                                    <a:cxn ang="0">
                                      <a:pos x="T8" y="T9"/>
                                    </a:cxn>
                                    <a:cxn ang="0">
                                      <a:pos x="T10" y="T11"/>
                                    </a:cxn>
                                    <a:cxn ang="0">
                                      <a:pos x="T12" y="T13"/>
                                    </a:cxn>
                                  </a:cxnLst>
                                  <a:rect l="0" t="0" r="r" b="b"/>
                                  <a:pathLst>
                                    <a:path w="134" h="256">
                                      <a:moveTo>
                                        <a:pt x="128" y="6"/>
                                      </a:moveTo>
                                      <a:cubicBezTo>
                                        <a:pt x="134" y="12"/>
                                        <a:pt x="68" y="46"/>
                                        <a:pt x="56" y="84"/>
                                      </a:cubicBezTo>
                                      <a:cubicBezTo>
                                        <a:pt x="44" y="122"/>
                                        <a:pt x="62" y="212"/>
                                        <a:pt x="56" y="234"/>
                                      </a:cubicBezTo>
                                      <a:cubicBezTo>
                                        <a:pt x="50" y="256"/>
                                        <a:pt x="29" y="231"/>
                                        <a:pt x="20" y="216"/>
                                      </a:cubicBezTo>
                                      <a:cubicBezTo>
                                        <a:pt x="11" y="201"/>
                                        <a:pt x="2" y="172"/>
                                        <a:pt x="2" y="144"/>
                                      </a:cubicBezTo>
                                      <a:cubicBezTo>
                                        <a:pt x="2" y="116"/>
                                        <a:pt x="0" y="71"/>
                                        <a:pt x="20" y="48"/>
                                      </a:cubicBezTo>
                                      <a:cubicBezTo>
                                        <a:pt x="40" y="25"/>
                                        <a:pt x="122" y="0"/>
                                        <a:pt x="128" y="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465"/>
                              <wps:cNvSpPr>
                                <a:spLocks/>
                              </wps:cNvSpPr>
                              <wps:spPr bwMode="auto">
                                <a:xfrm flipH="1">
                                  <a:off x="4883" y="4666"/>
                                  <a:ext cx="421" cy="416"/>
                                </a:xfrm>
                                <a:custGeom>
                                  <a:avLst/>
                                  <a:gdLst>
                                    <a:gd name="T0" fmla="*/ 0 w 408"/>
                                    <a:gd name="T1" fmla="*/ 0 h 384"/>
                                    <a:gd name="T2" fmla="*/ 120 w 408"/>
                                    <a:gd name="T3" fmla="*/ 204 h 384"/>
                                    <a:gd name="T4" fmla="*/ 408 w 408"/>
                                    <a:gd name="T5" fmla="*/ 384 h 384"/>
                                  </a:gdLst>
                                  <a:ahLst/>
                                  <a:cxnLst>
                                    <a:cxn ang="0">
                                      <a:pos x="T0" y="T1"/>
                                    </a:cxn>
                                    <a:cxn ang="0">
                                      <a:pos x="T2" y="T3"/>
                                    </a:cxn>
                                    <a:cxn ang="0">
                                      <a:pos x="T4" y="T5"/>
                                    </a:cxn>
                                  </a:cxnLst>
                                  <a:rect l="0" t="0" r="r" b="b"/>
                                  <a:pathLst>
                                    <a:path w="408" h="384">
                                      <a:moveTo>
                                        <a:pt x="0" y="0"/>
                                      </a:moveTo>
                                      <a:cubicBezTo>
                                        <a:pt x="26" y="70"/>
                                        <a:pt x="52" y="140"/>
                                        <a:pt x="120" y="204"/>
                                      </a:cubicBezTo>
                                      <a:cubicBezTo>
                                        <a:pt x="188" y="268"/>
                                        <a:pt x="298" y="326"/>
                                        <a:pt x="408" y="384"/>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5" name="Freeform 466"/>
                              <wps:cNvSpPr>
                                <a:spLocks/>
                              </wps:cNvSpPr>
                              <wps:spPr bwMode="auto">
                                <a:xfrm flipH="1">
                                  <a:off x="3516" y="6608"/>
                                  <a:ext cx="443" cy="646"/>
                                </a:xfrm>
                                <a:custGeom>
                                  <a:avLst/>
                                  <a:gdLst>
                                    <a:gd name="T0" fmla="*/ 14 w 442"/>
                                    <a:gd name="T1" fmla="*/ 614 h 646"/>
                                    <a:gd name="T2" fmla="*/ 134 w 442"/>
                                    <a:gd name="T3" fmla="*/ 506 h 646"/>
                                    <a:gd name="T4" fmla="*/ 398 w 442"/>
                                    <a:gd name="T5" fmla="*/ 302 h 646"/>
                                    <a:gd name="T6" fmla="*/ 398 w 442"/>
                                    <a:gd name="T7" fmla="*/ 206 h 646"/>
                                    <a:gd name="T8" fmla="*/ 314 w 442"/>
                                    <a:gd name="T9" fmla="*/ 170 h 646"/>
                                    <a:gd name="T10" fmla="*/ 194 w 442"/>
                                    <a:gd name="T11" fmla="*/ 2 h 646"/>
                                    <a:gd name="T12" fmla="*/ 254 w 442"/>
                                    <a:gd name="T13" fmla="*/ 182 h 646"/>
                                    <a:gd name="T14" fmla="*/ 218 w 442"/>
                                    <a:gd name="T15" fmla="*/ 314 h 646"/>
                                    <a:gd name="T16" fmla="*/ 14 w 442"/>
                                    <a:gd name="T17" fmla="*/ 614 h 6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42" h="646">
                                      <a:moveTo>
                                        <a:pt x="14" y="614"/>
                                      </a:moveTo>
                                      <a:cubicBezTo>
                                        <a:pt x="0" y="646"/>
                                        <a:pt x="70" y="558"/>
                                        <a:pt x="134" y="506"/>
                                      </a:cubicBezTo>
                                      <a:cubicBezTo>
                                        <a:pt x="198" y="454"/>
                                        <a:pt x="354" y="352"/>
                                        <a:pt x="398" y="302"/>
                                      </a:cubicBezTo>
                                      <a:cubicBezTo>
                                        <a:pt x="442" y="252"/>
                                        <a:pt x="412" y="228"/>
                                        <a:pt x="398" y="206"/>
                                      </a:cubicBezTo>
                                      <a:cubicBezTo>
                                        <a:pt x="384" y="184"/>
                                        <a:pt x="348" y="204"/>
                                        <a:pt x="314" y="170"/>
                                      </a:cubicBezTo>
                                      <a:cubicBezTo>
                                        <a:pt x="280" y="136"/>
                                        <a:pt x="204" y="0"/>
                                        <a:pt x="194" y="2"/>
                                      </a:cubicBezTo>
                                      <a:cubicBezTo>
                                        <a:pt x="184" y="4"/>
                                        <a:pt x="250" y="130"/>
                                        <a:pt x="254" y="182"/>
                                      </a:cubicBezTo>
                                      <a:cubicBezTo>
                                        <a:pt x="258" y="234"/>
                                        <a:pt x="256" y="242"/>
                                        <a:pt x="218" y="314"/>
                                      </a:cubicBezTo>
                                      <a:cubicBezTo>
                                        <a:pt x="180" y="386"/>
                                        <a:pt x="28" y="582"/>
                                        <a:pt x="14" y="614"/>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467"/>
                              <wps:cNvSpPr>
                                <a:spLocks/>
                              </wps:cNvSpPr>
                              <wps:spPr bwMode="auto">
                                <a:xfrm flipH="1">
                                  <a:off x="3445" y="7360"/>
                                  <a:ext cx="969" cy="2543"/>
                                </a:xfrm>
                                <a:custGeom>
                                  <a:avLst/>
                                  <a:gdLst>
                                    <a:gd name="T0" fmla="*/ 79 w 967"/>
                                    <a:gd name="T1" fmla="*/ 2543 h 2543"/>
                                    <a:gd name="T2" fmla="*/ 22 w 967"/>
                                    <a:gd name="T3" fmla="*/ 2464 h 2543"/>
                                    <a:gd name="T4" fmla="*/ 48 w 967"/>
                                    <a:gd name="T5" fmla="*/ 2279 h 2543"/>
                                    <a:gd name="T6" fmla="*/ 312 w 967"/>
                                    <a:gd name="T7" fmla="*/ 1686 h 2543"/>
                                    <a:gd name="T8" fmla="*/ 463 w 967"/>
                                    <a:gd name="T9" fmla="*/ 1288 h 2543"/>
                                    <a:gd name="T10" fmla="*/ 588 w 967"/>
                                    <a:gd name="T11" fmla="*/ 724 h 2543"/>
                                    <a:gd name="T12" fmla="*/ 744 w 967"/>
                                    <a:gd name="T13" fmla="*/ 282 h 2543"/>
                                    <a:gd name="T14" fmla="*/ 950 w 967"/>
                                    <a:gd name="T15" fmla="*/ 8 h 2543"/>
                                    <a:gd name="T16" fmla="*/ 847 w 967"/>
                                    <a:gd name="T17" fmla="*/ 330 h 2543"/>
                                    <a:gd name="T18" fmla="*/ 775 w 967"/>
                                    <a:gd name="T19" fmla="*/ 594 h 2543"/>
                                    <a:gd name="T20" fmla="*/ 682 w 967"/>
                                    <a:gd name="T21" fmla="*/ 983 h 2543"/>
                                    <a:gd name="T22" fmla="*/ 564 w 967"/>
                                    <a:gd name="T23" fmla="*/ 1410 h 2543"/>
                                    <a:gd name="T24" fmla="*/ 360 w 967"/>
                                    <a:gd name="T25" fmla="*/ 1861 h 2543"/>
                                    <a:gd name="T26" fmla="*/ 216 w 967"/>
                                    <a:gd name="T27" fmla="*/ 2262 h 2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967" h="2543">
                                      <a:moveTo>
                                        <a:pt x="79" y="2543"/>
                                      </a:moveTo>
                                      <a:cubicBezTo>
                                        <a:pt x="69" y="2530"/>
                                        <a:pt x="27" y="2508"/>
                                        <a:pt x="22" y="2464"/>
                                      </a:cubicBezTo>
                                      <a:cubicBezTo>
                                        <a:pt x="17" y="2420"/>
                                        <a:pt x="0" y="2409"/>
                                        <a:pt x="48" y="2279"/>
                                      </a:cubicBezTo>
                                      <a:cubicBezTo>
                                        <a:pt x="96" y="2149"/>
                                        <a:pt x="243" y="1851"/>
                                        <a:pt x="312" y="1686"/>
                                      </a:cubicBezTo>
                                      <a:cubicBezTo>
                                        <a:pt x="381" y="1521"/>
                                        <a:pt x="417" y="1448"/>
                                        <a:pt x="463" y="1288"/>
                                      </a:cubicBezTo>
                                      <a:cubicBezTo>
                                        <a:pt x="509" y="1128"/>
                                        <a:pt x="541" y="892"/>
                                        <a:pt x="588" y="724"/>
                                      </a:cubicBezTo>
                                      <a:cubicBezTo>
                                        <a:pt x="635" y="556"/>
                                        <a:pt x="684" y="401"/>
                                        <a:pt x="744" y="282"/>
                                      </a:cubicBezTo>
                                      <a:cubicBezTo>
                                        <a:pt x="804" y="163"/>
                                        <a:pt x="933" y="0"/>
                                        <a:pt x="950" y="8"/>
                                      </a:cubicBezTo>
                                      <a:cubicBezTo>
                                        <a:pt x="967" y="16"/>
                                        <a:pt x="876" y="232"/>
                                        <a:pt x="847" y="330"/>
                                      </a:cubicBezTo>
                                      <a:cubicBezTo>
                                        <a:pt x="818" y="428"/>
                                        <a:pt x="802" y="485"/>
                                        <a:pt x="775" y="594"/>
                                      </a:cubicBezTo>
                                      <a:cubicBezTo>
                                        <a:pt x="748" y="703"/>
                                        <a:pt x="717" y="847"/>
                                        <a:pt x="682" y="983"/>
                                      </a:cubicBezTo>
                                      <a:cubicBezTo>
                                        <a:pt x="647" y="1119"/>
                                        <a:pt x="618" y="1264"/>
                                        <a:pt x="564" y="1410"/>
                                      </a:cubicBezTo>
                                      <a:cubicBezTo>
                                        <a:pt x="510" y="1556"/>
                                        <a:pt x="418" y="1719"/>
                                        <a:pt x="360" y="1861"/>
                                      </a:cubicBezTo>
                                      <a:cubicBezTo>
                                        <a:pt x="302" y="2003"/>
                                        <a:pt x="246" y="2179"/>
                                        <a:pt x="216" y="2262"/>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Freeform 468"/>
                              <wps:cNvSpPr>
                                <a:spLocks/>
                              </wps:cNvSpPr>
                              <wps:spPr bwMode="auto">
                                <a:xfrm flipH="1">
                                  <a:off x="3171" y="7104"/>
                                  <a:ext cx="967" cy="2806"/>
                                </a:xfrm>
                                <a:custGeom>
                                  <a:avLst/>
                                  <a:gdLst>
                                    <a:gd name="T0" fmla="*/ 0 w 965"/>
                                    <a:gd name="T1" fmla="*/ 2530 h 2806"/>
                                    <a:gd name="T2" fmla="*/ 132 w 965"/>
                                    <a:gd name="T3" fmla="*/ 2158 h 2806"/>
                                    <a:gd name="T4" fmla="*/ 353 w 965"/>
                                    <a:gd name="T5" fmla="*/ 1676 h 2806"/>
                                    <a:gd name="T6" fmla="*/ 497 w 965"/>
                                    <a:gd name="T7" fmla="*/ 1148 h 2806"/>
                                    <a:gd name="T8" fmla="*/ 574 w 965"/>
                                    <a:gd name="T9" fmla="*/ 864 h 2806"/>
                                    <a:gd name="T10" fmla="*/ 725 w 965"/>
                                    <a:gd name="T11" fmla="*/ 332 h 2806"/>
                                    <a:gd name="T12" fmla="*/ 833 w 965"/>
                                    <a:gd name="T13" fmla="*/ 12 h 2806"/>
                                    <a:gd name="T14" fmla="*/ 958 w 965"/>
                                    <a:gd name="T15" fmla="*/ 406 h 2806"/>
                                    <a:gd name="T16" fmla="*/ 874 w 965"/>
                                    <a:gd name="T17" fmla="*/ 824 h 2806"/>
                                    <a:gd name="T18" fmla="*/ 540 w 965"/>
                                    <a:gd name="T19" fmla="*/ 1522 h 2806"/>
                                    <a:gd name="T20" fmla="*/ 290 w 965"/>
                                    <a:gd name="T21" fmla="*/ 2040 h 2806"/>
                                    <a:gd name="T22" fmla="*/ 151 w 965"/>
                                    <a:gd name="T23" fmla="*/ 2376 h 2806"/>
                                    <a:gd name="T24" fmla="*/ 120 w 965"/>
                                    <a:gd name="T25" fmla="*/ 2806 h 28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965" h="2806">
                                      <a:moveTo>
                                        <a:pt x="0" y="2530"/>
                                      </a:moveTo>
                                      <a:cubicBezTo>
                                        <a:pt x="34" y="2422"/>
                                        <a:pt x="73" y="2300"/>
                                        <a:pt x="132" y="2158"/>
                                      </a:cubicBezTo>
                                      <a:cubicBezTo>
                                        <a:pt x="191" y="2016"/>
                                        <a:pt x="292" y="1844"/>
                                        <a:pt x="353" y="1676"/>
                                      </a:cubicBezTo>
                                      <a:cubicBezTo>
                                        <a:pt x="414" y="1508"/>
                                        <a:pt x="460" y="1283"/>
                                        <a:pt x="497" y="1148"/>
                                      </a:cubicBezTo>
                                      <a:cubicBezTo>
                                        <a:pt x="534" y="1013"/>
                                        <a:pt x="536" y="1000"/>
                                        <a:pt x="574" y="864"/>
                                      </a:cubicBezTo>
                                      <a:cubicBezTo>
                                        <a:pt x="612" y="728"/>
                                        <a:pt x="682" y="474"/>
                                        <a:pt x="725" y="332"/>
                                      </a:cubicBezTo>
                                      <a:cubicBezTo>
                                        <a:pt x="768" y="190"/>
                                        <a:pt x="794" y="0"/>
                                        <a:pt x="833" y="12"/>
                                      </a:cubicBezTo>
                                      <a:cubicBezTo>
                                        <a:pt x="872" y="24"/>
                                        <a:pt x="951" y="271"/>
                                        <a:pt x="958" y="406"/>
                                      </a:cubicBezTo>
                                      <a:cubicBezTo>
                                        <a:pt x="965" y="541"/>
                                        <a:pt x="944" y="638"/>
                                        <a:pt x="874" y="824"/>
                                      </a:cubicBezTo>
                                      <a:cubicBezTo>
                                        <a:pt x="804" y="1010"/>
                                        <a:pt x="637" y="1319"/>
                                        <a:pt x="540" y="1522"/>
                                      </a:cubicBezTo>
                                      <a:cubicBezTo>
                                        <a:pt x="443" y="1725"/>
                                        <a:pt x="355" y="1898"/>
                                        <a:pt x="290" y="2040"/>
                                      </a:cubicBezTo>
                                      <a:cubicBezTo>
                                        <a:pt x="225" y="2182"/>
                                        <a:pt x="179" y="2249"/>
                                        <a:pt x="151" y="2376"/>
                                      </a:cubicBezTo>
                                      <a:cubicBezTo>
                                        <a:pt x="123" y="2503"/>
                                        <a:pt x="126" y="2717"/>
                                        <a:pt x="120" y="280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Freeform 469"/>
                              <wps:cNvSpPr>
                                <a:spLocks/>
                              </wps:cNvSpPr>
                              <wps:spPr bwMode="auto">
                                <a:xfrm>
                                  <a:off x="3371" y="4292"/>
                                  <a:ext cx="1096" cy="5656"/>
                                </a:xfrm>
                                <a:custGeom>
                                  <a:avLst/>
                                  <a:gdLst>
                                    <a:gd name="T0" fmla="*/ 820 w 1096"/>
                                    <a:gd name="T1" fmla="*/ 290 h 5656"/>
                                    <a:gd name="T2" fmla="*/ 863 w 1096"/>
                                    <a:gd name="T3" fmla="*/ 56 h 5656"/>
                                    <a:gd name="T4" fmla="*/ 586 w 1096"/>
                                    <a:gd name="T5" fmla="*/ 626 h 5656"/>
                                    <a:gd name="T6" fmla="*/ 201 w 1096"/>
                                    <a:gd name="T7" fmla="*/ 1568 h 5656"/>
                                    <a:gd name="T8" fmla="*/ 57 w 1096"/>
                                    <a:gd name="T9" fmla="*/ 2054 h 5656"/>
                                    <a:gd name="T10" fmla="*/ 7 w 1096"/>
                                    <a:gd name="T11" fmla="*/ 2546 h 5656"/>
                                    <a:gd name="T12" fmla="*/ 97 w 1096"/>
                                    <a:gd name="T13" fmla="*/ 2906 h 5656"/>
                                    <a:gd name="T14" fmla="*/ 317 w 1096"/>
                                    <a:gd name="T15" fmla="*/ 3249 h 5656"/>
                                    <a:gd name="T16" fmla="*/ 500 w 1096"/>
                                    <a:gd name="T17" fmla="*/ 3708 h 5656"/>
                                    <a:gd name="T18" fmla="*/ 656 w 1096"/>
                                    <a:gd name="T19" fmla="*/ 4375 h 5656"/>
                                    <a:gd name="T20" fmla="*/ 925 w 1096"/>
                                    <a:gd name="T21" fmla="*/ 5028 h 5656"/>
                                    <a:gd name="T22" fmla="*/ 1057 w 1096"/>
                                    <a:gd name="T23" fmla="*/ 5352 h 5656"/>
                                    <a:gd name="T24" fmla="*/ 1086 w 1096"/>
                                    <a:gd name="T25" fmla="*/ 5529 h 5656"/>
                                    <a:gd name="T26" fmla="*/ 997 w 1096"/>
                                    <a:gd name="T27" fmla="*/ 5656 h 56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096" h="5656">
                                      <a:moveTo>
                                        <a:pt x="820" y="290"/>
                                      </a:moveTo>
                                      <a:cubicBezTo>
                                        <a:pt x="829" y="251"/>
                                        <a:pt x="902" y="0"/>
                                        <a:pt x="863" y="56"/>
                                      </a:cubicBezTo>
                                      <a:cubicBezTo>
                                        <a:pt x="824" y="112"/>
                                        <a:pt x="696" y="374"/>
                                        <a:pt x="586" y="626"/>
                                      </a:cubicBezTo>
                                      <a:cubicBezTo>
                                        <a:pt x="476" y="878"/>
                                        <a:pt x="290" y="1330"/>
                                        <a:pt x="201" y="1568"/>
                                      </a:cubicBezTo>
                                      <a:cubicBezTo>
                                        <a:pt x="113" y="1806"/>
                                        <a:pt x="89" y="1891"/>
                                        <a:pt x="57" y="2054"/>
                                      </a:cubicBezTo>
                                      <a:cubicBezTo>
                                        <a:pt x="25" y="2217"/>
                                        <a:pt x="0" y="2404"/>
                                        <a:pt x="7" y="2546"/>
                                      </a:cubicBezTo>
                                      <a:cubicBezTo>
                                        <a:pt x="14" y="2688"/>
                                        <a:pt x="45" y="2789"/>
                                        <a:pt x="97" y="2906"/>
                                      </a:cubicBezTo>
                                      <a:cubicBezTo>
                                        <a:pt x="149" y="3023"/>
                                        <a:pt x="250" y="3115"/>
                                        <a:pt x="317" y="3249"/>
                                      </a:cubicBezTo>
                                      <a:cubicBezTo>
                                        <a:pt x="384" y="3383"/>
                                        <a:pt x="444" y="3520"/>
                                        <a:pt x="500" y="3708"/>
                                      </a:cubicBezTo>
                                      <a:cubicBezTo>
                                        <a:pt x="556" y="3896"/>
                                        <a:pt x="585" y="4155"/>
                                        <a:pt x="656" y="4375"/>
                                      </a:cubicBezTo>
                                      <a:cubicBezTo>
                                        <a:pt x="727" y="4595"/>
                                        <a:pt x="858" y="4865"/>
                                        <a:pt x="925" y="5028"/>
                                      </a:cubicBezTo>
                                      <a:cubicBezTo>
                                        <a:pt x="992" y="5191"/>
                                        <a:pt x="1030" y="5269"/>
                                        <a:pt x="1057" y="5352"/>
                                      </a:cubicBezTo>
                                      <a:cubicBezTo>
                                        <a:pt x="1084" y="5435"/>
                                        <a:pt x="1096" y="5478"/>
                                        <a:pt x="1086" y="5529"/>
                                      </a:cubicBezTo>
                                      <a:cubicBezTo>
                                        <a:pt x="1076" y="5580"/>
                                        <a:pt x="1015" y="5630"/>
                                        <a:pt x="997" y="56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Freeform 470"/>
                              <wps:cNvSpPr>
                                <a:spLocks/>
                              </wps:cNvSpPr>
                              <wps:spPr bwMode="auto">
                                <a:xfrm flipH="1">
                                  <a:off x="4306" y="3556"/>
                                  <a:ext cx="553" cy="1080"/>
                                </a:xfrm>
                                <a:custGeom>
                                  <a:avLst/>
                                  <a:gdLst>
                                    <a:gd name="T0" fmla="*/ 0 w 552"/>
                                    <a:gd name="T1" fmla="*/ 0 h 1080"/>
                                    <a:gd name="T2" fmla="*/ 306 w 552"/>
                                    <a:gd name="T3" fmla="*/ 330 h 1080"/>
                                    <a:gd name="T4" fmla="*/ 444 w 552"/>
                                    <a:gd name="T5" fmla="*/ 570 h 1080"/>
                                    <a:gd name="T6" fmla="*/ 492 w 552"/>
                                    <a:gd name="T7" fmla="*/ 804 h 1080"/>
                                    <a:gd name="T8" fmla="*/ 552 w 552"/>
                                    <a:gd name="T9" fmla="*/ 1080 h 1080"/>
                                  </a:gdLst>
                                  <a:ahLst/>
                                  <a:cxnLst>
                                    <a:cxn ang="0">
                                      <a:pos x="T0" y="T1"/>
                                    </a:cxn>
                                    <a:cxn ang="0">
                                      <a:pos x="T2" y="T3"/>
                                    </a:cxn>
                                    <a:cxn ang="0">
                                      <a:pos x="T4" y="T5"/>
                                    </a:cxn>
                                    <a:cxn ang="0">
                                      <a:pos x="T6" y="T7"/>
                                    </a:cxn>
                                    <a:cxn ang="0">
                                      <a:pos x="T8" y="T9"/>
                                    </a:cxn>
                                  </a:cxnLst>
                                  <a:rect l="0" t="0" r="r" b="b"/>
                                  <a:pathLst>
                                    <a:path w="552" h="1080">
                                      <a:moveTo>
                                        <a:pt x="0" y="0"/>
                                      </a:moveTo>
                                      <a:cubicBezTo>
                                        <a:pt x="52" y="55"/>
                                        <a:pt x="232" y="235"/>
                                        <a:pt x="306" y="330"/>
                                      </a:cubicBezTo>
                                      <a:cubicBezTo>
                                        <a:pt x="380" y="425"/>
                                        <a:pt x="413" y="491"/>
                                        <a:pt x="444" y="570"/>
                                      </a:cubicBezTo>
                                      <a:cubicBezTo>
                                        <a:pt x="475" y="649"/>
                                        <a:pt x="474" y="719"/>
                                        <a:pt x="492" y="804"/>
                                      </a:cubicBezTo>
                                      <a:cubicBezTo>
                                        <a:pt x="510" y="889"/>
                                        <a:pt x="540" y="1023"/>
                                        <a:pt x="552" y="1080"/>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471"/>
                              <wps:cNvSpPr>
                                <a:spLocks/>
                              </wps:cNvSpPr>
                              <wps:spPr bwMode="auto">
                                <a:xfrm flipH="1">
                                  <a:off x="3570" y="3485"/>
                                  <a:ext cx="485" cy="595"/>
                                </a:xfrm>
                                <a:custGeom>
                                  <a:avLst/>
                                  <a:gdLst>
                                    <a:gd name="T0" fmla="*/ 470 w 484"/>
                                    <a:gd name="T1" fmla="*/ 581 h 595"/>
                                    <a:gd name="T2" fmla="*/ 405 w 484"/>
                                    <a:gd name="T3" fmla="*/ 497 h 595"/>
                                    <a:gd name="T4" fmla="*/ 309 w 484"/>
                                    <a:gd name="T5" fmla="*/ 367 h 595"/>
                                    <a:gd name="T6" fmla="*/ 252 w 484"/>
                                    <a:gd name="T7" fmla="*/ 228 h 595"/>
                                    <a:gd name="T8" fmla="*/ 223 w 484"/>
                                    <a:gd name="T9" fmla="*/ 137 h 595"/>
                                    <a:gd name="T10" fmla="*/ 184 w 484"/>
                                    <a:gd name="T11" fmla="*/ 106 h 595"/>
                                    <a:gd name="T12" fmla="*/ 21 w 484"/>
                                    <a:gd name="T13" fmla="*/ 5 h 595"/>
                                    <a:gd name="T14" fmla="*/ 60 w 484"/>
                                    <a:gd name="T15" fmla="*/ 75 h 595"/>
                                    <a:gd name="T16" fmla="*/ 177 w 484"/>
                                    <a:gd name="T17" fmla="*/ 223 h 595"/>
                                    <a:gd name="T18" fmla="*/ 321 w 484"/>
                                    <a:gd name="T19" fmla="*/ 415 h 595"/>
                                    <a:gd name="T20" fmla="*/ 470 w 484"/>
                                    <a:gd name="T21" fmla="*/ 581 h 5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84" h="595">
                                      <a:moveTo>
                                        <a:pt x="470" y="581"/>
                                      </a:moveTo>
                                      <a:cubicBezTo>
                                        <a:pt x="484" y="595"/>
                                        <a:pt x="432" y="533"/>
                                        <a:pt x="405" y="497"/>
                                      </a:cubicBezTo>
                                      <a:cubicBezTo>
                                        <a:pt x="378" y="461"/>
                                        <a:pt x="334" y="412"/>
                                        <a:pt x="309" y="367"/>
                                      </a:cubicBezTo>
                                      <a:cubicBezTo>
                                        <a:pt x="284" y="322"/>
                                        <a:pt x="266" y="266"/>
                                        <a:pt x="252" y="228"/>
                                      </a:cubicBezTo>
                                      <a:cubicBezTo>
                                        <a:pt x="238" y="190"/>
                                        <a:pt x="234" y="157"/>
                                        <a:pt x="223" y="137"/>
                                      </a:cubicBezTo>
                                      <a:cubicBezTo>
                                        <a:pt x="212" y="117"/>
                                        <a:pt x="218" y="128"/>
                                        <a:pt x="184" y="106"/>
                                      </a:cubicBezTo>
                                      <a:cubicBezTo>
                                        <a:pt x="150" y="84"/>
                                        <a:pt x="42" y="10"/>
                                        <a:pt x="21" y="5"/>
                                      </a:cubicBezTo>
                                      <a:cubicBezTo>
                                        <a:pt x="0" y="0"/>
                                        <a:pt x="34" y="39"/>
                                        <a:pt x="60" y="75"/>
                                      </a:cubicBezTo>
                                      <a:cubicBezTo>
                                        <a:pt x="86" y="111"/>
                                        <a:pt x="134" y="166"/>
                                        <a:pt x="177" y="223"/>
                                      </a:cubicBezTo>
                                      <a:cubicBezTo>
                                        <a:pt x="220" y="280"/>
                                        <a:pt x="274" y="354"/>
                                        <a:pt x="321" y="415"/>
                                      </a:cubicBezTo>
                                      <a:cubicBezTo>
                                        <a:pt x="368" y="476"/>
                                        <a:pt x="456" y="567"/>
                                        <a:pt x="470" y="581"/>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72"/>
                              <wps:cNvSpPr>
                                <a:spLocks/>
                              </wps:cNvSpPr>
                              <wps:spPr bwMode="auto">
                                <a:xfrm flipH="1">
                                  <a:off x="4844" y="4215"/>
                                  <a:ext cx="184" cy="825"/>
                                </a:xfrm>
                                <a:custGeom>
                                  <a:avLst/>
                                  <a:gdLst>
                                    <a:gd name="T0" fmla="*/ 15 w 184"/>
                                    <a:gd name="T1" fmla="*/ 177 h 825"/>
                                    <a:gd name="T2" fmla="*/ 87 w 184"/>
                                    <a:gd name="T3" fmla="*/ 485 h 825"/>
                                    <a:gd name="T4" fmla="*/ 131 w 184"/>
                                    <a:gd name="T5" fmla="*/ 811 h 825"/>
                                    <a:gd name="T6" fmla="*/ 147 w 184"/>
                                    <a:gd name="T7" fmla="*/ 571 h 825"/>
                                    <a:gd name="T8" fmla="*/ 171 w 184"/>
                                    <a:gd name="T9" fmla="*/ 252 h 825"/>
                                    <a:gd name="T10" fmla="*/ 174 w 184"/>
                                    <a:gd name="T11" fmla="*/ 165 h 825"/>
                                    <a:gd name="T12" fmla="*/ 109 w 184"/>
                                    <a:gd name="T13" fmla="*/ 120 h 825"/>
                                    <a:gd name="T14" fmla="*/ 15 w 184"/>
                                    <a:gd name="T15" fmla="*/ 9 h 825"/>
                                    <a:gd name="T16" fmla="*/ 15 w 184"/>
                                    <a:gd name="T17" fmla="*/ 177 h 8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84" h="825">
                                      <a:moveTo>
                                        <a:pt x="15" y="177"/>
                                      </a:moveTo>
                                      <a:cubicBezTo>
                                        <a:pt x="27" y="256"/>
                                        <a:pt x="68" y="379"/>
                                        <a:pt x="87" y="485"/>
                                      </a:cubicBezTo>
                                      <a:cubicBezTo>
                                        <a:pt x="106" y="591"/>
                                        <a:pt x="121" y="797"/>
                                        <a:pt x="131" y="811"/>
                                      </a:cubicBezTo>
                                      <a:cubicBezTo>
                                        <a:pt x="141" y="825"/>
                                        <a:pt x="140" y="664"/>
                                        <a:pt x="147" y="571"/>
                                      </a:cubicBezTo>
                                      <a:cubicBezTo>
                                        <a:pt x="154" y="478"/>
                                        <a:pt x="167" y="320"/>
                                        <a:pt x="171" y="252"/>
                                      </a:cubicBezTo>
                                      <a:cubicBezTo>
                                        <a:pt x="175" y="184"/>
                                        <a:pt x="184" y="187"/>
                                        <a:pt x="174" y="165"/>
                                      </a:cubicBezTo>
                                      <a:cubicBezTo>
                                        <a:pt x="164" y="143"/>
                                        <a:pt x="136" y="146"/>
                                        <a:pt x="109" y="120"/>
                                      </a:cubicBezTo>
                                      <a:cubicBezTo>
                                        <a:pt x="82" y="94"/>
                                        <a:pt x="30" y="0"/>
                                        <a:pt x="15" y="9"/>
                                      </a:cubicBezTo>
                                      <a:cubicBezTo>
                                        <a:pt x="0" y="18"/>
                                        <a:pt x="3" y="98"/>
                                        <a:pt x="15" y="177"/>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73"/>
                              <wps:cNvSpPr>
                                <a:spLocks/>
                              </wps:cNvSpPr>
                              <wps:spPr bwMode="auto">
                                <a:xfrm flipH="1">
                                  <a:off x="2524" y="6250"/>
                                  <a:ext cx="154" cy="102"/>
                                </a:xfrm>
                                <a:custGeom>
                                  <a:avLst/>
                                  <a:gdLst>
                                    <a:gd name="T0" fmla="*/ 146 w 154"/>
                                    <a:gd name="T1" fmla="*/ 102 h 102"/>
                                    <a:gd name="T2" fmla="*/ 86 w 154"/>
                                    <a:gd name="T3" fmla="*/ 42 h 102"/>
                                    <a:gd name="T4" fmla="*/ 2 w 154"/>
                                    <a:gd name="T5" fmla="*/ 6 h 102"/>
                                    <a:gd name="T6" fmla="*/ 98 w 154"/>
                                    <a:gd name="T7" fmla="*/ 6 h 102"/>
                                    <a:gd name="T8" fmla="*/ 134 w 154"/>
                                    <a:gd name="T9" fmla="*/ 42 h 102"/>
                                    <a:gd name="T10" fmla="*/ 146 w 154"/>
                                    <a:gd name="T11" fmla="*/ 102 h 102"/>
                                  </a:gdLst>
                                  <a:ahLst/>
                                  <a:cxnLst>
                                    <a:cxn ang="0">
                                      <a:pos x="T0" y="T1"/>
                                    </a:cxn>
                                    <a:cxn ang="0">
                                      <a:pos x="T2" y="T3"/>
                                    </a:cxn>
                                    <a:cxn ang="0">
                                      <a:pos x="T4" y="T5"/>
                                    </a:cxn>
                                    <a:cxn ang="0">
                                      <a:pos x="T6" y="T7"/>
                                    </a:cxn>
                                    <a:cxn ang="0">
                                      <a:pos x="T8" y="T9"/>
                                    </a:cxn>
                                    <a:cxn ang="0">
                                      <a:pos x="T10" y="T11"/>
                                    </a:cxn>
                                  </a:cxnLst>
                                  <a:rect l="0" t="0" r="r" b="b"/>
                                  <a:pathLst>
                                    <a:path w="154" h="102">
                                      <a:moveTo>
                                        <a:pt x="146" y="102"/>
                                      </a:moveTo>
                                      <a:cubicBezTo>
                                        <a:pt x="138" y="102"/>
                                        <a:pt x="110" y="58"/>
                                        <a:pt x="86" y="42"/>
                                      </a:cubicBezTo>
                                      <a:cubicBezTo>
                                        <a:pt x="62" y="26"/>
                                        <a:pt x="0" y="12"/>
                                        <a:pt x="2" y="6"/>
                                      </a:cubicBezTo>
                                      <a:cubicBezTo>
                                        <a:pt x="4" y="0"/>
                                        <a:pt x="76" y="0"/>
                                        <a:pt x="98" y="6"/>
                                      </a:cubicBezTo>
                                      <a:cubicBezTo>
                                        <a:pt x="120" y="12"/>
                                        <a:pt x="128" y="27"/>
                                        <a:pt x="134" y="42"/>
                                      </a:cubicBezTo>
                                      <a:cubicBezTo>
                                        <a:pt x="140" y="57"/>
                                        <a:pt x="154" y="102"/>
                                        <a:pt x="146" y="10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74"/>
                              <wps:cNvSpPr>
                                <a:spLocks/>
                              </wps:cNvSpPr>
                              <wps:spPr bwMode="auto">
                                <a:xfrm flipH="1">
                                  <a:off x="2814" y="6752"/>
                                  <a:ext cx="230" cy="909"/>
                                </a:xfrm>
                                <a:custGeom>
                                  <a:avLst/>
                                  <a:gdLst>
                                    <a:gd name="T0" fmla="*/ 175 w 230"/>
                                    <a:gd name="T1" fmla="*/ 2 h 909"/>
                                    <a:gd name="T2" fmla="*/ 163 w 230"/>
                                    <a:gd name="T3" fmla="*/ 254 h 909"/>
                                    <a:gd name="T4" fmla="*/ 211 w 230"/>
                                    <a:gd name="T5" fmla="*/ 488 h 909"/>
                                    <a:gd name="T6" fmla="*/ 49 w 230"/>
                                    <a:gd name="T7" fmla="*/ 866 h 909"/>
                                    <a:gd name="T8" fmla="*/ 25 w 230"/>
                                    <a:gd name="T9" fmla="*/ 746 h 909"/>
                                    <a:gd name="T10" fmla="*/ 199 w 230"/>
                                    <a:gd name="T11" fmla="*/ 494 h 909"/>
                                    <a:gd name="T12" fmla="*/ 151 w 230"/>
                                    <a:gd name="T13" fmla="*/ 368 h 909"/>
                                    <a:gd name="T14" fmla="*/ 121 w 230"/>
                                    <a:gd name="T15" fmla="*/ 242 h 909"/>
                                    <a:gd name="T16" fmla="*/ 175 w 230"/>
                                    <a:gd name="T17" fmla="*/ 2 h 9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230" h="909">
                                      <a:moveTo>
                                        <a:pt x="175" y="2"/>
                                      </a:moveTo>
                                      <a:cubicBezTo>
                                        <a:pt x="182" y="4"/>
                                        <a:pt x="157" y="173"/>
                                        <a:pt x="163" y="254"/>
                                      </a:cubicBezTo>
                                      <a:cubicBezTo>
                                        <a:pt x="169" y="335"/>
                                        <a:pt x="230" y="386"/>
                                        <a:pt x="211" y="488"/>
                                      </a:cubicBezTo>
                                      <a:cubicBezTo>
                                        <a:pt x="192" y="590"/>
                                        <a:pt x="80" y="823"/>
                                        <a:pt x="49" y="866"/>
                                      </a:cubicBezTo>
                                      <a:cubicBezTo>
                                        <a:pt x="18" y="909"/>
                                        <a:pt x="0" y="808"/>
                                        <a:pt x="25" y="746"/>
                                      </a:cubicBezTo>
                                      <a:cubicBezTo>
                                        <a:pt x="50" y="684"/>
                                        <a:pt x="178" y="557"/>
                                        <a:pt x="199" y="494"/>
                                      </a:cubicBezTo>
                                      <a:cubicBezTo>
                                        <a:pt x="220" y="431"/>
                                        <a:pt x="164" y="410"/>
                                        <a:pt x="151" y="368"/>
                                      </a:cubicBezTo>
                                      <a:cubicBezTo>
                                        <a:pt x="138" y="326"/>
                                        <a:pt x="119" y="302"/>
                                        <a:pt x="121" y="242"/>
                                      </a:cubicBezTo>
                                      <a:cubicBezTo>
                                        <a:pt x="123" y="182"/>
                                        <a:pt x="168" y="0"/>
                                        <a:pt x="175" y="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75"/>
                              <wps:cNvSpPr>
                                <a:spLocks/>
                              </wps:cNvSpPr>
                              <wps:spPr bwMode="auto">
                                <a:xfrm flipH="1">
                                  <a:off x="3955" y="3608"/>
                                  <a:ext cx="1000" cy="614"/>
                                </a:xfrm>
                                <a:custGeom>
                                  <a:avLst/>
                                  <a:gdLst>
                                    <a:gd name="T0" fmla="*/ 0 w 998"/>
                                    <a:gd name="T1" fmla="*/ 614 h 614"/>
                                    <a:gd name="T2" fmla="*/ 144 w 998"/>
                                    <a:gd name="T3" fmla="*/ 350 h 614"/>
                                    <a:gd name="T4" fmla="*/ 523 w 998"/>
                                    <a:gd name="T5" fmla="*/ 100 h 614"/>
                                    <a:gd name="T6" fmla="*/ 998 w 998"/>
                                    <a:gd name="T7" fmla="*/ 0 h 614"/>
                                  </a:gdLst>
                                  <a:ahLst/>
                                  <a:cxnLst>
                                    <a:cxn ang="0">
                                      <a:pos x="T0" y="T1"/>
                                    </a:cxn>
                                    <a:cxn ang="0">
                                      <a:pos x="T2" y="T3"/>
                                    </a:cxn>
                                    <a:cxn ang="0">
                                      <a:pos x="T4" y="T5"/>
                                    </a:cxn>
                                    <a:cxn ang="0">
                                      <a:pos x="T6" y="T7"/>
                                    </a:cxn>
                                  </a:cxnLst>
                                  <a:rect l="0" t="0" r="r" b="b"/>
                                  <a:pathLst>
                                    <a:path w="998" h="614">
                                      <a:moveTo>
                                        <a:pt x="0" y="614"/>
                                      </a:moveTo>
                                      <a:cubicBezTo>
                                        <a:pt x="29" y="524"/>
                                        <a:pt x="57" y="436"/>
                                        <a:pt x="144" y="350"/>
                                      </a:cubicBezTo>
                                      <a:cubicBezTo>
                                        <a:pt x="231" y="264"/>
                                        <a:pt x="381" y="158"/>
                                        <a:pt x="523" y="100"/>
                                      </a:cubicBezTo>
                                      <a:cubicBezTo>
                                        <a:pt x="665" y="42"/>
                                        <a:pt x="899" y="21"/>
                                        <a:pt x="998" y="0"/>
                                      </a:cubicBezTo>
                                    </a:path>
                                  </a:pathLst>
                                </a:custGeom>
                                <a:noFill/>
                                <a:ln w="9525" cap="rnd">
                                  <a:solidFill>
                                    <a:srgbClr val="000000"/>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76"/>
                              <wps:cNvSpPr>
                                <a:spLocks/>
                              </wps:cNvSpPr>
                              <wps:spPr bwMode="auto">
                                <a:xfrm flipH="1">
                                  <a:off x="3098" y="3454"/>
                                  <a:ext cx="1677" cy="6456"/>
                                </a:xfrm>
                                <a:custGeom>
                                  <a:avLst/>
                                  <a:gdLst>
                                    <a:gd name="T0" fmla="*/ 0 w 1673"/>
                                    <a:gd name="T1" fmla="*/ 0 h 6456"/>
                                    <a:gd name="T2" fmla="*/ 300 w 1673"/>
                                    <a:gd name="T3" fmla="*/ 318 h 6456"/>
                                    <a:gd name="T4" fmla="*/ 648 w 1673"/>
                                    <a:gd name="T5" fmla="*/ 786 h 6456"/>
                                    <a:gd name="T6" fmla="*/ 1008 w 1673"/>
                                    <a:gd name="T7" fmla="*/ 1554 h 6456"/>
                                    <a:gd name="T8" fmla="*/ 1332 w 1673"/>
                                    <a:gd name="T9" fmla="*/ 2370 h 6456"/>
                                    <a:gd name="T10" fmla="*/ 1482 w 1673"/>
                                    <a:gd name="T11" fmla="*/ 2868 h 6456"/>
                                    <a:gd name="T12" fmla="*/ 1524 w 1673"/>
                                    <a:gd name="T13" fmla="*/ 3324 h 6456"/>
                                    <a:gd name="T14" fmla="*/ 1542 w 1673"/>
                                    <a:gd name="T15" fmla="*/ 3576 h 6456"/>
                                    <a:gd name="T16" fmla="*/ 1668 w 1673"/>
                                    <a:gd name="T17" fmla="*/ 4056 h 6456"/>
                                    <a:gd name="T18" fmla="*/ 1572 w 1673"/>
                                    <a:gd name="T19" fmla="*/ 4518 h 6456"/>
                                    <a:gd name="T20" fmla="*/ 1182 w 1673"/>
                                    <a:gd name="T21" fmla="*/ 5328 h 6456"/>
                                    <a:gd name="T22" fmla="*/ 912 w 1673"/>
                                    <a:gd name="T23" fmla="*/ 5880 h 6456"/>
                                    <a:gd name="T24" fmla="*/ 840 w 1673"/>
                                    <a:gd name="T25" fmla="*/ 6144 h 6456"/>
                                    <a:gd name="T26" fmla="*/ 828 w 1673"/>
                                    <a:gd name="T27" fmla="*/ 6456 h 6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673" h="6456">
                                      <a:moveTo>
                                        <a:pt x="0" y="0"/>
                                      </a:moveTo>
                                      <a:cubicBezTo>
                                        <a:pt x="50" y="53"/>
                                        <a:pt x="192" y="187"/>
                                        <a:pt x="300" y="318"/>
                                      </a:cubicBezTo>
                                      <a:cubicBezTo>
                                        <a:pt x="408" y="449"/>
                                        <a:pt x="530" y="580"/>
                                        <a:pt x="648" y="786"/>
                                      </a:cubicBezTo>
                                      <a:cubicBezTo>
                                        <a:pt x="766" y="992"/>
                                        <a:pt x="894" y="1290"/>
                                        <a:pt x="1008" y="1554"/>
                                      </a:cubicBezTo>
                                      <a:cubicBezTo>
                                        <a:pt x="1122" y="1818"/>
                                        <a:pt x="1253" y="2151"/>
                                        <a:pt x="1332" y="2370"/>
                                      </a:cubicBezTo>
                                      <a:cubicBezTo>
                                        <a:pt x="1411" y="2589"/>
                                        <a:pt x="1450" y="2709"/>
                                        <a:pt x="1482" y="2868"/>
                                      </a:cubicBezTo>
                                      <a:cubicBezTo>
                                        <a:pt x="1514" y="3027"/>
                                        <a:pt x="1514" y="3206"/>
                                        <a:pt x="1524" y="3324"/>
                                      </a:cubicBezTo>
                                      <a:cubicBezTo>
                                        <a:pt x="1534" y="3442"/>
                                        <a:pt x="1518" y="3454"/>
                                        <a:pt x="1542" y="3576"/>
                                      </a:cubicBezTo>
                                      <a:cubicBezTo>
                                        <a:pt x="1566" y="3698"/>
                                        <a:pt x="1663" y="3899"/>
                                        <a:pt x="1668" y="4056"/>
                                      </a:cubicBezTo>
                                      <a:cubicBezTo>
                                        <a:pt x="1673" y="4213"/>
                                        <a:pt x="1653" y="4306"/>
                                        <a:pt x="1572" y="4518"/>
                                      </a:cubicBezTo>
                                      <a:cubicBezTo>
                                        <a:pt x="1491" y="4730"/>
                                        <a:pt x="1292" y="5101"/>
                                        <a:pt x="1182" y="5328"/>
                                      </a:cubicBezTo>
                                      <a:cubicBezTo>
                                        <a:pt x="1072" y="5555"/>
                                        <a:pt x="969" y="5744"/>
                                        <a:pt x="912" y="5880"/>
                                      </a:cubicBezTo>
                                      <a:cubicBezTo>
                                        <a:pt x="855" y="6016"/>
                                        <a:pt x="854" y="6048"/>
                                        <a:pt x="840" y="6144"/>
                                      </a:cubicBezTo>
                                      <a:cubicBezTo>
                                        <a:pt x="826" y="6240"/>
                                        <a:pt x="830" y="6391"/>
                                        <a:pt x="828" y="6456"/>
                                      </a:cubicBezTo>
                                    </a:path>
                                  </a:pathLst>
                                </a:custGeom>
                                <a:noFill/>
                                <a:ln w="9525">
                                  <a:solidFill>
                                    <a:srgbClr val="33333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77"/>
                              <wps:cNvSpPr>
                                <a:spLocks/>
                              </wps:cNvSpPr>
                              <wps:spPr bwMode="auto">
                                <a:xfrm flipH="1">
                                  <a:off x="3390" y="10800"/>
                                  <a:ext cx="232" cy="138"/>
                                </a:xfrm>
                                <a:custGeom>
                                  <a:avLst/>
                                  <a:gdLst>
                                    <a:gd name="T0" fmla="*/ 232 w 232"/>
                                    <a:gd name="T1" fmla="*/ 130 h 138"/>
                                    <a:gd name="T2" fmla="*/ 158 w 232"/>
                                    <a:gd name="T3" fmla="*/ 130 h 138"/>
                                    <a:gd name="T4" fmla="*/ 57 w 232"/>
                                    <a:gd name="T5" fmla="*/ 79 h 138"/>
                                    <a:gd name="T6" fmla="*/ 0 w 232"/>
                                    <a:gd name="T7" fmla="*/ 0 h 138"/>
                                  </a:gdLst>
                                  <a:ahLst/>
                                  <a:cxnLst>
                                    <a:cxn ang="0">
                                      <a:pos x="T0" y="T1"/>
                                    </a:cxn>
                                    <a:cxn ang="0">
                                      <a:pos x="T2" y="T3"/>
                                    </a:cxn>
                                    <a:cxn ang="0">
                                      <a:pos x="T4" y="T5"/>
                                    </a:cxn>
                                    <a:cxn ang="0">
                                      <a:pos x="T6" y="T7"/>
                                    </a:cxn>
                                  </a:cxnLst>
                                  <a:rect l="0" t="0" r="r" b="b"/>
                                  <a:pathLst>
                                    <a:path w="232" h="138">
                                      <a:moveTo>
                                        <a:pt x="232" y="130"/>
                                      </a:moveTo>
                                      <a:cubicBezTo>
                                        <a:pt x="220" y="130"/>
                                        <a:pt x="187" y="138"/>
                                        <a:pt x="158" y="130"/>
                                      </a:cubicBezTo>
                                      <a:cubicBezTo>
                                        <a:pt x="129" y="122"/>
                                        <a:pt x="83" y="101"/>
                                        <a:pt x="57" y="79"/>
                                      </a:cubicBezTo>
                                      <a:cubicBezTo>
                                        <a:pt x="31" y="57"/>
                                        <a:pt x="12" y="16"/>
                                        <a:pt x="0" y="0"/>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78"/>
                              <wps:cNvSpPr>
                                <a:spLocks/>
                              </wps:cNvSpPr>
                              <wps:spPr bwMode="auto">
                                <a:xfrm flipH="1">
                                  <a:off x="4113" y="10239"/>
                                  <a:ext cx="569" cy="562"/>
                                </a:xfrm>
                                <a:custGeom>
                                  <a:avLst/>
                                  <a:gdLst>
                                    <a:gd name="T0" fmla="*/ 555 w 567"/>
                                    <a:gd name="T1" fmla="*/ 559 h 562"/>
                                    <a:gd name="T2" fmla="*/ 495 w 567"/>
                                    <a:gd name="T3" fmla="*/ 427 h 562"/>
                                    <a:gd name="T4" fmla="*/ 423 w 567"/>
                                    <a:gd name="T5" fmla="*/ 253 h 562"/>
                                    <a:gd name="T6" fmla="*/ 303 w 567"/>
                                    <a:gd name="T7" fmla="*/ 121 h 562"/>
                                    <a:gd name="T8" fmla="*/ 99 w 567"/>
                                    <a:gd name="T9" fmla="*/ 49 h 562"/>
                                    <a:gd name="T10" fmla="*/ 9 w 567"/>
                                    <a:gd name="T11" fmla="*/ 1 h 562"/>
                                    <a:gd name="T12" fmla="*/ 45 w 567"/>
                                    <a:gd name="T13" fmla="*/ 43 h 562"/>
                                    <a:gd name="T14" fmla="*/ 141 w 567"/>
                                    <a:gd name="T15" fmla="*/ 97 h 562"/>
                                    <a:gd name="T16" fmla="*/ 237 w 567"/>
                                    <a:gd name="T17" fmla="*/ 193 h 562"/>
                                    <a:gd name="T18" fmla="*/ 321 w 567"/>
                                    <a:gd name="T19" fmla="*/ 307 h 562"/>
                                    <a:gd name="T20" fmla="*/ 423 w 567"/>
                                    <a:gd name="T21" fmla="*/ 445 h 562"/>
                                    <a:gd name="T22" fmla="*/ 555 w 567"/>
                                    <a:gd name="T23" fmla="*/ 559 h 5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567" h="562">
                                      <a:moveTo>
                                        <a:pt x="555" y="559"/>
                                      </a:moveTo>
                                      <a:cubicBezTo>
                                        <a:pt x="567" y="556"/>
                                        <a:pt x="517" y="478"/>
                                        <a:pt x="495" y="427"/>
                                      </a:cubicBezTo>
                                      <a:cubicBezTo>
                                        <a:pt x="473" y="376"/>
                                        <a:pt x="455" y="304"/>
                                        <a:pt x="423" y="253"/>
                                      </a:cubicBezTo>
                                      <a:cubicBezTo>
                                        <a:pt x="391" y="202"/>
                                        <a:pt x="357" y="155"/>
                                        <a:pt x="303" y="121"/>
                                      </a:cubicBezTo>
                                      <a:cubicBezTo>
                                        <a:pt x="249" y="87"/>
                                        <a:pt x="148" y="69"/>
                                        <a:pt x="99" y="49"/>
                                      </a:cubicBezTo>
                                      <a:cubicBezTo>
                                        <a:pt x="50" y="29"/>
                                        <a:pt x="18" y="2"/>
                                        <a:pt x="9" y="1"/>
                                      </a:cubicBezTo>
                                      <a:cubicBezTo>
                                        <a:pt x="0" y="0"/>
                                        <a:pt x="23" y="27"/>
                                        <a:pt x="45" y="43"/>
                                      </a:cubicBezTo>
                                      <a:cubicBezTo>
                                        <a:pt x="67" y="59"/>
                                        <a:pt x="109" y="72"/>
                                        <a:pt x="141" y="97"/>
                                      </a:cubicBezTo>
                                      <a:cubicBezTo>
                                        <a:pt x="173" y="122"/>
                                        <a:pt x="207" y="158"/>
                                        <a:pt x="237" y="193"/>
                                      </a:cubicBezTo>
                                      <a:cubicBezTo>
                                        <a:pt x="267" y="228"/>
                                        <a:pt x="290" y="265"/>
                                        <a:pt x="321" y="307"/>
                                      </a:cubicBezTo>
                                      <a:cubicBezTo>
                                        <a:pt x="352" y="349"/>
                                        <a:pt x="384" y="406"/>
                                        <a:pt x="423" y="445"/>
                                      </a:cubicBezTo>
                                      <a:cubicBezTo>
                                        <a:pt x="462" y="484"/>
                                        <a:pt x="543" y="562"/>
                                        <a:pt x="555" y="559"/>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9"/>
                              <wps:cNvSpPr>
                                <a:spLocks/>
                              </wps:cNvSpPr>
                              <wps:spPr bwMode="auto">
                                <a:xfrm flipH="1">
                                  <a:off x="3354" y="10931"/>
                                  <a:ext cx="99" cy="52"/>
                                </a:xfrm>
                                <a:custGeom>
                                  <a:avLst/>
                                  <a:gdLst>
                                    <a:gd name="T0" fmla="*/ 71 w 99"/>
                                    <a:gd name="T1" fmla="*/ 1 h 52"/>
                                    <a:gd name="T2" fmla="*/ 92 w 99"/>
                                    <a:gd name="T3" fmla="*/ 18 h 52"/>
                                    <a:gd name="T4" fmla="*/ 92 w 99"/>
                                    <a:gd name="T5" fmla="*/ 47 h 52"/>
                                    <a:gd name="T6" fmla="*/ 49 w 99"/>
                                    <a:gd name="T7" fmla="*/ 49 h 52"/>
                                    <a:gd name="T8" fmla="*/ 6 w 99"/>
                                    <a:gd name="T9" fmla="*/ 47 h 52"/>
                                    <a:gd name="T10" fmla="*/ 13 w 99"/>
                                    <a:gd name="T11" fmla="*/ 23 h 52"/>
                                    <a:gd name="T12" fmla="*/ 71 w 99"/>
                                    <a:gd name="T13" fmla="*/ 1 h 52"/>
                                  </a:gdLst>
                                  <a:ahLst/>
                                  <a:cxnLst>
                                    <a:cxn ang="0">
                                      <a:pos x="T0" y="T1"/>
                                    </a:cxn>
                                    <a:cxn ang="0">
                                      <a:pos x="T2" y="T3"/>
                                    </a:cxn>
                                    <a:cxn ang="0">
                                      <a:pos x="T4" y="T5"/>
                                    </a:cxn>
                                    <a:cxn ang="0">
                                      <a:pos x="T6" y="T7"/>
                                    </a:cxn>
                                    <a:cxn ang="0">
                                      <a:pos x="T8" y="T9"/>
                                    </a:cxn>
                                    <a:cxn ang="0">
                                      <a:pos x="T10" y="T11"/>
                                    </a:cxn>
                                    <a:cxn ang="0">
                                      <a:pos x="T12" y="T13"/>
                                    </a:cxn>
                                  </a:cxnLst>
                                  <a:rect l="0" t="0" r="r" b="b"/>
                                  <a:pathLst>
                                    <a:path w="99" h="52">
                                      <a:moveTo>
                                        <a:pt x="71" y="1"/>
                                      </a:moveTo>
                                      <a:cubicBezTo>
                                        <a:pt x="84" y="0"/>
                                        <a:pt x="89" y="10"/>
                                        <a:pt x="92" y="18"/>
                                      </a:cubicBezTo>
                                      <a:cubicBezTo>
                                        <a:pt x="95" y="26"/>
                                        <a:pt x="99" y="42"/>
                                        <a:pt x="92" y="47"/>
                                      </a:cubicBezTo>
                                      <a:cubicBezTo>
                                        <a:pt x="85" y="52"/>
                                        <a:pt x="63" y="49"/>
                                        <a:pt x="49" y="49"/>
                                      </a:cubicBezTo>
                                      <a:cubicBezTo>
                                        <a:pt x="35" y="49"/>
                                        <a:pt x="12" y="51"/>
                                        <a:pt x="6" y="47"/>
                                      </a:cubicBezTo>
                                      <a:cubicBezTo>
                                        <a:pt x="0" y="43"/>
                                        <a:pt x="2" y="29"/>
                                        <a:pt x="13" y="23"/>
                                      </a:cubicBezTo>
                                      <a:cubicBezTo>
                                        <a:pt x="24" y="17"/>
                                        <a:pt x="58" y="2"/>
                                        <a:pt x="71" y="1"/>
                                      </a:cubicBezTo>
                                      <a:close/>
                                    </a:path>
                                  </a:pathLst>
                                </a:custGeom>
                                <a:solidFill>
                                  <a:srgbClr val="C0C0C0"/>
                                </a:solidFill>
                                <a:ln w="9525">
                                  <a:solidFill>
                                    <a:srgbClr val="808080"/>
                                  </a:solidFill>
                                  <a:round/>
                                  <a:headEnd/>
                                  <a:tailEnd/>
                                </a:ln>
                              </wps:spPr>
                              <wps:bodyPr rot="0" vert="horz" wrap="square" lIns="91440" tIns="45720" rIns="91440" bIns="45720" anchor="t" anchorCtr="0" upright="1">
                                <a:noAutofit/>
                              </wps:bodyPr>
                            </wps:wsp>
                            <wps:wsp>
                              <wps:cNvPr id="49" name="Freeform 480"/>
                              <wps:cNvSpPr>
                                <a:spLocks/>
                              </wps:cNvSpPr>
                              <wps:spPr bwMode="auto">
                                <a:xfrm flipH="1">
                                  <a:off x="2457" y="3389"/>
                                  <a:ext cx="2606" cy="7735"/>
                                </a:xfrm>
                                <a:custGeom>
                                  <a:avLst/>
                                  <a:gdLst>
                                    <a:gd name="T0" fmla="*/ 0 w 2601"/>
                                    <a:gd name="T1" fmla="*/ 1277 h 7735"/>
                                    <a:gd name="T2" fmla="*/ 228 w 2601"/>
                                    <a:gd name="T3" fmla="*/ 1781 h 7735"/>
                                    <a:gd name="T4" fmla="*/ 470 w 2601"/>
                                    <a:gd name="T5" fmla="*/ 2059 h 7735"/>
                                    <a:gd name="T6" fmla="*/ 816 w 2601"/>
                                    <a:gd name="T7" fmla="*/ 2525 h 7735"/>
                                    <a:gd name="T8" fmla="*/ 1044 w 2601"/>
                                    <a:gd name="T9" fmla="*/ 2801 h 7735"/>
                                    <a:gd name="T10" fmla="*/ 1212 w 2601"/>
                                    <a:gd name="T11" fmla="*/ 3149 h 7735"/>
                                    <a:gd name="T12" fmla="*/ 1325 w 2601"/>
                                    <a:gd name="T13" fmla="*/ 3425 h 7735"/>
                                    <a:gd name="T14" fmla="*/ 1164 w 2601"/>
                                    <a:gd name="T15" fmla="*/ 3684 h 7735"/>
                                    <a:gd name="T16" fmla="*/ 914 w 2601"/>
                                    <a:gd name="T17" fmla="*/ 4097 h 7735"/>
                                    <a:gd name="T18" fmla="*/ 833 w 2601"/>
                                    <a:gd name="T19" fmla="*/ 4462 h 7735"/>
                                    <a:gd name="T20" fmla="*/ 799 w 2601"/>
                                    <a:gd name="T21" fmla="*/ 4846 h 7735"/>
                                    <a:gd name="T22" fmla="*/ 660 w 2601"/>
                                    <a:gd name="T23" fmla="*/ 5441 h 7735"/>
                                    <a:gd name="T24" fmla="*/ 554 w 2601"/>
                                    <a:gd name="T25" fmla="*/ 5907 h 7735"/>
                                    <a:gd name="T26" fmla="*/ 360 w 2601"/>
                                    <a:gd name="T27" fmla="*/ 6209 h 7735"/>
                                    <a:gd name="T28" fmla="*/ 168 w 2601"/>
                                    <a:gd name="T29" fmla="*/ 6389 h 7735"/>
                                    <a:gd name="T30" fmla="*/ 144 w 2601"/>
                                    <a:gd name="T31" fmla="*/ 6581 h 7735"/>
                                    <a:gd name="T32" fmla="*/ 312 w 2601"/>
                                    <a:gd name="T33" fmla="*/ 6797 h 7735"/>
                                    <a:gd name="T34" fmla="*/ 456 w 2601"/>
                                    <a:gd name="T35" fmla="*/ 6917 h 7735"/>
                                    <a:gd name="T36" fmla="*/ 576 w 2601"/>
                                    <a:gd name="T37" fmla="*/ 7007 h 7735"/>
                                    <a:gd name="T38" fmla="*/ 798 w 2601"/>
                                    <a:gd name="T39" fmla="*/ 7301 h 7735"/>
                                    <a:gd name="T40" fmla="*/ 938 w 2601"/>
                                    <a:gd name="T41" fmla="*/ 7438 h 7735"/>
                                    <a:gd name="T42" fmla="*/ 1092 w 2601"/>
                                    <a:gd name="T43" fmla="*/ 7625 h 7735"/>
                                    <a:gd name="T44" fmla="*/ 1284 w 2601"/>
                                    <a:gd name="T45" fmla="*/ 7709 h 7735"/>
                                    <a:gd name="T46" fmla="*/ 1428 w 2601"/>
                                    <a:gd name="T47" fmla="*/ 7697 h 7735"/>
                                    <a:gd name="T48" fmla="*/ 1512 w 2601"/>
                                    <a:gd name="T49" fmla="*/ 7733 h 7735"/>
                                    <a:gd name="T50" fmla="*/ 1692 w 2601"/>
                                    <a:gd name="T51" fmla="*/ 7709 h 7735"/>
                                    <a:gd name="T52" fmla="*/ 1758 w 2601"/>
                                    <a:gd name="T53" fmla="*/ 7607 h 7735"/>
                                    <a:gd name="T54" fmla="*/ 1644 w 2601"/>
                                    <a:gd name="T55" fmla="*/ 7517 h 7735"/>
                                    <a:gd name="T56" fmla="*/ 1534 w 2601"/>
                                    <a:gd name="T57" fmla="*/ 7469 h 7735"/>
                                    <a:gd name="T58" fmla="*/ 1428 w 2601"/>
                                    <a:gd name="T59" fmla="*/ 7402 h 7735"/>
                                    <a:gd name="T60" fmla="*/ 1320 w 2601"/>
                                    <a:gd name="T61" fmla="*/ 7193 h 7735"/>
                                    <a:gd name="T62" fmla="*/ 1224 w 2601"/>
                                    <a:gd name="T63" fmla="*/ 6827 h 7735"/>
                                    <a:gd name="T64" fmla="*/ 1164 w 2601"/>
                                    <a:gd name="T65" fmla="*/ 6575 h 7735"/>
                                    <a:gd name="T66" fmla="*/ 1248 w 2601"/>
                                    <a:gd name="T67" fmla="*/ 6101 h 7735"/>
                                    <a:gd name="T68" fmla="*/ 1476 w 2601"/>
                                    <a:gd name="T69" fmla="*/ 5561 h 7735"/>
                                    <a:gd name="T70" fmla="*/ 1800 w 2601"/>
                                    <a:gd name="T71" fmla="*/ 4949 h 7735"/>
                                    <a:gd name="T72" fmla="*/ 2112 w 2601"/>
                                    <a:gd name="T73" fmla="*/ 4169 h 7735"/>
                                    <a:gd name="T74" fmla="*/ 2256 w 2601"/>
                                    <a:gd name="T75" fmla="*/ 3857 h 7735"/>
                                    <a:gd name="T76" fmla="*/ 2508 w 2601"/>
                                    <a:gd name="T77" fmla="*/ 3437 h 7735"/>
                                    <a:gd name="T78" fmla="*/ 2598 w 2601"/>
                                    <a:gd name="T79" fmla="*/ 3149 h 7735"/>
                                    <a:gd name="T80" fmla="*/ 2526 w 2601"/>
                                    <a:gd name="T81" fmla="*/ 2909 h 7735"/>
                                    <a:gd name="T82" fmla="*/ 2376 w 2601"/>
                                    <a:gd name="T83" fmla="*/ 2417 h 7735"/>
                                    <a:gd name="T84" fmla="*/ 2191 w 2601"/>
                                    <a:gd name="T85" fmla="*/ 1913 h 7735"/>
                                    <a:gd name="T86" fmla="*/ 1908 w 2601"/>
                                    <a:gd name="T87" fmla="*/ 1349 h 7735"/>
                                    <a:gd name="T88" fmla="*/ 1596 w 2601"/>
                                    <a:gd name="T89" fmla="*/ 845 h 7735"/>
                                    <a:gd name="T90" fmla="*/ 1493 w 2601"/>
                                    <a:gd name="T91" fmla="*/ 694 h 7735"/>
                                    <a:gd name="T92" fmla="*/ 1452 w 2601"/>
                                    <a:gd name="T93" fmla="*/ 533 h 7735"/>
                                    <a:gd name="T94" fmla="*/ 1399 w 2601"/>
                                    <a:gd name="T95" fmla="*/ 327 h 7735"/>
                                    <a:gd name="T96" fmla="*/ 1366 w 2601"/>
                                    <a:gd name="T97" fmla="*/ 0 h 77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2601" h="7735">
                                      <a:moveTo>
                                        <a:pt x="0" y="1277"/>
                                      </a:moveTo>
                                      <a:cubicBezTo>
                                        <a:pt x="73" y="1465"/>
                                        <a:pt x="150" y="1651"/>
                                        <a:pt x="228" y="1781"/>
                                      </a:cubicBezTo>
                                      <a:cubicBezTo>
                                        <a:pt x="306" y="1911"/>
                                        <a:pt x="372" y="1935"/>
                                        <a:pt x="470" y="2059"/>
                                      </a:cubicBezTo>
                                      <a:cubicBezTo>
                                        <a:pt x="568" y="2183"/>
                                        <a:pt x="720" y="2401"/>
                                        <a:pt x="816" y="2525"/>
                                      </a:cubicBezTo>
                                      <a:cubicBezTo>
                                        <a:pt x="912" y="2649"/>
                                        <a:pt x="978" y="2697"/>
                                        <a:pt x="1044" y="2801"/>
                                      </a:cubicBezTo>
                                      <a:cubicBezTo>
                                        <a:pt x="1110" y="2905"/>
                                        <a:pt x="1165" y="3045"/>
                                        <a:pt x="1212" y="3149"/>
                                      </a:cubicBezTo>
                                      <a:cubicBezTo>
                                        <a:pt x="1259" y="3253"/>
                                        <a:pt x="1333" y="3336"/>
                                        <a:pt x="1325" y="3425"/>
                                      </a:cubicBezTo>
                                      <a:cubicBezTo>
                                        <a:pt x="1317" y="3514"/>
                                        <a:pt x="1232" y="3572"/>
                                        <a:pt x="1164" y="3684"/>
                                      </a:cubicBezTo>
                                      <a:cubicBezTo>
                                        <a:pt x="1096" y="3796"/>
                                        <a:pt x="969" y="3967"/>
                                        <a:pt x="914" y="4097"/>
                                      </a:cubicBezTo>
                                      <a:cubicBezTo>
                                        <a:pt x="859" y="4227"/>
                                        <a:pt x="852" y="4337"/>
                                        <a:pt x="833" y="4462"/>
                                      </a:cubicBezTo>
                                      <a:cubicBezTo>
                                        <a:pt x="814" y="4587"/>
                                        <a:pt x="828" y="4683"/>
                                        <a:pt x="799" y="4846"/>
                                      </a:cubicBezTo>
                                      <a:cubicBezTo>
                                        <a:pt x="770" y="5009"/>
                                        <a:pt x="701" y="5264"/>
                                        <a:pt x="660" y="5441"/>
                                      </a:cubicBezTo>
                                      <a:cubicBezTo>
                                        <a:pt x="619" y="5618"/>
                                        <a:pt x="604" y="5779"/>
                                        <a:pt x="554" y="5907"/>
                                      </a:cubicBezTo>
                                      <a:cubicBezTo>
                                        <a:pt x="504" y="6035"/>
                                        <a:pt x="424" y="6129"/>
                                        <a:pt x="360" y="6209"/>
                                      </a:cubicBezTo>
                                      <a:cubicBezTo>
                                        <a:pt x="296" y="6289"/>
                                        <a:pt x="204" y="6327"/>
                                        <a:pt x="168" y="6389"/>
                                      </a:cubicBezTo>
                                      <a:cubicBezTo>
                                        <a:pt x="132" y="6451"/>
                                        <a:pt x="120" y="6513"/>
                                        <a:pt x="144" y="6581"/>
                                      </a:cubicBezTo>
                                      <a:cubicBezTo>
                                        <a:pt x="168" y="6649"/>
                                        <a:pt x="260" y="6741"/>
                                        <a:pt x="312" y="6797"/>
                                      </a:cubicBezTo>
                                      <a:cubicBezTo>
                                        <a:pt x="364" y="6853"/>
                                        <a:pt x="412" y="6882"/>
                                        <a:pt x="456" y="6917"/>
                                      </a:cubicBezTo>
                                      <a:cubicBezTo>
                                        <a:pt x="500" y="6952"/>
                                        <a:pt x="519" y="6943"/>
                                        <a:pt x="576" y="7007"/>
                                      </a:cubicBezTo>
                                      <a:cubicBezTo>
                                        <a:pt x="633" y="7071"/>
                                        <a:pt x="738" y="7229"/>
                                        <a:pt x="798" y="7301"/>
                                      </a:cubicBezTo>
                                      <a:cubicBezTo>
                                        <a:pt x="858" y="7373"/>
                                        <a:pt x="889" y="7384"/>
                                        <a:pt x="938" y="7438"/>
                                      </a:cubicBezTo>
                                      <a:cubicBezTo>
                                        <a:pt x="987" y="7492"/>
                                        <a:pt x="1034" y="7580"/>
                                        <a:pt x="1092" y="7625"/>
                                      </a:cubicBezTo>
                                      <a:cubicBezTo>
                                        <a:pt x="1150" y="7670"/>
                                        <a:pt x="1228" y="7697"/>
                                        <a:pt x="1284" y="7709"/>
                                      </a:cubicBezTo>
                                      <a:cubicBezTo>
                                        <a:pt x="1340" y="7721"/>
                                        <a:pt x="1390" y="7693"/>
                                        <a:pt x="1428" y="7697"/>
                                      </a:cubicBezTo>
                                      <a:cubicBezTo>
                                        <a:pt x="1466" y="7701"/>
                                        <a:pt x="1468" y="7731"/>
                                        <a:pt x="1512" y="7733"/>
                                      </a:cubicBezTo>
                                      <a:cubicBezTo>
                                        <a:pt x="1556" y="7735"/>
                                        <a:pt x="1651" y="7730"/>
                                        <a:pt x="1692" y="7709"/>
                                      </a:cubicBezTo>
                                      <a:cubicBezTo>
                                        <a:pt x="1733" y="7688"/>
                                        <a:pt x="1766" y="7639"/>
                                        <a:pt x="1758" y="7607"/>
                                      </a:cubicBezTo>
                                      <a:cubicBezTo>
                                        <a:pt x="1750" y="7575"/>
                                        <a:pt x="1681" y="7540"/>
                                        <a:pt x="1644" y="7517"/>
                                      </a:cubicBezTo>
                                      <a:cubicBezTo>
                                        <a:pt x="1607" y="7494"/>
                                        <a:pt x="1570" y="7488"/>
                                        <a:pt x="1534" y="7469"/>
                                      </a:cubicBezTo>
                                      <a:cubicBezTo>
                                        <a:pt x="1498" y="7450"/>
                                        <a:pt x="1464" y="7448"/>
                                        <a:pt x="1428" y="7402"/>
                                      </a:cubicBezTo>
                                      <a:cubicBezTo>
                                        <a:pt x="1392" y="7356"/>
                                        <a:pt x="1354" y="7289"/>
                                        <a:pt x="1320" y="7193"/>
                                      </a:cubicBezTo>
                                      <a:cubicBezTo>
                                        <a:pt x="1286" y="7097"/>
                                        <a:pt x="1250" y="6930"/>
                                        <a:pt x="1224" y="6827"/>
                                      </a:cubicBezTo>
                                      <a:cubicBezTo>
                                        <a:pt x="1198" y="6724"/>
                                        <a:pt x="1160" y="6696"/>
                                        <a:pt x="1164" y="6575"/>
                                      </a:cubicBezTo>
                                      <a:cubicBezTo>
                                        <a:pt x="1168" y="6454"/>
                                        <a:pt x="1196" y="6270"/>
                                        <a:pt x="1248" y="6101"/>
                                      </a:cubicBezTo>
                                      <a:cubicBezTo>
                                        <a:pt x="1300" y="5932"/>
                                        <a:pt x="1384" y="5753"/>
                                        <a:pt x="1476" y="5561"/>
                                      </a:cubicBezTo>
                                      <a:cubicBezTo>
                                        <a:pt x="1568" y="5369"/>
                                        <a:pt x="1694" y="5181"/>
                                        <a:pt x="1800" y="4949"/>
                                      </a:cubicBezTo>
                                      <a:cubicBezTo>
                                        <a:pt x="1906" y="4717"/>
                                        <a:pt x="2036" y="4351"/>
                                        <a:pt x="2112" y="4169"/>
                                      </a:cubicBezTo>
                                      <a:cubicBezTo>
                                        <a:pt x="2188" y="3987"/>
                                        <a:pt x="2190" y="3979"/>
                                        <a:pt x="2256" y="3857"/>
                                      </a:cubicBezTo>
                                      <a:cubicBezTo>
                                        <a:pt x="2322" y="3735"/>
                                        <a:pt x="2451" y="3555"/>
                                        <a:pt x="2508" y="3437"/>
                                      </a:cubicBezTo>
                                      <a:cubicBezTo>
                                        <a:pt x="2565" y="3319"/>
                                        <a:pt x="2595" y="3237"/>
                                        <a:pt x="2598" y="3149"/>
                                      </a:cubicBezTo>
                                      <a:cubicBezTo>
                                        <a:pt x="2601" y="3061"/>
                                        <a:pt x="2563" y="3031"/>
                                        <a:pt x="2526" y="2909"/>
                                      </a:cubicBezTo>
                                      <a:cubicBezTo>
                                        <a:pt x="2489" y="2787"/>
                                        <a:pt x="2432" y="2583"/>
                                        <a:pt x="2376" y="2417"/>
                                      </a:cubicBezTo>
                                      <a:cubicBezTo>
                                        <a:pt x="2320" y="2251"/>
                                        <a:pt x="2269" y="2091"/>
                                        <a:pt x="2191" y="1913"/>
                                      </a:cubicBezTo>
                                      <a:cubicBezTo>
                                        <a:pt x="2113" y="1735"/>
                                        <a:pt x="2007" y="1527"/>
                                        <a:pt x="1908" y="1349"/>
                                      </a:cubicBezTo>
                                      <a:cubicBezTo>
                                        <a:pt x="1809" y="1171"/>
                                        <a:pt x="1665" y="954"/>
                                        <a:pt x="1596" y="845"/>
                                      </a:cubicBezTo>
                                      <a:cubicBezTo>
                                        <a:pt x="1527" y="736"/>
                                        <a:pt x="1517" y="746"/>
                                        <a:pt x="1493" y="694"/>
                                      </a:cubicBezTo>
                                      <a:cubicBezTo>
                                        <a:pt x="1469" y="642"/>
                                        <a:pt x="1468" y="594"/>
                                        <a:pt x="1452" y="533"/>
                                      </a:cubicBezTo>
                                      <a:cubicBezTo>
                                        <a:pt x="1436" y="472"/>
                                        <a:pt x="1413" y="416"/>
                                        <a:pt x="1399" y="327"/>
                                      </a:cubicBezTo>
                                      <a:cubicBezTo>
                                        <a:pt x="1385" y="238"/>
                                        <a:pt x="1373" y="68"/>
                                        <a:pt x="1366"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1093154" id="Group 463" o:spid="_x0000_s1026" style="position:absolute;margin-left:66.15pt;margin-top:5pt;width:142.35pt;height:386.75pt;z-index:251657216" coordorigin="2457,3389" coordsize="2847,77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">
                      <v:shape id="Freeform 464" o:spid="_x0000_s1027" style="position:absolute;left:4240;top:9640;width:134;height:256;flip:x;visibility:visible;mso-wrap-style:square;v-text-anchor:top" coordsize="134,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" path="m128,6v6,6,-60,40,-72,78c44,122,62,212,56,234,50,256,29,231,20,216,11,201,2,172,2,144,2,116,,71,20,48,40,25,122,,128,6xe" fillcolor="#ddd" stroked="f">
                        <v:path arrowok="t" o:connecttype="custom" o:connectlocs="128,6;56,84;56,234;20,216;2,144;20,48;128,6" o:connectangles="0,0,0,0,0,0,0"/>
                      </v:shape>
                      <v:shape id="Freeform 465" o:spid="_x0000_s1028" style="position:absolute;left:4883;top:4666;width:421;height:416;flip:x;visibility:visible;mso-wrap-style:square;v-text-anchor:top" coordsize="408,3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" path="m,c26,70,52,140,120,204v68,64,178,122,288,180e" filled="f" strokecolor="gray" strokeweight="1pt">
                        <v:path arrowok="t" o:connecttype="custom" o:connectlocs="0,0;124,221;421,416" o:connectangles="0,0,0"/>
                      </v:shape>
                      <v:shape id="Freeform 466" o:spid="_x0000_s1029" style="position:absolute;left:3516;top:6608;width:443;height:646;flip:x;visibility:visible;mso-wrap-style:square;v-text-anchor:top" coordsize="442,6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" path="m14,614c,646,70,558,134,506,198,454,354,352,398,302v44,-50,14,-74,,-96c384,184,348,204,314,170,280,136,204,,194,2v-10,2,56,128,60,180c258,234,256,242,218,314,180,386,28,582,14,614xe" fillcolor="#ddd" stroked="f">
                        <v:path arrowok="t" o:connecttype="custom" o:connectlocs="14,614;134,506;399,302;399,206;315,170;194,2;255,182;218,314;14,614" o:connectangles="0,0,0,0,0,0,0,0,0"/>
                      </v:shape>
                      <v:shape id="Freeform 467" o:spid="_x0000_s1030" style="position:absolute;left:3445;top:7360;width:969;height:2543;flip:x;visibility:visible;mso-wrap-style:square;v-text-anchor:top" coordsize="967,2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" path="m79,2543c69,2530,27,2508,22,2464,17,2420,,2409,48,2279,96,2149,243,1851,312,1686v69,-165,105,-238,151,-398c509,1128,541,892,588,724,635,556,684,401,744,282,804,163,933,,950,8v17,8,-74,224,-103,322c818,428,802,485,775,594,748,703,717,847,682,983v-35,136,-64,281,-118,427c510,1556,418,1719,360,1861v-58,142,-114,318,-144,401e" filled="f" strokecolor="#333">
                        <v:path arrowok="t" o:connecttype="custom" o:connectlocs="79,2543;22,2464;48,2279;313,1686;464,1288;589,724;746,282;952,8;849,330;777,594;683,983;565,1410;361,1861;216,2262" o:connectangles="0,0,0,0,0,0,0,0,0,0,0,0,0,0"/>
                      </v:shape>
                      <v:shape id="Freeform 468" o:spid="_x0000_s1031" style="position:absolute;left:3171;top:7104;width:967;height:2806;flip:x;visibility:visible;mso-wrap-style:square;v-text-anchor:top" coordsize="965,2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" path="m,2530c34,2422,73,2300,132,2158v59,-142,160,-314,221,-482c414,1508,460,1283,497,1148v37,-135,39,-148,77,-284c612,728,682,474,725,332,768,190,794,,833,12v39,12,118,259,125,394c965,541,944,638,874,824v-70,186,-237,495,-334,698c443,1725,355,1898,290,2040v-65,142,-111,209,-139,336c123,2503,126,2717,120,2806e" filled="f" strokecolor="#333">
                        <v:path arrowok="t" o:connecttype="custom" o:connectlocs="0,2530;132,2158;354,1676;498,1148;575,864;727,332;835,12;960,406;876,824;541,1522;291,2040;151,2376;120,2806" o:connectangles="0,0,0,0,0,0,0,0,0,0,0,0,0"/>
                      </v:shape>
                      <v:shape id="Freeform 469" o:spid="_x0000_s1032" style="position:absolute;left:3371;top:4292;width:1096;height:5656;visibility:visible;mso-wrap-style:square;v-text-anchor:top" coordsize="1096,56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" path="m820,290c829,251,902,,863,56,824,112,696,374,586,626,476,878,290,1330,201,1568,113,1806,89,1891,57,2054,25,2217,,2404,7,2546v7,142,38,243,90,360c149,3023,250,3115,317,3249v67,134,127,271,183,459c556,3896,585,4155,656,4375v71,220,202,490,269,653c992,5191,1030,5269,1057,5352v27,83,39,126,29,177c1076,5580,1015,5630,997,5656e" filled="f" strokecolor="#333">
                        <v:path arrowok="t" o:connecttype="custom" o:connectlocs="820,290;863,56;586,626;201,1568;57,2054;7,2546;97,2906;317,3249;500,3708;656,4375;925,5028;1057,5352;1086,5529;997,5656" o:connectangles="0,0,0,0,0,0,0,0,0,0,0,0,0,0"/>
                      </v:shape>
                      <v:shape id="Freeform 470" o:spid="_x0000_s1033" style="position:absolute;left:4306;top:3556;width:553;height:1080;flip:x;visibility:visible;mso-wrap-style:square;v-text-anchor:top" coordsize="552,1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" path="m,c52,55,232,235,306,330v74,95,107,161,138,240c475,649,474,719,492,804v18,85,48,219,60,276e" filled="f" strokecolor="#333">
                        <v:path arrowok="t" o:connecttype="custom" o:connectlocs="0,0;307,330;445,570;493,804;553,1080" o:connectangles="0,0,0,0,0"/>
                      </v:shape>
                      <v:shape id="Freeform 471" o:spid="_x0000_s1034" style="position:absolute;left:3570;top:3485;width:485;height:595;flip:x;visibility:visible;mso-wrap-style:square;v-text-anchor:top" coordsize="484,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" path="m470,581v14,14,-38,-48,-65,-84c378,461,334,412,309,367,284,322,266,266,252,228,238,190,234,157,223,137v-11,-20,-5,-9,-39,-31c150,84,42,10,21,5,,,34,39,60,75v26,36,74,91,117,148c220,280,274,354,321,415v47,61,135,152,149,166xe" fillcolor="#ddd" stroked="f">
                        <v:path arrowok="t" o:connecttype="custom" o:connectlocs="471,581;406,497;310,367;253,228;223,137;184,106;21,5;60,75;177,223;322,415;471,581" o:connectangles="0,0,0,0,0,0,0,0,0,0,0"/>
                      </v:shape>
                      <v:shape id="Freeform 472" o:spid="_x0000_s1035" style="position:absolute;left:4844;top:4215;width:184;height:825;flip:x;visibility:visible;mso-wrap-style:square;v-text-anchor:top" coordsize="184,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" path="m15,177v12,79,53,202,72,308c106,591,121,797,131,811v10,14,9,-147,16,-240c154,478,167,320,171,252v4,-68,13,-65,3,-87c164,143,136,146,109,120,82,94,30,,15,9,,18,3,98,15,177xe" fillcolor="#ddd" stroked="f">
                        <v:path arrowok="t" o:connecttype="custom" o:connectlocs="15,177;87,485;131,811;147,571;171,252;174,165;109,120;15,9;15,177" o:connectangles="0,0,0,0,0,0,0,0,0"/>
                      </v:shape>
                      <v:shape id="Freeform 473" o:spid="_x0000_s1036" style="position:absolute;left:2524;top:6250;width:154;height:102;flip:x;visibility:visible;mso-wrap-style:square;v-text-anchor:top" coordsize="154,1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" path="m146,102v-8,,-36,-44,-60,-60c62,26,,12,2,6,4,,76,,98,6v22,6,30,21,36,36c140,57,154,102,146,102xe" fillcolor="#ddd" stroked="f">
                        <v:path arrowok="t" o:connecttype="custom" o:connectlocs="146,102;86,42;2,6;98,6;134,42;146,102" o:connectangles="0,0,0,0,0,0"/>
                      </v:shape>
                      <v:shape id="Freeform 474" o:spid="_x0000_s1037" style="position:absolute;left:2814;top:6752;width:230;height:909;flip:x;visibility:visible;mso-wrap-style:square;v-text-anchor:top" coordsize="230,9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" path="m175,2v7,2,-18,171,-12,252c169,335,230,386,211,488,192,590,80,823,49,866,18,909,,808,25,746,50,684,178,557,199,494,220,431,164,410,151,368,138,326,119,302,121,242,123,182,168,,175,2xe" fillcolor="#ddd" stroked="f">
                        <v:path arrowok="t" o:connecttype="custom" o:connectlocs="175,2;163,254;211,488;49,866;25,746;199,494;151,368;121,242;175,2" o:connectangles="0,0,0,0,0,0,0,0,0"/>
                      </v:shape>
                      <v:shape id="Freeform 475" o:spid="_x0000_s1038" style="position:absolute;left:3955;top:3608;width:1000;height:614;flip:x;visibility:visible;mso-wrap-style:square;v-text-anchor:top" coordsize="998,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" path="m,614c29,524,57,436,144,350,231,264,381,158,523,100,665,42,899,21,998,e" filled="f">
                        <v:stroke dashstyle="1 1" endcap="round"/>
                        <v:path arrowok="t" o:connecttype="custom" o:connectlocs="0,614;144,350;524,100;1000,0" o:connectangles="0,0,0,0"/>
                      </v:shape>
                      <v:shape id="Freeform 476" o:spid="_x0000_s1039" style="position:absolute;left:3098;top:3454;width:1677;height:6456;flip:x;visibility:visible;mso-wrap-style:square;v-text-anchor:top" coordsize="1673,6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" path="m,c50,53,192,187,300,318,408,449,530,580,648,786v118,206,246,504,360,768c1122,1818,1253,2151,1332,2370v79,219,118,339,150,498c1514,3027,1514,3206,1524,3324v10,118,-6,130,18,252c1566,3698,1663,3899,1668,4056v5,157,-15,250,-96,462c1491,4730,1292,5101,1182,5328v-110,227,-213,416,-270,552c855,6016,854,6048,840,6144v-14,96,-10,247,-12,312e" filled="f" strokecolor="#333">
                        <v:path arrowok="t" o:connecttype="custom" o:connectlocs="0,0;301,318;650,786;1010,1554;1335,2370;1486,2868;1528,3324;1546,3576;1672,4056;1576,4518;1185,5328;914,5880;842,6144;830,6456" o:connectangles="0,0,0,0,0,0,0,0,0,0,0,0,0,0"/>
                      </v:shape>
                      <v:shape id="Freeform 477" o:spid="_x0000_s1040" style="position:absolute;left:3390;top:10800;width:232;height:138;flip:x;visibility:visible;mso-wrap-style:square;v-text-anchor:top" coordsize="232,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" path="m232,130v-12,,-45,8,-74,c129,122,83,101,57,79,31,57,12,16,,e" filled="f" strokecolor="gray">
                        <v:path arrowok="t" o:connecttype="custom" o:connectlocs="232,130;158,130;57,79;0,0" o:connectangles="0,0,0,0"/>
                      </v:shape>
                      <v:shape id="Freeform 478" o:spid="_x0000_s1041" style="position:absolute;left:4113;top:10239;width:569;height:562;flip:x;visibility:visible;mso-wrap-style:square;v-text-anchor:top" coordsize="567,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" path="m555,559v12,-3,-38,-81,-60,-132c473,376,455,304,423,253,391,202,357,155,303,121,249,87,148,69,99,49,50,29,18,2,9,1,,,23,27,45,43v22,16,64,29,96,54c173,122,207,158,237,193v30,35,53,72,84,114c352,349,384,406,423,445v39,39,120,117,132,114xe" fillcolor="#ddd" stroked="f">
                        <v:path arrowok="t" o:connecttype="custom" o:connectlocs="557,559;497,427;424,253;304,121;99,49;9,1;45,43;141,97;238,193;322,307;424,445;557,559" o:connectangles="0,0,0,0,0,0,0,0,0,0,0,0"/>
                      </v:shape>
                      <v:shape id="Freeform 479" o:spid="_x0000_s1042" style="position:absolute;left:3354;top:10931;width:99;height:52;flip:x;visibility:visible;mso-wrap-style:square;v-text-anchor:top" coordsize="99,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" path="m71,1c84,,89,10,92,18v3,8,7,24,,29c85,52,63,49,49,49,35,49,12,51,6,47,,43,2,29,13,23,24,17,58,2,71,1xe" fillcolor="silver" strokecolor="gray">
                        <v:path arrowok="t" o:connecttype="custom" o:connectlocs="71,1;92,18;92,47;49,49;6,47;13,23;71,1" o:connectangles="0,0,0,0,0,0,0"/>
                      </v:shape>
                      <v:shape id="Freeform 480" o:spid="_x0000_s1043" style="position:absolute;left:2457;top:3389;width:2606;height:7735;flip:x;visibility:visible;mso-wrap-style:square;v-text-anchor:top" coordsize="2601,7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" path="m,1277v73,188,150,374,228,504c306,1911,372,1935,470,2059v98,124,250,342,346,466c912,2649,978,2697,1044,2801v66,104,121,244,168,348c1259,3253,1333,3336,1325,3425v-8,89,-93,147,-161,259c1096,3796,969,3967,914,4097v-55,130,-62,240,-81,365c814,4587,828,4683,799,4846v-29,163,-98,418,-139,595c619,5618,604,5779,554,5907v-50,128,-130,222,-194,302c296,6289,204,6327,168,6389v-36,62,-48,124,-24,192c168,6649,260,6741,312,6797v52,56,100,85,144,120c500,6952,519,6943,576,7007v57,64,162,222,222,294c858,7373,889,7384,938,7438v49,54,96,142,154,187c1150,7670,1228,7697,1284,7709v56,12,106,-16,144,-12c1466,7701,1468,7731,1512,7733v44,2,139,-3,180,-24c1733,7688,1766,7639,1758,7607v-8,-32,-77,-67,-114,-90c1607,7494,1570,7488,1534,7469v-36,-19,-70,-21,-106,-67c1392,7356,1354,7289,1320,7193v-34,-96,-70,-263,-96,-366c1198,6724,1160,6696,1164,6575v4,-121,32,-305,84,-474c1300,5932,1384,5753,1476,5561v92,-192,218,-380,324,-612c1906,4717,2036,4351,2112,4169v76,-182,78,-190,144,-312c2322,3735,2451,3555,2508,3437v57,-118,87,-200,90,-288c2601,3061,2563,3031,2526,2909v-37,-122,-94,-326,-150,-492c2320,2251,2269,2091,2191,1913v-78,-178,-184,-386,-283,-564c1809,1171,1665,954,1596,845,1527,736,1517,746,1493,694v-24,-52,-25,-100,-41,-161c1436,472,1413,416,1399,327,1385,238,1373,68,1366,e" filled="f" strokecolor="gray" strokeweight="1pt">
                        <v:path arrowok="t" o:connecttype="custom" o:connectlocs="0,1277;228,1781;471,2059;818,2525;1046,2801;1214,3149;1328,3425;1166,3684;916,4097;835,4462;801,4846;661,5441;555,5907;361,6209;168,6389;144,6581;313,6797;457,6917;577,7007;800,7301;940,7438;1094,7625;1286,7709;1431,7697;1515,7733;1695,7709;1761,7607;1647,7517;1537,7469;1431,7402;1323,7193;1226,6827;1166,6575;1250,6101;1479,5561;1803,4949;2116,4169;2260,3857;2513,3437;2603,3149;2531,2909;2381,2417;2195,1913;1912,1349;1599,845;1496,694;1455,533;1402,327;1369,0" o:connectangles="0,0,0,0,0,0,0,0,0,0,0,0,0,0,0,0,0,0,0,0,0,0,0,0,0,0,0,0,0,0,0,0,0,0,0,0,0,0,0,0,0,0,0,0,0,0,0,0,0"/>
                      </v:shape>
                    </v:group>
                  </w:pict>
                </mc:Fallback>
              </mc:AlternateContent>
            </w:r>
            <w:r w:rsidRPr="0058727F">
              <w:rPr>
                <w:rFonts w:ascii="Arial" w:hAnsi="Arial"/>
                <w:b/>
                <w:bCs/>
                <w:noProof/>
                <w:sz w:val="18"/>
                <w:szCs w:val="20"/>
                <w:lang w:val="en-GB" w:eastAsia="en-GB"/>
              </w:rPr>
              <mc:AlternateContent>
                <mc:Choice Requires="wpg">
                  <w:drawing>
                    <wp:anchor distT="0" distB="0" distL="114300" distR="114300" simplePos="0" relativeHeight="251658240" behindDoc="0" locked="0" layoutInCell="1" allowOverlap="1">
                      <wp:simplePos x="0" y="0"/>
                      <wp:positionH relativeFrom="column">
                        <wp:posOffset>4041140</wp:posOffset>
                      </wp:positionH>
                      <wp:positionV relativeFrom="paragraph">
                        <wp:posOffset>45085</wp:posOffset>
                      </wp:positionV>
                      <wp:extent cx="1080135" cy="4745355"/>
                      <wp:effectExtent l="8255" t="9525" r="6985" b="7620"/>
                      <wp:wrapNone/>
                      <wp:docPr id="19" name="Group 4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1080135" cy="4745355"/>
                                <a:chOff x="4685" y="3276"/>
                                <a:chExt cx="1712" cy="7473"/>
                              </a:xfrm>
                            </wpg:grpSpPr>
                            <wps:wsp>
                              <wps:cNvPr id="20" name="Freeform 482"/>
                              <wps:cNvSpPr>
                                <a:spLocks/>
                              </wps:cNvSpPr>
                              <wps:spPr bwMode="auto">
                                <a:xfrm>
                                  <a:off x="4685" y="3276"/>
                                  <a:ext cx="1712" cy="7473"/>
                                </a:xfrm>
                                <a:custGeom>
                                  <a:avLst/>
                                  <a:gdLst>
                                    <a:gd name="T0" fmla="*/ 1644 w 1712"/>
                                    <a:gd name="T1" fmla="*/ 806 h 7473"/>
                                    <a:gd name="T2" fmla="*/ 1687 w 1712"/>
                                    <a:gd name="T3" fmla="*/ 996 h 7473"/>
                                    <a:gd name="T4" fmla="*/ 1706 w 1712"/>
                                    <a:gd name="T5" fmla="*/ 1258 h 7473"/>
                                    <a:gd name="T6" fmla="*/ 1651 w 1712"/>
                                    <a:gd name="T7" fmla="*/ 1908 h 7473"/>
                                    <a:gd name="T8" fmla="*/ 1627 w 1712"/>
                                    <a:gd name="T9" fmla="*/ 2724 h 7473"/>
                                    <a:gd name="T10" fmla="*/ 1632 w 1712"/>
                                    <a:gd name="T11" fmla="*/ 3252 h 7473"/>
                                    <a:gd name="T12" fmla="*/ 1553 w 1712"/>
                                    <a:gd name="T13" fmla="*/ 3655 h 7473"/>
                                    <a:gd name="T14" fmla="*/ 1466 w 1712"/>
                                    <a:gd name="T15" fmla="*/ 4090 h 7473"/>
                                    <a:gd name="T16" fmla="*/ 1459 w 1712"/>
                                    <a:gd name="T17" fmla="*/ 4416 h 7473"/>
                                    <a:gd name="T18" fmla="*/ 1445 w 1712"/>
                                    <a:gd name="T19" fmla="*/ 4908 h 7473"/>
                                    <a:gd name="T20" fmla="*/ 1279 w 1712"/>
                                    <a:gd name="T21" fmla="*/ 6180 h 7473"/>
                                    <a:gd name="T22" fmla="*/ 1241 w 1712"/>
                                    <a:gd name="T23" fmla="*/ 6454 h 7473"/>
                                    <a:gd name="T24" fmla="*/ 1274 w 1712"/>
                                    <a:gd name="T25" fmla="*/ 6595 h 7473"/>
                                    <a:gd name="T26" fmla="*/ 1241 w 1712"/>
                                    <a:gd name="T27" fmla="*/ 6739 h 7473"/>
                                    <a:gd name="T28" fmla="*/ 1238 w 1712"/>
                                    <a:gd name="T29" fmla="*/ 7063 h 7473"/>
                                    <a:gd name="T30" fmla="*/ 1089 w 1712"/>
                                    <a:gd name="T31" fmla="*/ 7430 h 7473"/>
                                    <a:gd name="T32" fmla="*/ 734 w 1712"/>
                                    <a:gd name="T33" fmla="*/ 7322 h 7473"/>
                                    <a:gd name="T34" fmla="*/ 581 w 1712"/>
                                    <a:gd name="T35" fmla="*/ 7051 h 7473"/>
                                    <a:gd name="T36" fmla="*/ 444 w 1712"/>
                                    <a:gd name="T37" fmla="*/ 6864 h 7473"/>
                                    <a:gd name="T38" fmla="*/ 403 w 1712"/>
                                    <a:gd name="T39" fmla="*/ 6643 h 7473"/>
                                    <a:gd name="T40" fmla="*/ 405 w 1712"/>
                                    <a:gd name="T41" fmla="*/ 6622 h 7473"/>
                                    <a:gd name="T42" fmla="*/ 393 w 1712"/>
                                    <a:gd name="T43" fmla="*/ 6583 h 7473"/>
                                    <a:gd name="T44" fmla="*/ 413 w 1712"/>
                                    <a:gd name="T45" fmla="*/ 6552 h 7473"/>
                                    <a:gd name="T46" fmla="*/ 449 w 1712"/>
                                    <a:gd name="T47" fmla="*/ 6533 h 7473"/>
                                    <a:gd name="T48" fmla="*/ 475 w 1712"/>
                                    <a:gd name="T49" fmla="*/ 6492 h 7473"/>
                                    <a:gd name="T50" fmla="*/ 501 w 1712"/>
                                    <a:gd name="T51" fmla="*/ 6475 h 7473"/>
                                    <a:gd name="T52" fmla="*/ 540 w 1712"/>
                                    <a:gd name="T53" fmla="*/ 6470 h 7473"/>
                                    <a:gd name="T54" fmla="*/ 566 w 1712"/>
                                    <a:gd name="T55" fmla="*/ 6432 h 7473"/>
                                    <a:gd name="T56" fmla="*/ 607 w 1712"/>
                                    <a:gd name="T57" fmla="*/ 6410 h 7473"/>
                                    <a:gd name="T58" fmla="*/ 638 w 1712"/>
                                    <a:gd name="T59" fmla="*/ 6410 h 7473"/>
                                    <a:gd name="T60" fmla="*/ 657 w 1712"/>
                                    <a:gd name="T61" fmla="*/ 6372 h 7473"/>
                                    <a:gd name="T62" fmla="*/ 691 w 1712"/>
                                    <a:gd name="T63" fmla="*/ 6350 h 7473"/>
                                    <a:gd name="T64" fmla="*/ 684 w 1712"/>
                                    <a:gd name="T65" fmla="*/ 6295 h 7473"/>
                                    <a:gd name="T66" fmla="*/ 619 w 1712"/>
                                    <a:gd name="T67" fmla="*/ 6038 h 7473"/>
                                    <a:gd name="T68" fmla="*/ 456 w 1712"/>
                                    <a:gd name="T69" fmla="*/ 5369 h 7473"/>
                                    <a:gd name="T70" fmla="*/ 348 w 1712"/>
                                    <a:gd name="T71" fmla="*/ 4546 h 7473"/>
                                    <a:gd name="T72" fmla="*/ 446 w 1712"/>
                                    <a:gd name="T73" fmla="*/ 3696 h 7473"/>
                                    <a:gd name="T74" fmla="*/ 391 w 1712"/>
                                    <a:gd name="T75" fmla="*/ 2712 h 7473"/>
                                    <a:gd name="T76" fmla="*/ 139 w 1712"/>
                                    <a:gd name="T77" fmla="*/ 1668 h 7473"/>
                                    <a:gd name="T78" fmla="*/ 36 w 1712"/>
                                    <a:gd name="T79" fmla="*/ 1090 h 7473"/>
                                    <a:gd name="T80" fmla="*/ 7 w 1712"/>
                                    <a:gd name="T81" fmla="*/ 660 h 7473"/>
                                    <a:gd name="T82" fmla="*/ 79 w 1712"/>
                                    <a:gd name="T83" fmla="*/ 0 h 74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1712" h="7473">
                                      <a:moveTo>
                                        <a:pt x="1644" y="806"/>
                                      </a:moveTo>
                                      <a:cubicBezTo>
                                        <a:pt x="1652" y="838"/>
                                        <a:pt x="1677" y="921"/>
                                        <a:pt x="1687" y="996"/>
                                      </a:cubicBezTo>
                                      <a:cubicBezTo>
                                        <a:pt x="1697" y="1071"/>
                                        <a:pt x="1712" y="1106"/>
                                        <a:pt x="1706" y="1258"/>
                                      </a:cubicBezTo>
                                      <a:cubicBezTo>
                                        <a:pt x="1700" y="1410"/>
                                        <a:pt x="1664" y="1664"/>
                                        <a:pt x="1651" y="1908"/>
                                      </a:cubicBezTo>
                                      <a:cubicBezTo>
                                        <a:pt x="1638" y="2152"/>
                                        <a:pt x="1630" y="2500"/>
                                        <a:pt x="1627" y="2724"/>
                                      </a:cubicBezTo>
                                      <a:cubicBezTo>
                                        <a:pt x="1624" y="2948"/>
                                        <a:pt x="1644" y="3097"/>
                                        <a:pt x="1632" y="3252"/>
                                      </a:cubicBezTo>
                                      <a:cubicBezTo>
                                        <a:pt x="1620" y="3407"/>
                                        <a:pt x="1581" y="3515"/>
                                        <a:pt x="1553" y="3655"/>
                                      </a:cubicBezTo>
                                      <a:cubicBezTo>
                                        <a:pt x="1525" y="3795"/>
                                        <a:pt x="1482" y="3963"/>
                                        <a:pt x="1466" y="4090"/>
                                      </a:cubicBezTo>
                                      <a:cubicBezTo>
                                        <a:pt x="1450" y="4217"/>
                                        <a:pt x="1463" y="4280"/>
                                        <a:pt x="1459" y="4416"/>
                                      </a:cubicBezTo>
                                      <a:cubicBezTo>
                                        <a:pt x="1455" y="4552"/>
                                        <a:pt x="1475" y="4614"/>
                                        <a:pt x="1445" y="4908"/>
                                      </a:cubicBezTo>
                                      <a:cubicBezTo>
                                        <a:pt x="1415" y="5202"/>
                                        <a:pt x="1313" y="5922"/>
                                        <a:pt x="1279" y="6180"/>
                                      </a:cubicBezTo>
                                      <a:cubicBezTo>
                                        <a:pt x="1245" y="6438"/>
                                        <a:pt x="1242" y="6385"/>
                                        <a:pt x="1241" y="6454"/>
                                      </a:cubicBezTo>
                                      <a:cubicBezTo>
                                        <a:pt x="1240" y="6523"/>
                                        <a:pt x="1274" y="6548"/>
                                        <a:pt x="1274" y="6595"/>
                                      </a:cubicBezTo>
                                      <a:cubicBezTo>
                                        <a:pt x="1274" y="6642"/>
                                        <a:pt x="1247" y="6661"/>
                                        <a:pt x="1241" y="6739"/>
                                      </a:cubicBezTo>
                                      <a:cubicBezTo>
                                        <a:pt x="1235" y="6817"/>
                                        <a:pt x="1263" y="6948"/>
                                        <a:pt x="1238" y="7063"/>
                                      </a:cubicBezTo>
                                      <a:cubicBezTo>
                                        <a:pt x="1213" y="7178"/>
                                        <a:pt x="1173" y="7387"/>
                                        <a:pt x="1089" y="7430"/>
                                      </a:cubicBezTo>
                                      <a:cubicBezTo>
                                        <a:pt x="1005" y="7473"/>
                                        <a:pt x="819" y="7385"/>
                                        <a:pt x="734" y="7322"/>
                                      </a:cubicBezTo>
                                      <a:cubicBezTo>
                                        <a:pt x="649" y="7259"/>
                                        <a:pt x="629" y="7127"/>
                                        <a:pt x="581" y="7051"/>
                                      </a:cubicBezTo>
                                      <a:cubicBezTo>
                                        <a:pt x="533" y="6975"/>
                                        <a:pt x="474" y="6932"/>
                                        <a:pt x="444" y="6864"/>
                                      </a:cubicBezTo>
                                      <a:cubicBezTo>
                                        <a:pt x="414" y="6796"/>
                                        <a:pt x="409" y="6683"/>
                                        <a:pt x="403" y="6643"/>
                                      </a:cubicBezTo>
                                      <a:cubicBezTo>
                                        <a:pt x="397" y="6603"/>
                                        <a:pt x="407" y="6632"/>
                                        <a:pt x="405" y="6622"/>
                                      </a:cubicBezTo>
                                      <a:cubicBezTo>
                                        <a:pt x="403" y="6612"/>
                                        <a:pt x="392" y="6595"/>
                                        <a:pt x="393" y="6583"/>
                                      </a:cubicBezTo>
                                      <a:cubicBezTo>
                                        <a:pt x="394" y="6571"/>
                                        <a:pt x="404" y="6560"/>
                                        <a:pt x="413" y="6552"/>
                                      </a:cubicBezTo>
                                      <a:cubicBezTo>
                                        <a:pt x="422" y="6544"/>
                                        <a:pt x="439" y="6543"/>
                                        <a:pt x="449" y="6533"/>
                                      </a:cubicBezTo>
                                      <a:cubicBezTo>
                                        <a:pt x="459" y="6523"/>
                                        <a:pt x="466" y="6502"/>
                                        <a:pt x="475" y="6492"/>
                                      </a:cubicBezTo>
                                      <a:cubicBezTo>
                                        <a:pt x="484" y="6482"/>
                                        <a:pt x="490" y="6479"/>
                                        <a:pt x="501" y="6475"/>
                                      </a:cubicBezTo>
                                      <a:cubicBezTo>
                                        <a:pt x="512" y="6471"/>
                                        <a:pt x="529" y="6477"/>
                                        <a:pt x="540" y="6470"/>
                                      </a:cubicBezTo>
                                      <a:cubicBezTo>
                                        <a:pt x="551" y="6463"/>
                                        <a:pt x="555" y="6442"/>
                                        <a:pt x="566" y="6432"/>
                                      </a:cubicBezTo>
                                      <a:cubicBezTo>
                                        <a:pt x="577" y="6422"/>
                                        <a:pt x="595" y="6414"/>
                                        <a:pt x="607" y="6410"/>
                                      </a:cubicBezTo>
                                      <a:cubicBezTo>
                                        <a:pt x="619" y="6406"/>
                                        <a:pt x="630" y="6416"/>
                                        <a:pt x="638" y="6410"/>
                                      </a:cubicBezTo>
                                      <a:cubicBezTo>
                                        <a:pt x="646" y="6404"/>
                                        <a:pt x="648" y="6382"/>
                                        <a:pt x="657" y="6372"/>
                                      </a:cubicBezTo>
                                      <a:cubicBezTo>
                                        <a:pt x="666" y="6362"/>
                                        <a:pt x="687" y="6363"/>
                                        <a:pt x="691" y="6350"/>
                                      </a:cubicBezTo>
                                      <a:cubicBezTo>
                                        <a:pt x="695" y="6337"/>
                                        <a:pt x="696" y="6347"/>
                                        <a:pt x="684" y="6295"/>
                                      </a:cubicBezTo>
                                      <a:cubicBezTo>
                                        <a:pt x="672" y="6243"/>
                                        <a:pt x="657" y="6192"/>
                                        <a:pt x="619" y="6038"/>
                                      </a:cubicBezTo>
                                      <a:cubicBezTo>
                                        <a:pt x="581" y="5884"/>
                                        <a:pt x="501" y="5618"/>
                                        <a:pt x="456" y="5369"/>
                                      </a:cubicBezTo>
                                      <a:cubicBezTo>
                                        <a:pt x="411" y="5120"/>
                                        <a:pt x="350" y="4825"/>
                                        <a:pt x="348" y="4546"/>
                                      </a:cubicBezTo>
                                      <a:cubicBezTo>
                                        <a:pt x="346" y="4267"/>
                                        <a:pt x="439" y="4002"/>
                                        <a:pt x="446" y="3696"/>
                                      </a:cubicBezTo>
                                      <a:cubicBezTo>
                                        <a:pt x="453" y="3390"/>
                                        <a:pt x="442" y="3050"/>
                                        <a:pt x="391" y="2712"/>
                                      </a:cubicBezTo>
                                      <a:cubicBezTo>
                                        <a:pt x="340" y="2374"/>
                                        <a:pt x="198" y="1938"/>
                                        <a:pt x="139" y="1668"/>
                                      </a:cubicBezTo>
                                      <a:cubicBezTo>
                                        <a:pt x="80" y="1398"/>
                                        <a:pt x="58" y="1258"/>
                                        <a:pt x="36" y="1090"/>
                                      </a:cubicBezTo>
                                      <a:cubicBezTo>
                                        <a:pt x="14" y="922"/>
                                        <a:pt x="0" y="842"/>
                                        <a:pt x="7" y="660"/>
                                      </a:cubicBezTo>
                                      <a:cubicBezTo>
                                        <a:pt x="14" y="478"/>
                                        <a:pt x="46" y="239"/>
                                        <a:pt x="79" y="0"/>
                                      </a:cubicBezTo>
                                    </a:path>
                                  </a:pathLst>
                                </a:custGeom>
                                <a:noFill/>
                                <a:ln w="12700" cmpd="sng">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 name="Freeform 483"/>
                              <wps:cNvSpPr>
                                <a:spLocks/>
                              </wps:cNvSpPr>
                              <wps:spPr bwMode="auto">
                                <a:xfrm>
                                  <a:off x="5310" y="9201"/>
                                  <a:ext cx="285" cy="948"/>
                                </a:xfrm>
                                <a:custGeom>
                                  <a:avLst/>
                                  <a:gdLst>
                                    <a:gd name="T0" fmla="*/ 8 w 285"/>
                                    <a:gd name="T1" fmla="*/ 20 h 948"/>
                                    <a:gd name="T2" fmla="*/ 124 w 285"/>
                                    <a:gd name="T3" fmla="*/ 267 h 948"/>
                                    <a:gd name="T4" fmla="*/ 253 w 285"/>
                                    <a:gd name="T5" fmla="*/ 579 h 948"/>
                                    <a:gd name="T6" fmla="*/ 280 w 285"/>
                                    <a:gd name="T7" fmla="*/ 718 h 948"/>
                                    <a:gd name="T8" fmla="*/ 224 w 285"/>
                                    <a:gd name="T9" fmla="*/ 833 h 948"/>
                                    <a:gd name="T10" fmla="*/ 97 w 285"/>
                                    <a:gd name="T11" fmla="*/ 944 h 948"/>
                                    <a:gd name="T12" fmla="*/ 143 w 285"/>
                                    <a:gd name="T13" fmla="*/ 855 h 948"/>
                                    <a:gd name="T14" fmla="*/ 248 w 285"/>
                                    <a:gd name="T15" fmla="*/ 728 h 948"/>
                                    <a:gd name="T16" fmla="*/ 188 w 285"/>
                                    <a:gd name="T17" fmla="*/ 581 h 948"/>
                                    <a:gd name="T18" fmla="*/ 107 w 285"/>
                                    <a:gd name="T19" fmla="*/ 490 h 948"/>
                                    <a:gd name="T20" fmla="*/ 73 w 285"/>
                                    <a:gd name="T21" fmla="*/ 385 h 948"/>
                                    <a:gd name="T22" fmla="*/ 8 w 285"/>
                                    <a:gd name="T23" fmla="*/ 20 h 9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285" h="948">
                                      <a:moveTo>
                                        <a:pt x="8" y="20"/>
                                      </a:moveTo>
                                      <a:cubicBezTo>
                                        <a:pt x="16" y="0"/>
                                        <a:pt x="83" y="174"/>
                                        <a:pt x="124" y="267"/>
                                      </a:cubicBezTo>
                                      <a:cubicBezTo>
                                        <a:pt x="165" y="360"/>
                                        <a:pt x="227" y="504"/>
                                        <a:pt x="253" y="579"/>
                                      </a:cubicBezTo>
                                      <a:cubicBezTo>
                                        <a:pt x="279" y="654"/>
                                        <a:pt x="285" y="676"/>
                                        <a:pt x="280" y="718"/>
                                      </a:cubicBezTo>
                                      <a:cubicBezTo>
                                        <a:pt x="275" y="760"/>
                                        <a:pt x="255" y="795"/>
                                        <a:pt x="224" y="833"/>
                                      </a:cubicBezTo>
                                      <a:cubicBezTo>
                                        <a:pt x="193" y="871"/>
                                        <a:pt x="110" y="940"/>
                                        <a:pt x="97" y="944"/>
                                      </a:cubicBezTo>
                                      <a:cubicBezTo>
                                        <a:pt x="84" y="948"/>
                                        <a:pt x="118" y="891"/>
                                        <a:pt x="143" y="855"/>
                                      </a:cubicBezTo>
                                      <a:cubicBezTo>
                                        <a:pt x="168" y="819"/>
                                        <a:pt x="241" y="774"/>
                                        <a:pt x="248" y="728"/>
                                      </a:cubicBezTo>
                                      <a:cubicBezTo>
                                        <a:pt x="255" y="682"/>
                                        <a:pt x="212" y="621"/>
                                        <a:pt x="188" y="581"/>
                                      </a:cubicBezTo>
                                      <a:cubicBezTo>
                                        <a:pt x="164" y="541"/>
                                        <a:pt x="126" y="523"/>
                                        <a:pt x="107" y="490"/>
                                      </a:cubicBezTo>
                                      <a:cubicBezTo>
                                        <a:pt x="88" y="457"/>
                                        <a:pt x="91" y="464"/>
                                        <a:pt x="73" y="385"/>
                                      </a:cubicBezTo>
                                      <a:cubicBezTo>
                                        <a:pt x="55" y="306"/>
                                        <a:pt x="0" y="40"/>
                                        <a:pt x="8" y="20"/>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484"/>
                              <wps:cNvSpPr>
                                <a:spLocks/>
                              </wps:cNvSpPr>
                              <wps:spPr bwMode="auto">
                                <a:xfrm>
                                  <a:off x="5853" y="9741"/>
                                  <a:ext cx="58" cy="423"/>
                                </a:xfrm>
                                <a:custGeom>
                                  <a:avLst/>
                                  <a:gdLst>
                                    <a:gd name="T0" fmla="*/ 51 w 58"/>
                                    <a:gd name="T1" fmla="*/ 5 h 423"/>
                                    <a:gd name="T2" fmla="*/ 25 w 58"/>
                                    <a:gd name="T3" fmla="*/ 161 h 423"/>
                                    <a:gd name="T4" fmla="*/ 1 w 58"/>
                                    <a:gd name="T5" fmla="*/ 401 h 423"/>
                                    <a:gd name="T6" fmla="*/ 32 w 58"/>
                                    <a:gd name="T7" fmla="*/ 291 h 423"/>
                                    <a:gd name="T8" fmla="*/ 56 w 58"/>
                                    <a:gd name="T9" fmla="*/ 190 h 423"/>
                                    <a:gd name="T10" fmla="*/ 44 w 58"/>
                                    <a:gd name="T11" fmla="*/ 128 h 423"/>
                                    <a:gd name="T12" fmla="*/ 51 w 58"/>
                                    <a:gd name="T13" fmla="*/ 5 h 423"/>
                                  </a:gdLst>
                                  <a:ahLst/>
                                  <a:cxnLst>
                                    <a:cxn ang="0">
                                      <a:pos x="T0" y="T1"/>
                                    </a:cxn>
                                    <a:cxn ang="0">
                                      <a:pos x="T2" y="T3"/>
                                    </a:cxn>
                                    <a:cxn ang="0">
                                      <a:pos x="T4" y="T5"/>
                                    </a:cxn>
                                    <a:cxn ang="0">
                                      <a:pos x="T6" y="T7"/>
                                    </a:cxn>
                                    <a:cxn ang="0">
                                      <a:pos x="T8" y="T9"/>
                                    </a:cxn>
                                    <a:cxn ang="0">
                                      <a:pos x="T10" y="T11"/>
                                    </a:cxn>
                                    <a:cxn ang="0">
                                      <a:pos x="T12" y="T13"/>
                                    </a:cxn>
                                  </a:cxnLst>
                                  <a:rect l="0" t="0" r="r" b="b"/>
                                  <a:pathLst>
                                    <a:path w="58" h="423">
                                      <a:moveTo>
                                        <a:pt x="51" y="5"/>
                                      </a:moveTo>
                                      <a:cubicBezTo>
                                        <a:pt x="48" y="10"/>
                                        <a:pt x="33" y="95"/>
                                        <a:pt x="25" y="161"/>
                                      </a:cubicBezTo>
                                      <a:cubicBezTo>
                                        <a:pt x="17" y="227"/>
                                        <a:pt x="0" y="379"/>
                                        <a:pt x="1" y="401"/>
                                      </a:cubicBezTo>
                                      <a:cubicBezTo>
                                        <a:pt x="2" y="423"/>
                                        <a:pt x="23" y="326"/>
                                        <a:pt x="32" y="291"/>
                                      </a:cubicBezTo>
                                      <a:cubicBezTo>
                                        <a:pt x="41" y="256"/>
                                        <a:pt x="54" y="217"/>
                                        <a:pt x="56" y="190"/>
                                      </a:cubicBezTo>
                                      <a:cubicBezTo>
                                        <a:pt x="58" y="163"/>
                                        <a:pt x="44" y="157"/>
                                        <a:pt x="44" y="128"/>
                                      </a:cubicBezTo>
                                      <a:cubicBezTo>
                                        <a:pt x="44" y="99"/>
                                        <a:pt x="54" y="0"/>
                                        <a:pt x="51" y="5"/>
                                      </a:cubicBezTo>
                                      <a:close/>
                                    </a:path>
                                  </a:pathLst>
                                </a:custGeom>
                                <a:solidFill>
                                  <a:srgbClr val="C0C0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485"/>
                              <wps:cNvSpPr>
                                <a:spLocks/>
                              </wps:cNvSpPr>
                              <wps:spPr bwMode="auto">
                                <a:xfrm>
                                  <a:off x="5138" y="9809"/>
                                  <a:ext cx="39" cy="19"/>
                                </a:xfrm>
                                <a:custGeom>
                                  <a:avLst/>
                                  <a:gdLst>
                                    <a:gd name="T0" fmla="*/ 0 w 39"/>
                                    <a:gd name="T1" fmla="*/ 0 h 19"/>
                                    <a:gd name="T2" fmla="*/ 27 w 39"/>
                                    <a:gd name="T3" fmla="*/ 7 h 19"/>
                                    <a:gd name="T4" fmla="*/ 39 w 39"/>
                                    <a:gd name="T5" fmla="*/ 19 h 19"/>
                                  </a:gdLst>
                                  <a:ahLst/>
                                  <a:cxnLst>
                                    <a:cxn ang="0">
                                      <a:pos x="T0" y="T1"/>
                                    </a:cxn>
                                    <a:cxn ang="0">
                                      <a:pos x="T2" y="T3"/>
                                    </a:cxn>
                                    <a:cxn ang="0">
                                      <a:pos x="T4" y="T5"/>
                                    </a:cxn>
                                  </a:cxnLst>
                                  <a:rect l="0" t="0" r="r" b="b"/>
                                  <a:pathLst>
                                    <a:path w="39" h="19">
                                      <a:moveTo>
                                        <a:pt x="0" y="0"/>
                                      </a:moveTo>
                                      <a:cubicBezTo>
                                        <a:pt x="10" y="2"/>
                                        <a:pt x="21" y="4"/>
                                        <a:pt x="27" y="7"/>
                                      </a:cubicBezTo>
                                      <a:cubicBezTo>
                                        <a:pt x="33" y="10"/>
                                        <a:pt x="36" y="14"/>
                                        <a:pt x="39" y="19"/>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4" name="Freeform 486"/>
                              <wps:cNvSpPr>
                                <a:spLocks/>
                              </wps:cNvSpPr>
                              <wps:spPr bwMode="auto">
                                <a:xfrm>
                                  <a:off x="5222" y="9751"/>
                                  <a:ext cx="34" cy="12"/>
                                </a:xfrm>
                                <a:custGeom>
                                  <a:avLst/>
                                  <a:gdLst>
                                    <a:gd name="T0" fmla="*/ 0 w 34"/>
                                    <a:gd name="T1" fmla="*/ 0 h 12"/>
                                    <a:gd name="T2" fmla="*/ 34 w 34"/>
                                    <a:gd name="T3" fmla="*/ 12 h 12"/>
                                  </a:gdLst>
                                  <a:ahLst/>
                                  <a:cxnLst>
                                    <a:cxn ang="0">
                                      <a:pos x="T0" y="T1"/>
                                    </a:cxn>
                                    <a:cxn ang="0">
                                      <a:pos x="T2" y="T3"/>
                                    </a:cxn>
                                  </a:cxnLst>
                                  <a:rect l="0" t="0" r="r" b="b"/>
                                  <a:pathLst>
                                    <a:path w="34" h="12">
                                      <a:moveTo>
                                        <a:pt x="0" y="0"/>
                                      </a:moveTo>
                                      <a:cubicBezTo>
                                        <a:pt x="14" y="4"/>
                                        <a:pt x="28" y="8"/>
                                        <a:pt x="34" y="12"/>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5" name="Freeform 487"/>
                              <wps:cNvSpPr>
                                <a:spLocks/>
                              </wps:cNvSpPr>
                              <wps:spPr bwMode="auto">
                                <a:xfrm>
                                  <a:off x="5316" y="9691"/>
                                  <a:ext cx="36" cy="15"/>
                                </a:xfrm>
                                <a:custGeom>
                                  <a:avLst/>
                                  <a:gdLst>
                                    <a:gd name="T0" fmla="*/ 0 w 36"/>
                                    <a:gd name="T1" fmla="*/ 0 h 15"/>
                                    <a:gd name="T2" fmla="*/ 36 w 36"/>
                                    <a:gd name="T3" fmla="*/ 15 h 15"/>
                                  </a:gdLst>
                                  <a:ahLst/>
                                  <a:cxnLst>
                                    <a:cxn ang="0">
                                      <a:pos x="T0" y="T1"/>
                                    </a:cxn>
                                    <a:cxn ang="0">
                                      <a:pos x="T2" y="T3"/>
                                    </a:cxn>
                                  </a:cxnLst>
                                  <a:rect l="0" t="0" r="r" b="b"/>
                                  <a:pathLst>
                                    <a:path w="36" h="15">
                                      <a:moveTo>
                                        <a:pt x="0" y="0"/>
                                      </a:moveTo>
                                      <a:cubicBezTo>
                                        <a:pt x="0" y="0"/>
                                        <a:pt x="18" y="7"/>
                                        <a:pt x="36" y="15"/>
                                      </a:cubicBezTo>
                                    </a:path>
                                  </a:pathLst>
                                </a:custGeom>
                                <a:noFill/>
                                <a:ln w="9525">
                                  <a:solidFill>
                                    <a:srgbClr val="80808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6" name="Freeform 488"/>
                              <wps:cNvSpPr>
                                <a:spLocks/>
                              </wps:cNvSpPr>
                              <wps:spPr bwMode="auto">
                                <a:xfrm>
                                  <a:off x="5360" y="3992"/>
                                  <a:ext cx="941" cy="250"/>
                                </a:xfrm>
                                <a:custGeom>
                                  <a:avLst/>
                                  <a:gdLst>
                                    <a:gd name="T0" fmla="*/ 0 w 941"/>
                                    <a:gd name="T1" fmla="*/ 136 h 250"/>
                                    <a:gd name="T2" fmla="*/ 381 w 941"/>
                                    <a:gd name="T3" fmla="*/ 203 h 250"/>
                                    <a:gd name="T4" fmla="*/ 614 w 941"/>
                                    <a:gd name="T5" fmla="*/ 201 h 250"/>
                                    <a:gd name="T6" fmla="*/ 844 w 941"/>
                                    <a:gd name="T7" fmla="*/ 81 h 250"/>
                                    <a:gd name="T8" fmla="*/ 935 w 941"/>
                                    <a:gd name="T9" fmla="*/ 4 h 250"/>
                                    <a:gd name="T10" fmla="*/ 880 w 941"/>
                                    <a:gd name="T11" fmla="*/ 107 h 250"/>
                                    <a:gd name="T12" fmla="*/ 717 w 941"/>
                                    <a:gd name="T13" fmla="*/ 203 h 250"/>
                                    <a:gd name="T14" fmla="*/ 570 w 941"/>
                                    <a:gd name="T15" fmla="*/ 246 h 250"/>
                                    <a:gd name="T16" fmla="*/ 350 w 941"/>
                                    <a:gd name="T17" fmla="*/ 225 h 250"/>
                                    <a:gd name="T18" fmla="*/ 0 w 941"/>
                                    <a:gd name="T19" fmla="*/ 136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941" h="250">
                                      <a:moveTo>
                                        <a:pt x="0" y="136"/>
                                      </a:moveTo>
                                      <a:cubicBezTo>
                                        <a:pt x="3" y="133"/>
                                        <a:pt x="279" y="192"/>
                                        <a:pt x="381" y="203"/>
                                      </a:cubicBezTo>
                                      <a:cubicBezTo>
                                        <a:pt x="483" y="214"/>
                                        <a:pt x="537" y="221"/>
                                        <a:pt x="614" y="201"/>
                                      </a:cubicBezTo>
                                      <a:cubicBezTo>
                                        <a:pt x="691" y="181"/>
                                        <a:pt x="790" y="114"/>
                                        <a:pt x="844" y="81"/>
                                      </a:cubicBezTo>
                                      <a:cubicBezTo>
                                        <a:pt x="898" y="48"/>
                                        <a:pt x="929" y="0"/>
                                        <a:pt x="935" y="4"/>
                                      </a:cubicBezTo>
                                      <a:cubicBezTo>
                                        <a:pt x="941" y="8"/>
                                        <a:pt x="916" y="74"/>
                                        <a:pt x="880" y="107"/>
                                      </a:cubicBezTo>
                                      <a:cubicBezTo>
                                        <a:pt x="844" y="140"/>
                                        <a:pt x="769" y="180"/>
                                        <a:pt x="717" y="203"/>
                                      </a:cubicBezTo>
                                      <a:cubicBezTo>
                                        <a:pt x="665" y="226"/>
                                        <a:pt x="631" y="242"/>
                                        <a:pt x="570" y="246"/>
                                      </a:cubicBezTo>
                                      <a:cubicBezTo>
                                        <a:pt x="509" y="250"/>
                                        <a:pt x="445" y="243"/>
                                        <a:pt x="350" y="225"/>
                                      </a:cubicBezTo>
                                      <a:cubicBezTo>
                                        <a:pt x="255" y="207"/>
                                        <a:pt x="73" y="155"/>
                                        <a:pt x="0" y="136"/>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489"/>
                              <wps:cNvSpPr>
                                <a:spLocks/>
                              </wps:cNvSpPr>
                              <wps:spPr bwMode="auto">
                                <a:xfrm>
                                  <a:off x="5276" y="6256"/>
                                  <a:ext cx="661" cy="639"/>
                                </a:xfrm>
                                <a:custGeom>
                                  <a:avLst/>
                                  <a:gdLst>
                                    <a:gd name="T0" fmla="*/ 564 w 661"/>
                                    <a:gd name="T1" fmla="*/ 272 h 639"/>
                                    <a:gd name="T2" fmla="*/ 604 w 661"/>
                                    <a:gd name="T3" fmla="*/ 488 h 639"/>
                                    <a:gd name="T4" fmla="*/ 580 w 661"/>
                                    <a:gd name="T5" fmla="*/ 592 h 639"/>
                                    <a:gd name="T6" fmla="*/ 348 w 661"/>
                                    <a:gd name="T7" fmla="*/ 544 h 639"/>
                                    <a:gd name="T8" fmla="*/ 164 w 661"/>
                                    <a:gd name="T9" fmla="*/ 520 h 639"/>
                                    <a:gd name="T10" fmla="*/ 132 w 661"/>
                                    <a:gd name="T11" fmla="*/ 392 h 639"/>
                                    <a:gd name="T12" fmla="*/ 148 w 661"/>
                                    <a:gd name="T13" fmla="*/ 16 h 639"/>
                                    <a:gd name="T14" fmla="*/ 36 w 661"/>
                                    <a:gd name="T15" fmla="*/ 296 h 639"/>
                                    <a:gd name="T16" fmla="*/ 36 w 661"/>
                                    <a:gd name="T17" fmla="*/ 528 h 639"/>
                                    <a:gd name="T18" fmla="*/ 252 w 661"/>
                                    <a:gd name="T19" fmla="*/ 560 h 639"/>
                                    <a:gd name="T20" fmla="*/ 524 w 661"/>
                                    <a:gd name="T21" fmla="*/ 624 h 639"/>
                                    <a:gd name="T22" fmla="*/ 652 w 661"/>
                                    <a:gd name="T23" fmla="*/ 576 h 639"/>
                                    <a:gd name="T24" fmla="*/ 564 w 661"/>
                                    <a:gd name="T25" fmla="*/ 272 h 6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661" h="639">
                                      <a:moveTo>
                                        <a:pt x="564" y="272"/>
                                      </a:moveTo>
                                      <a:cubicBezTo>
                                        <a:pt x="556" y="257"/>
                                        <a:pt x="601" y="435"/>
                                        <a:pt x="604" y="488"/>
                                      </a:cubicBezTo>
                                      <a:cubicBezTo>
                                        <a:pt x="607" y="541"/>
                                        <a:pt x="623" y="583"/>
                                        <a:pt x="580" y="592"/>
                                      </a:cubicBezTo>
                                      <a:cubicBezTo>
                                        <a:pt x="537" y="601"/>
                                        <a:pt x="417" y="556"/>
                                        <a:pt x="348" y="544"/>
                                      </a:cubicBezTo>
                                      <a:cubicBezTo>
                                        <a:pt x="279" y="532"/>
                                        <a:pt x="200" y="545"/>
                                        <a:pt x="164" y="520"/>
                                      </a:cubicBezTo>
                                      <a:cubicBezTo>
                                        <a:pt x="128" y="495"/>
                                        <a:pt x="135" y="476"/>
                                        <a:pt x="132" y="392"/>
                                      </a:cubicBezTo>
                                      <a:cubicBezTo>
                                        <a:pt x="129" y="308"/>
                                        <a:pt x="164" y="32"/>
                                        <a:pt x="148" y="16"/>
                                      </a:cubicBezTo>
                                      <a:cubicBezTo>
                                        <a:pt x="132" y="0"/>
                                        <a:pt x="55" y="211"/>
                                        <a:pt x="36" y="296"/>
                                      </a:cubicBezTo>
                                      <a:cubicBezTo>
                                        <a:pt x="17" y="381"/>
                                        <a:pt x="0" y="484"/>
                                        <a:pt x="36" y="528"/>
                                      </a:cubicBezTo>
                                      <a:cubicBezTo>
                                        <a:pt x="72" y="572"/>
                                        <a:pt x="171" y="544"/>
                                        <a:pt x="252" y="560"/>
                                      </a:cubicBezTo>
                                      <a:cubicBezTo>
                                        <a:pt x="333" y="576"/>
                                        <a:pt x="457" y="621"/>
                                        <a:pt x="524" y="624"/>
                                      </a:cubicBezTo>
                                      <a:cubicBezTo>
                                        <a:pt x="591" y="627"/>
                                        <a:pt x="643" y="639"/>
                                        <a:pt x="652" y="576"/>
                                      </a:cubicBezTo>
                                      <a:cubicBezTo>
                                        <a:pt x="661" y="513"/>
                                        <a:pt x="572" y="287"/>
                                        <a:pt x="564" y="272"/>
                                      </a:cubicBezTo>
                                      <a:close/>
                                    </a:path>
                                  </a:pathLst>
                                </a:custGeom>
                                <a:solidFill>
                                  <a:srgbClr val="DDDDD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490"/>
                              <wps:cNvSpPr>
                                <a:spLocks/>
                              </wps:cNvSpPr>
                              <wps:spPr bwMode="auto">
                                <a:xfrm>
                                  <a:off x="5370" y="5460"/>
                                  <a:ext cx="174" cy="1824"/>
                                </a:xfrm>
                                <a:custGeom>
                                  <a:avLst/>
                                  <a:gdLst>
                                    <a:gd name="T0" fmla="*/ 174 w 174"/>
                                    <a:gd name="T1" fmla="*/ 0 h 1824"/>
                                    <a:gd name="T2" fmla="*/ 162 w 174"/>
                                    <a:gd name="T3" fmla="*/ 444 h 1824"/>
                                    <a:gd name="T4" fmla="*/ 168 w 174"/>
                                    <a:gd name="T5" fmla="*/ 870 h 1824"/>
                                    <a:gd name="T6" fmla="*/ 168 w 174"/>
                                    <a:gd name="T7" fmla="*/ 1320 h 1824"/>
                                    <a:gd name="T8" fmla="*/ 150 w 174"/>
                                    <a:gd name="T9" fmla="*/ 1506 h 1824"/>
                                    <a:gd name="T10" fmla="*/ 72 w 174"/>
                                    <a:gd name="T11" fmla="*/ 1650 h 1824"/>
                                    <a:gd name="T12" fmla="*/ 0 w 174"/>
                                    <a:gd name="T13" fmla="*/ 1824 h 1824"/>
                                  </a:gdLst>
                                  <a:ahLst/>
                                  <a:cxnLst>
                                    <a:cxn ang="0">
                                      <a:pos x="T0" y="T1"/>
                                    </a:cxn>
                                    <a:cxn ang="0">
                                      <a:pos x="T2" y="T3"/>
                                    </a:cxn>
                                    <a:cxn ang="0">
                                      <a:pos x="T4" y="T5"/>
                                    </a:cxn>
                                    <a:cxn ang="0">
                                      <a:pos x="T6" y="T7"/>
                                    </a:cxn>
                                    <a:cxn ang="0">
                                      <a:pos x="T8" y="T9"/>
                                    </a:cxn>
                                    <a:cxn ang="0">
                                      <a:pos x="T10" y="T11"/>
                                    </a:cxn>
                                    <a:cxn ang="0">
                                      <a:pos x="T12" y="T13"/>
                                    </a:cxn>
                                  </a:cxnLst>
                                  <a:rect l="0" t="0" r="r" b="b"/>
                                  <a:pathLst>
                                    <a:path w="174" h="1824">
                                      <a:moveTo>
                                        <a:pt x="174" y="0"/>
                                      </a:moveTo>
                                      <a:cubicBezTo>
                                        <a:pt x="174" y="74"/>
                                        <a:pt x="163" y="299"/>
                                        <a:pt x="162" y="444"/>
                                      </a:cubicBezTo>
                                      <a:cubicBezTo>
                                        <a:pt x="161" y="589"/>
                                        <a:pt x="167" y="724"/>
                                        <a:pt x="168" y="870"/>
                                      </a:cubicBezTo>
                                      <a:cubicBezTo>
                                        <a:pt x="169" y="1016"/>
                                        <a:pt x="171" y="1214"/>
                                        <a:pt x="168" y="1320"/>
                                      </a:cubicBezTo>
                                      <a:cubicBezTo>
                                        <a:pt x="165" y="1426"/>
                                        <a:pt x="166" y="1451"/>
                                        <a:pt x="150" y="1506"/>
                                      </a:cubicBezTo>
                                      <a:cubicBezTo>
                                        <a:pt x="134" y="1561"/>
                                        <a:pt x="97" y="1597"/>
                                        <a:pt x="72" y="1650"/>
                                      </a:cubicBezTo>
                                      <a:cubicBezTo>
                                        <a:pt x="47" y="1703"/>
                                        <a:pt x="15" y="1788"/>
                                        <a:pt x="0" y="182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 name="Freeform 491"/>
                              <wps:cNvSpPr>
                                <a:spLocks/>
                              </wps:cNvSpPr>
                              <wps:spPr bwMode="auto">
                                <a:xfrm>
                                  <a:off x="5670" y="5460"/>
                                  <a:ext cx="168" cy="2364"/>
                                </a:xfrm>
                                <a:custGeom>
                                  <a:avLst/>
                                  <a:gdLst>
                                    <a:gd name="T0" fmla="*/ 30 w 168"/>
                                    <a:gd name="T1" fmla="*/ 0 h 2364"/>
                                    <a:gd name="T2" fmla="*/ 6 w 168"/>
                                    <a:gd name="T3" fmla="*/ 540 h 2364"/>
                                    <a:gd name="T4" fmla="*/ 0 w 168"/>
                                    <a:gd name="T5" fmla="*/ 1008 h 2364"/>
                                    <a:gd name="T6" fmla="*/ 6 w 168"/>
                                    <a:gd name="T7" fmla="*/ 1410 h 2364"/>
                                    <a:gd name="T8" fmla="*/ 36 w 168"/>
                                    <a:gd name="T9" fmla="*/ 1614 h 2364"/>
                                    <a:gd name="T10" fmla="*/ 102 w 168"/>
                                    <a:gd name="T11" fmla="*/ 1836 h 2364"/>
                                    <a:gd name="T12" fmla="*/ 138 w 168"/>
                                    <a:gd name="T13" fmla="*/ 2016 h 2364"/>
                                    <a:gd name="T14" fmla="*/ 168 w 168"/>
                                    <a:gd name="T15" fmla="*/ 2364 h 2364"/>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68" h="2364">
                                      <a:moveTo>
                                        <a:pt x="30" y="0"/>
                                      </a:moveTo>
                                      <a:cubicBezTo>
                                        <a:pt x="24" y="90"/>
                                        <a:pt x="11" y="372"/>
                                        <a:pt x="6" y="540"/>
                                      </a:cubicBezTo>
                                      <a:cubicBezTo>
                                        <a:pt x="1" y="708"/>
                                        <a:pt x="0" y="863"/>
                                        <a:pt x="0" y="1008"/>
                                      </a:cubicBezTo>
                                      <a:cubicBezTo>
                                        <a:pt x="0" y="1153"/>
                                        <a:pt x="0" y="1309"/>
                                        <a:pt x="6" y="1410"/>
                                      </a:cubicBezTo>
                                      <a:cubicBezTo>
                                        <a:pt x="12" y="1511"/>
                                        <a:pt x="20" y="1543"/>
                                        <a:pt x="36" y="1614"/>
                                      </a:cubicBezTo>
                                      <a:cubicBezTo>
                                        <a:pt x="52" y="1685"/>
                                        <a:pt x="85" y="1769"/>
                                        <a:pt x="102" y="1836"/>
                                      </a:cubicBezTo>
                                      <a:cubicBezTo>
                                        <a:pt x="119" y="1903"/>
                                        <a:pt x="127" y="1928"/>
                                        <a:pt x="138" y="2016"/>
                                      </a:cubicBezTo>
                                      <a:cubicBezTo>
                                        <a:pt x="149" y="2104"/>
                                        <a:pt x="158" y="2234"/>
                                        <a:pt x="168" y="236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0" name="Freeform 492"/>
                              <wps:cNvSpPr>
                                <a:spLocks/>
                              </wps:cNvSpPr>
                              <wps:spPr bwMode="auto">
                                <a:xfrm>
                                  <a:off x="5448" y="6989"/>
                                  <a:ext cx="174" cy="793"/>
                                </a:xfrm>
                                <a:custGeom>
                                  <a:avLst/>
                                  <a:gdLst>
                                    <a:gd name="T0" fmla="*/ 0 w 174"/>
                                    <a:gd name="T1" fmla="*/ 301 h 793"/>
                                    <a:gd name="T2" fmla="*/ 72 w 174"/>
                                    <a:gd name="T3" fmla="*/ 121 h 793"/>
                                    <a:gd name="T4" fmla="*/ 149 w 174"/>
                                    <a:gd name="T5" fmla="*/ 2 h 793"/>
                                    <a:gd name="T6" fmla="*/ 168 w 174"/>
                                    <a:gd name="T7" fmla="*/ 133 h 793"/>
                                    <a:gd name="T8" fmla="*/ 168 w 174"/>
                                    <a:gd name="T9" fmla="*/ 253 h 793"/>
                                    <a:gd name="T10" fmla="*/ 132 w 174"/>
                                    <a:gd name="T11" fmla="*/ 409 h 793"/>
                                    <a:gd name="T12" fmla="*/ 96 w 174"/>
                                    <a:gd name="T13" fmla="*/ 793 h 793"/>
                                  </a:gdLst>
                                  <a:ahLst/>
                                  <a:cxnLst>
                                    <a:cxn ang="0">
                                      <a:pos x="T0" y="T1"/>
                                    </a:cxn>
                                    <a:cxn ang="0">
                                      <a:pos x="T2" y="T3"/>
                                    </a:cxn>
                                    <a:cxn ang="0">
                                      <a:pos x="T4" y="T5"/>
                                    </a:cxn>
                                    <a:cxn ang="0">
                                      <a:pos x="T6" y="T7"/>
                                    </a:cxn>
                                    <a:cxn ang="0">
                                      <a:pos x="T8" y="T9"/>
                                    </a:cxn>
                                    <a:cxn ang="0">
                                      <a:pos x="T10" y="T11"/>
                                    </a:cxn>
                                    <a:cxn ang="0">
                                      <a:pos x="T12" y="T13"/>
                                    </a:cxn>
                                  </a:cxnLst>
                                  <a:rect l="0" t="0" r="r" b="b"/>
                                  <a:pathLst>
                                    <a:path w="174" h="793">
                                      <a:moveTo>
                                        <a:pt x="0" y="301"/>
                                      </a:moveTo>
                                      <a:cubicBezTo>
                                        <a:pt x="12" y="270"/>
                                        <a:pt x="47" y="171"/>
                                        <a:pt x="72" y="121"/>
                                      </a:cubicBezTo>
                                      <a:cubicBezTo>
                                        <a:pt x="97" y="71"/>
                                        <a:pt x="133" y="0"/>
                                        <a:pt x="149" y="2"/>
                                      </a:cubicBezTo>
                                      <a:cubicBezTo>
                                        <a:pt x="165" y="4"/>
                                        <a:pt x="165" y="91"/>
                                        <a:pt x="168" y="133"/>
                                      </a:cubicBezTo>
                                      <a:cubicBezTo>
                                        <a:pt x="171" y="175"/>
                                        <a:pt x="174" y="207"/>
                                        <a:pt x="168" y="253"/>
                                      </a:cubicBezTo>
                                      <a:cubicBezTo>
                                        <a:pt x="162" y="299"/>
                                        <a:pt x="144" y="319"/>
                                        <a:pt x="132" y="409"/>
                                      </a:cubicBezTo>
                                      <a:cubicBezTo>
                                        <a:pt x="120" y="499"/>
                                        <a:pt x="108" y="646"/>
                                        <a:pt x="96" y="793"/>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Freeform 493"/>
                              <wps:cNvSpPr>
                                <a:spLocks/>
                              </wps:cNvSpPr>
                              <wps:spPr bwMode="auto">
                                <a:xfrm>
                                  <a:off x="5614" y="7262"/>
                                  <a:ext cx="160" cy="567"/>
                                </a:xfrm>
                                <a:custGeom>
                                  <a:avLst/>
                                  <a:gdLst>
                                    <a:gd name="T0" fmla="*/ 0 w 160"/>
                                    <a:gd name="T1" fmla="*/ 528 h 567"/>
                                    <a:gd name="T2" fmla="*/ 9 w 160"/>
                                    <a:gd name="T3" fmla="*/ 327 h 567"/>
                                    <a:gd name="T4" fmla="*/ 33 w 160"/>
                                    <a:gd name="T5" fmla="*/ 104 h 567"/>
                                    <a:gd name="T6" fmla="*/ 69 w 160"/>
                                    <a:gd name="T7" fmla="*/ 5 h 567"/>
                                    <a:gd name="T8" fmla="*/ 100 w 160"/>
                                    <a:gd name="T9" fmla="*/ 72 h 567"/>
                                    <a:gd name="T10" fmla="*/ 129 w 160"/>
                                    <a:gd name="T11" fmla="*/ 219 h 567"/>
                                    <a:gd name="T12" fmla="*/ 160 w 160"/>
                                    <a:gd name="T13" fmla="*/ 567 h 567"/>
                                  </a:gdLst>
                                  <a:ahLst/>
                                  <a:cxnLst>
                                    <a:cxn ang="0">
                                      <a:pos x="T0" y="T1"/>
                                    </a:cxn>
                                    <a:cxn ang="0">
                                      <a:pos x="T2" y="T3"/>
                                    </a:cxn>
                                    <a:cxn ang="0">
                                      <a:pos x="T4" y="T5"/>
                                    </a:cxn>
                                    <a:cxn ang="0">
                                      <a:pos x="T6" y="T7"/>
                                    </a:cxn>
                                    <a:cxn ang="0">
                                      <a:pos x="T8" y="T9"/>
                                    </a:cxn>
                                    <a:cxn ang="0">
                                      <a:pos x="T10" y="T11"/>
                                    </a:cxn>
                                    <a:cxn ang="0">
                                      <a:pos x="T12" y="T13"/>
                                    </a:cxn>
                                  </a:cxnLst>
                                  <a:rect l="0" t="0" r="r" b="b"/>
                                  <a:pathLst>
                                    <a:path w="160" h="567">
                                      <a:moveTo>
                                        <a:pt x="0" y="528"/>
                                      </a:moveTo>
                                      <a:cubicBezTo>
                                        <a:pt x="2" y="463"/>
                                        <a:pt x="4" y="398"/>
                                        <a:pt x="9" y="327"/>
                                      </a:cubicBezTo>
                                      <a:cubicBezTo>
                                        <a:pt x="14" y="256"/>
                                        <a:pt x="23" y="158"/>
                                        <a:pt x="33" y="104"/>
                                      </a:cubicBezTo>
                                      <a:cubicBezTo>
                                        <a:pt x="43" y="50"/>
                                        <a:pt x="58" y="10"/>
                                        <a:pt x="69" y="5"/>
                                      </a:cubicBezTo>
                                      <a:cubicBezTo>
                                        <a:pt x="80" y="0"/>
                                        <a:pt x="90" y="36"/>
                                        <a:pt x="100" y="72"/>
                                      </a:cubicBezTo>
                                      <a:cubicBezTo>
                                        <a:pt x="110" y="108"/>
                                        <a:pt x="119" y="137"/>
                                        <a:pt x="129" y="219"/>
                                      </a:cubicBezTo>
                                      <a:cubicBezTo>
                                        <a:pt x="139" y="301"/>
                                        <a:pt x="154" y="495"/>
                                        <a:pt x="160" y="567"/>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EE206D" id="Group 481" o:spid="_x0000_s1026" style="position:absolute;margin-left:318.2pt;margin-top:3.55pt;width:85.05pt;height:373.65pt;flip:x;z-index:251658240" coordorigin="4685,3276" coordsize="1712,74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">
                      <v:shape id="Freeform 482" o:spid="_x0000_s1027" style="position:absolute;left:4685;top:3276;width:1712;height:7473;visibility:visible;mso-wrap-style:square;v-text-anchor:top" coordsize="1712,74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" path="m1644,806v8,32,33,115,43,190c1697,1071,1712,1106,1706,1258v-6,152,-42,406,-55,650c1638,2152,1630,2500,1627,2724v-3,224,17,373,5,528c1620,3407,1581,3515,1553,3655v-28,140,-71,308,-87,435c1450,4217,1463,4280,1459,4416v-4,136,16,198,-14,492c1415,5202,1313,5922,1279,6180v-34,258,-37,205,-38,274c1240,6523,1274,6548,1274,6595v,47,-27,66,-33,144c1235,6817,1263,6948,1238,7063v-25,115,-65,324,-149,367c1005,7473,819,7385,734,7322,649,7259,629,7127,581,7051,533,6975,474,6932,444,6864v-30,-68,-35,-181,-41,-221c397,6603,407,6632,405,6622v-2,-10,-13,-27,-12,-39c394,6571,404,6560,413,6552v9,-8,26,-9,36,-19c459,6523,466,6502,475,6492v9,-10,15,-13,26,-17c512,6471,529,6477,540,6470v11,-7,15,-28,26,-38c577,6422,595,6414,607,6410v12,-4,23,6,31,c646,6404,648,6382,657,6372v9,-10,30,-9,34,-22c695,6337,696,6347,684,6295v-12,-52,-27,-103,-65,-257c581,5884,501,5618,456,5369,411,5120,350,4825,348,4546v-2,-279,91,-544,98,-850c453,3390,442,3050,391,2712,340,2374,198,1938,139,1668,80,1398,58,1258,36,1090,14,922,,842,7,660,14,478,46,239,79,e" filled="f" strokecolor="gray" strokeweight="1pt">
                        <v:path arrowok="t" o:connecttype="custom" o:connectlocs="1644,806;1687,996;1706,1258;1651,1908;1627,2724;1632,3252;1553,3655;1466,4090;1459,4416;1445,4908;1279,6180;1241,6454;1274,6595;1241,6739;1238,7063;1089,7430;734,7322;581,7051;444,6864;403,6643;405,6622;393,6583;413,6552;449,6533;475,6492;501,6475;540,6470;566,6432;607,6410;638,6410;657,6372;691,6350;684,6295;619,6038;456,5369;348,4546;446,3696;391,2712;139,1668;36,1090;7,660;79,0" o:connectangles="0,0,0,0,0,0,0,0,0,0,0,0,0,0,0,0,0,0,0,0,0,0,0,0,0,0,0,0,0,0,0,0,0,0,0,0,0,0,0,0,0,0"/>
                      </v:shape>
                      <v:shape id="Freeform 483" o:spid="_x0000_s1028" style="position:absolute;left:5310;top:9201;width:285;height:948;visibility:visible;mso-wrap-style:square;v-text-anchor:top" coordsize="285,9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" path="m8,20c16,,83,174,124,267v41,93,103,237,129,312c279,654,285,676,280,718v-5,42,-25,77,-56,115c193,871,110,940,97,944v-13,4,21,-53,46,-89c168,819,241,774,248,728,255,682,212,621,188,581,164,541,126,523,107,490,88,457,91,464,73,385,55,306,,40,8,20xe" fillcolor="#ddd" stroked="f">
                        <v:path arrowok="t" o:connecttype="custom" o:connectlocs="8,20;124,267;253,579;280,718;224,833;97,944;143,855;248,728;188,581;107,490;73,385;8,20" o:connectangles="0,0,0,0,0,0,0,0,0,0,0,0"/>
                      </v:shape>
                      <v:shape id="Freeform 484" o:spid="_x0000_s1029" style="position:absolute;left:5853;top:9741;width:58;height:423;visibility:visible;mso-wrap-style:square;v-text-anchor:top" coordsize="58,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" path="m51,5c48,10,33,95,25,161,17,227,,379,1,401,2,423,23,326,32,291,41,256,54,217,56,190,58,163,44,157,44,128,44,99,54,,51,5xe" fillcolor="silver" stroked="f">
                        <v:path arrowok="t" o:connecttype="custom" o:connectlocs="51,5;25,161;1,401;32,291;56,190;44,128;51,5" o:connectangles="0,0,0,0,0,0,0"/>
                      </v:shape>
                      <v:shape id="Freeform 485" o:spid="_x0000_s1030" style="position:absolute;left:5138;top:9809;width:39;height:19;visibility:visible;mso-wrap-style:square;v-text-anchor:top" coordsize="39,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" path="m,c10,2,21,4,27,7v6,3,9,7,12,12e" filled="f" strokecolor="gray">
                        <v:path arrowok="t" o:connecttype="custom" o:connectlocs="0,0;27,7;39,19" o:connectangles="0,0,0"/>
                      </v:shape>
                      <v:shape id="Freeform 486" o:spid="_x0000_s1031" style="position:absolute;left:5222;top:9751;width:34;height:12;visibility:visible;mso-wrap-style:square;v-text-anchor:top"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" path="m,c14,4,28,8,34,12e" filled="f" strokecolor="gray">
                        <v:path arrowok="t" o:connecttype="custom" o:connectlocs="0,0;34,12" o:connectangles="0,0"/>
                      </v:shape>
                      <v:shape id="Freeform 487" o:spid="_x0000_s1032" style="position:absolute;left:5316;top:9691;width:36;height:15;visibility:visible;mso-wrap-style:square;v-text-anchor:top" coordsize="36,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" path="m,c,,18,7,36,15e" filled="f" strokecolor="gray">
                        <v:path arrowok="t" o:connecttype="custom" o:connectlocs="0,0;36,15" o:connectangles="0,0"/>
                      </v:shape>
                      <v:shape id="Freeform 488" o:spid="_x0000_s1033" style="position:absolute;left:5360;top:3992;width:941;height:250;visibility:visible;mso-wrap-style:square;v-text-anchor:top" coordsize="941,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" path="m,136v3,-3,279,56,381,67c483,214,537,221,614,201,691,181,790,114,844,81,898,48,929,,935,4v6,4,-19,70,-55,103c844,140,769,180,717,203v-52,23,-86,39,-147,43c509,250,445,243,350,225,255,207,73,155,,136xe" fillcolor="#ddd" stroked="f">
                        <v:path arrowok="t" o:connecttype="custom" o:connectlocs="0,136;381,203;614,201;844,81;935,4;880,107;717,203;570,246;350,225;0,136" o:connectangles="0,0,0,0,0,0,0,0,0,0"/>
                      </v:shape>
                      <v:shape id="Freeform 489" o:spid="_x0000_s1034" style="position:absolute;left:5276;top:6256;width:661;height:639;visibility:visible;mso-wrap-style:square;v-text-anchor:top" coordsize="661,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" path="m564,272v-8,-15,37,163,40,216c607,541,623,583,580,592,537,601,417,556,348,544,279,532,200,545,164,520,128,495,135,476,132,392,129,308,164,32,148,16,132,,55,211,36,296,17,381,,484,36,528v36,44,135,16,216,32c333,576,457,621,524,624v67,3,119,15,128,-48c661,513,572,287,564,272xe" fillcolor="#ddd" stroked="f">
                        <v:path arrowok="t" o:connecttype="custom" o:connectlocs="564,272;604,488;580,592;348,544;164,520;132,392;148,16;36,296;36,528;252,560;524,624;652,576;564,272" o:connectangles="0,0,0,0,0,0,0,0,0,0,0,0,0"/>
                      </v:shape>
                      <v:shape id="Freeform 490" o:spid="_x0000_s1035" style="position:absolute;left:5370;top:5460;width:174;height:1824;visibility:visible;mso-wrap-style:square;v-text-anchor:top" coordsize="174,1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" path="m174,v,74,-11,299,-12,444c161,589,167,724,168,870v1,146,3,344,,450c165,1426,166,1451,150,1506v-16,55,-53,91,-78,144c47,1703,15,1788,,1824e" filled="f">
                        <v:path arrowok="t" o:connecttype="custom" o:connectlocs="174,0;162,444;168,870;168,1320;150,1506;72,1650;0,1824" o:connectangles="0,0,0,0,0,0,0"/>
                      </v:shape>
                      <v:shape id="Freeform 491" o:spid="_x0000_s1036" style="position:absolute;left:5670;top:5460;width:168;height:2364;visibility:visible;mso-wrap-style:square;v-text-anchor:top" coordsize="168,2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" path="m30,c24,90,11,372,6,540,1,708,,863,,1008v,145,,301,6,402c12,1511,20,1543,36,1614v16,71,49,155,66,222c119,1903,127,1928,138,2016v11,88,20,218,30,348e" filled="f">
                        <v:path arrowok="t" o:connecttype="custom" o:connectlocs="30,0;6,540;0,1008;6,1410;36,1614;102,1836;138,2016;168,2364" o:connectangles="0,0,0,0,0,0,0,0"/>
                      </v:shape>
                      <v:shape id="Freeform 492" o:spid="_x0000_s1037" style="position:absolute;left:5448;top:6989;width:174;height:793;visibility:visible;mso-wrap-style:square;v-text-anchor:top" coordsize="174,7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" path="m,301c12,270,47,171,72,121,97,71,133,,149,2v16,2,16,89,19,131c171,175,174,207,168,253v-6,46,-24,66,-36,156c120,499,108,646,96,793e" filled="f">
                        <v:path arrowok="t" o:connecttype="custom" o:connectlocs="0,301;72,121;149,2;168,133;168,253;132,409;96,793" o:connectangles="0,0,0,0,0,0,0"/>
                      </v:shape>
                      <v:shape id="Freeform 493" o:spid="_x0000_s1038" style="position:absolute;left:5614;top:7262;width:160;height:567;visibility:visible;mso-wrap-style:square;v-text-anchor:top" coordsize="160,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" path="m,528c2,463,4,398,9,327,14,256,23,158,33,104,43,50,58,10,69,5,80,,90,36,100,72v10,36,19,65,29,147c139,301,154,495,160,567e" filled="f">
                        <v:path arrowok="t" o:connecttype="custom" o:connectlocs="0,528;9,327;33,104;69,5;100,72;129,219;160,567" o:connectangles="0,0,0,0,0,0,0"/>
                      </v:shape>
                    </v:group>
                  </w:pict>
                </mc:Fallback>
              </mc:AlternateContent>
            </w:r>
          </w:p>
        </w:tc>
      </w:tr>
      <w:tr w:rsidR="0064185E" w:rsidRPr="0058727F" w:rsidTr="0058727F">
        <w:tc>
          <w:tcPr>
            <w:tcW w:w="1724" w:type="dxa"/>
            <w:shd w:val="clear" w:color="auto" w:fill="E6E6E6"/>
            <w:tcMar>
              <w:top w:w="28" w:type="dxa"/>
              <w:left w:w="57" w:type="dxa"/>
              <w:bottom w:w="28" w:type="dxa"/>
              <w:right w:w="57" w:type="dxa"/>
            </w:tcMar>
          </w:tcPr>
          <w:p w:rsidR="0064185E" w:rsidRPr="0058727F" w:rsidRDefault="009558A2" w:rsidP="0058727F">
            <w:pPr>
              <w:tabs>
                <w:tab w:val="left" w:pos="2127"/>
              </w:tabs>
              <w:rPr>
                <w:rFonts w:ascii="Arial" w:hAnsi="Arial"/>
                <w:b/>
                <w:bCs/>
                <w:sz w:val="16"/>
                <w:szCs w:val="16"/>
              </w:rPr>
            </w:pPr>
            <w:r w:rsidRPr="0058727F">
              <w:rPr>
                <w:rFonts w:ascii="Arial" w:hAnsi="Arial" w:cs="Arial"/>
                <w:noProof/>
                <w:color w:val="808080"/>
                <w:sz w:val="16"/>
                <w:szCs w:val="16"/>
                <w:lang w:val="en-GB" w:eastAsia="en-GB"/>
              </w:rPr>
              <mc:AlternateContent>
                <mc:Choice Requires="wpg">
                  <w:drawing>
                    <wp:anchor distT="0" distB="0" distL="114300" distR="114300" simplePos="0" relativeHeight="251653120" behindDoc="0" locked="0" layoutInCell="1" allowOverlap="1">
                      <wp:simplePos x="0" y="0"/>
                      <wp:positionH relativeFrom="column">
                        <wp:posOffset>872490</wp:posOffset>
                      </wp:positionH>
                      <wp:positionV relativeFrom="paragraph">
                        <wp:posOffset>17780</wp:posOffset>
                      </wp:positionV>
                      <wp:extent cx="194945" cy="86995"/>
                      <wp:effectExtent l="11430" t="10160" r="12700" b="7620"/>
                      <wp:wrapNone/>
                      <wp:docPr id="16" name="Group 4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2461" y="11897"/>
                                <a:chExt cx="307" cy="137"/>
                              </a:xfrm>
                            </wpg:grpSpPr>
                            <wps:wsp>
                              <wps:cNvPr id="17" name="Line 448"/>
                              <wps:cNvCnPr>
                                <a:cxnSpLocks noChangeShapeType="1"/>
                              </wps:cNvCnPr>
                              <wps:spPr bwMode="auto">
                                <a:xfrm>
                                  <a:off x="2461" y="11897"/>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 name="Line 449"/>
                              <wps:cNvCnPr>
                                <a:cxnSpLocks noChangeShapeType="1"/>
                              </wps:cNvCnPr>
                              <wps:spPr bwMode="auto">
                                <a:xfrm>
                                  <a:off x="2461" y="12034"/>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4F588B17" id="Group 447" o:spid="_x0000_s1026" style="position:absolute;margin-left:68.7pt;margin-top:1.4pt;width:15.35pt;height:6.85pt;z-index:251653120" coordorigin="2461,11897"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">
                      <v:line id="Line 448" o:spid="_x0000_s1027" style="position:absolute;visibility:visible;mso-wrap-style:square" from="2461,11897" to="2768,11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"/>
                      <v:line id="Line 449" o:spid="_x0000_s1028" style="position:absolute;visibility:visible;mso-wrap-style:square" from="2461,12034" to="2768,12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sidR="0064185E" w:rsidRPr="0058727F">
              <w:rPr>
                <w:rFonts w:ascii="Arial" w:hAnsi="Arial" w:cs="Arial"/>
                <w:color w:val="808080"/>
                <w:sz w:val="16"/>
                <w:szCs w:val="16"/>
              </w:rPr>
              <w:t>Legend:</w:t>
            </w:r>
          </w:p>
        </w:tc>
        <w:tc>
          <w:tcPr>
            <w:tcW w:w="8029" w:type="dxa"/>
            <w:shd w:val="clear" w:color="auto" w:fill="E6E6E6"/>
            <w:tcMar>
              <w:top w:w="28" w:type="dxa"/>
              <w:left w:w="57" w:type="dxa"/>
              <w:bottom w:w="28" w:type="dxa"/>
              <w:right w:w="57" w:type="dxa"/>
            </w:tcMar>
            <w:vAlign w:val="center"/>
          </w:tcPr>
          <w:p w:rsidR="0064185E" w:rsidRPr="0058727F" w:rsidRDefault="009558A2" w:rsidP="0058727F">
            <w:pPr>
              <w:tabs>
                <w:tab w:val="left" w:pos="2127"/>
              </w:tabs>
              <w:rPr>
                <w:rFonts w:ascii="Arial" w:hAnsi="Arial"/>
                <w:b/>
                <w:bCs/>
                <w:sz w:val="16"/>
                <w:szCs w:val="16"/>
              </w:rPr>
            </w:pPr>
            <w:r w:rsidRPr="0058727F">
              <w:rPr>
                <w:rFonts w:ascii="Arial" w:hAnsi="Arial" w:cs="Arial"/>
                <w:noProof/>
                <w:color w:val="808080"/>
                <w:sz w:val="16"/>
                <w:szCs w:val="16"/>
                <w:lang w:val="en-GB" w:eastAsia="en-GB"/>
              </w:rPr>
              <mc:AlternateContent>
                <mc:Choice Requires="wpg">
                  <w:drawing>
                    <wp:anchor distT="0" distB="0" distL="114300" distR="114300" simplePos="0" relativeHeight="251655168" behindDoc="0" locked="0" layoutInCell="1" allowOverlap="1">
                      <wp:simplePos x="0" y="0"/>
                      <wp:positionH relativeFrom="column">
                        <wp:posOffset>2700020</wp:posOffset>
                      </wp:positionH>
                      <wp:positionV relativeFrom="paragraph">
                        <wp:posOffset>17780</wp:posOffset>
                      </wp:positionV>
                      <wp:extent cx="194945" cy="86995"/>
                      <wp:effectExtent l="9525" t="10160" r="5080" b="7620"/>
                      <wp:wrapNone/>
                      <wp:docPr id="11" name="Group 4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6995"/>
                                <a:chOff x="6904" y="11891"/>
                                <a:chExt cx="307" cy="137"/>
                              </a:xfrm>
                            </wpg:grpSpPr>
                            <wps:wsp>
                              <wps:cNvPr id="14" name="Line 455"/>
                              <wps:cNvCnPr>
                                <a:cxnSpLocks noChangeShapeType="1"/>
                              </wps:cNvCnPr>
                              <wps:spPr bwMode="auto">
                                <a:xfrm>
                                  <a:off x="6904" y="11891"/>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456"/>
                              <wps:cNvCnPr>
                                <a:cxnSpLocks noChangeShapeType="1"/>
                              </wps:cNvCnPr>
                              <wps:spPr bwMode="auto">
                                <a:xfrm>
                                  <a:off x="6904" y="1202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Freeform 457"/>
                              <wps:cNvSpPr>
                                <a:spLocks/>
                              </wps:cNvSpPr>
                              <wps:spPr bwMode="auto">
                                <a:xfrm>
                                  <a:off x="6923" y="11897"/>
                                  <a:ext cx="264" cy="48"/>
                                </a:xfrm>
                                <a:custGeom>
                                  <a:avLst/>
                                  <a:gdLst>
                                    <a:gd name="T0" fmla="*/ 0 w 264"/>
                                    <a:gd name="T1" fmla="*/ 0 h 48"/>
                                    <a:gd name="T2" fmla="*/ 39 w 264"/>
                                    <a:gd name="T3" fmla="*/ 31 h 48"/>
                                    <a:gd name="T4" fmla="*/ 77 w 264"/>
                                    <a:gd name="T5" fmla="*/ 34 h 48"/>
                                    <a:gd name="T6" fmla="*/ 109 w 264"/>
                                    <a:gd name="T7" fmla="*/ 48 h 48"/>
                                    <a:gd name="T8" fmla="*/ 133 w 264"/>
                                    <a:gd name="T9" fmla="*/ 31 h 48"/>
                                    <a:gd name="T10" fmla="*/ 169 w 264"/>
                                    <a:gd name="T11" fmla="*/ 41 h 48"/>
                                    <a:gd name="T12" fmla="*/ 212 w 264"/>
                                    <a:gd name="T13" fmla="*/ 41 h 48"/>
                                    <a:gd name="T14" fmla="*/ 241 w 264"/>
                                    <a:gd name="T15" fmla="*/ 33 h 48"/>
                                    <a:gd name="T16" fmla="*/ 264 w 264"/>
                                    <a:gd name="T17" fmla="*/ 0 h 48"/>
                                    <a:gd name="T18" fmla="*/ 0 w 264"/>
                                    <a:gd name="T19" fmla="*/ 0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4" h="48">
                                      <a:moveTo>
                                        <a:pt x="0" y="0"/>
                                      </a:moveTo>
                                      <a:lnTo>
                                        <a:pt x="39" y="31"/>
                                      </a:lnTo>
                                      <a:lnTo>
                                        <a:pt x="77" y="34"/>
                                      </a:lnTo>
                                      <a:lnTo>
                                        <a:pt x="109" y="48"/>
                                      </a:lnTo>
                                      <a:lnTo>
                                        <a:pt x="133" y="31"/>
                                      </a:lnTo>
                                      <a:lnTo>
                                        <a:pt x="169" y="41"/>
                                      </a:lnTo>
                                      <a:lnTo>
                                        <a:pt x="212" y="41"/>
                                      </a:lnTo>
                                      <a:lnTo>
                                        <a:pt x="241" y="33"/>
                                      </a:lnTo>
                                      <a:lnTo>
                                        <a:pt x="264" y="0"/>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8" name="Freeform 458"/>
                              <wps:cNvSpPr>
                                <a:spLocks/>
                              </wps:cNvSpPr>
                              <wps:spPr bwMode="auto">
                                <a:xfrm>
                                  <a:off x="6926" y="11966"/>
                                  <a:ext cx="261" cy="56"/>
                                </a:xfrm>
                                <a:custGeom>
                                  <a:avLst/>
                                  <a:gdLst>
                                    <a:gd name="T0" fmla="*/ 0 w 261"/>
                                    <a:gd name="T1" fmla="*/ 56 h 56"/>
                                    <a:gd name="T2" fmla="*/ 32 w 261"/>
                                    <a:gd name="T3" fmla="*/ 24 h 56"/>
                                    <a:gd name="T4" fmla="*/ 72 w 261"/>
                                    <a:gd name="T5" fmla="*/ 3 h 56"/>
                                    <a:gd name="T6" fmla="*/ 115 w 261"/>
                                    <a:gd name="T7" fmla="*/ 22 h 56"/>
                                    <a:gd name="T8" fmla="*/ 136 w 261"/>
                                    <a:gd name="T9" fmla="*/ 0 h 56"/>
                                    <a:gd name="T10" fmla="*/ 172 w 261"/>
                                    <a:gd name="T11" fmla="*/ 15 h 56"/>
                                    <a:gd name="T12" fmla="*/ 197 w 261"/>
                                    <a:gd name="T13" fmla="*/ 8 h 56"/>
                                    <a:gd name="T14" fmla="*/ 233 w 261"/>
                                    <a:gd name="T15" fmla="*/ 24 h 56"/>
                                    <a:gd name="T16" fmla="*/ 261 w 261"/>
                                    <a:gd name="T17" fmla="*/ 56 h 56"/>
                                    <a:gd name="T18" fmla="*/ 0 w 261"/>
                                    <a:gd name="T19" fmla="*/ 56 h 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261" h="56">
                                      <a:moveTo>
                                        <a:pt x="0" y="56"/>
                                      </a:moveTo>
                                      <a:lnTo>
                                        <a:pt x="32" y="24"/>
                                      </a:lnTo>
                                      <a:lnTo>
                                        <a:pt x="72" y="3"/>
                                      </a:lnTo>
                                      <a:lnTo>
                                        <a:pt x="115" y="22"/>
                                      </a:lnTo>
                                      <a:lnTo>
                                        <a:pt x="136" y="0"/>
                                      </a:lnTo>
                                      <a:lnTo>
                                        <a:pt x="172" y="15"/>
                                      </a:lnTo>
                                      <a:lnTo>
                                        <a:pt x="197" y="8"/>
                                      </a:lnTo>
                                      <a:lnTo>
                                        <a:pt x="233" y="24"/>
                                      </a:lnTo>
                                      <a:lnTo>
                                        <a:pt x="261" y="56"/>
                                      </a:lnTo>
                                      <a:lnTo>
                                        <a:pt x="0" y="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C4A8BD" id="Group 454" o:spid="_x0000_s1026" style="position:absolute;margin-left:212.6pt;margin-top:1.4pt;width:15.35pt;height:6.85pt;z-index:251655168" coordorigin="6904,11891" coordsize="307,1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">
                      <v:line id="Line 455" o:spid="_x0000_s1027" style="position:absolute;visibility:visible;mso-wrap-style:square" from="6904,11891" to="7211,11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"/>
                      <v:line id="Line 456" o:spid="_x0000_s1028" style="position:absolute;visibility:visible;mso-wrap-style:square" from="6904,12028" to="7211,12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"/>
                      <v:shape id="Freeform 457" o:spid="_x0000_s1029" style="position:absolute;left:6923;top:11897;width:264;height:48;visibility:visible;mso-wrap-style:square;v-text-anchor:top" coordsize="264,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" path="m,l39,31r38,3l109,48,133,31r36,10l212,41r29,-8l264,,,xe" fillcolor="black" stroked="f">
                        <v:path arrowok="t" o:connecttype="custom" o:connectlocs="0,0;39,31;77,34;109,48;133,31;169,41;212,41;241,33;264,0;0,0" o:connectangles="0,0,0,0,0,0,0,0,0,0"/>
                      </v:shape>
                      <v:shape id="Freeform 458" o:spid="_x0000_s1030" style="position:absolute;left:6926;top:11966;width:261;height:56;visibility:visible;mso-wrap-style:square;v-text-anchor:top" coordsize="26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" path="m,56l32,24,72,3r43,19l136,r36,15l197,8r36,16l261,56,,56xe" fillcolor="black" stroked="f">
                        <v:path arrowok="t" o:connecttype="custom" o:connectlocs="0,56;32,24;72,3;115,22;136,0;172,15;197,8;233,24;261,56;0,56" o:connectangles="0,0,0,0,0,0,0,0,0,0"/>
                      </v:shape>
                    </v:group>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4144" behindDoc="0" locked="0" layoutInCell="1" allowOverlap="1">
                      <wp:simplePos x="0" y="0"/>
                      <wp:positionH relativeFrom="column">
                        <wp:posOffset>2009140</wp:posOffset>
                      </wp:positionH>
                      <wp:positionV relativeFrom="paragraph">
                        <wp:posOffset>16510</wp:posOffset>
                      </wp:positionV>
                      <wp:extent cx="194945" cy="85725"/>
                      <wp:effectExtent l="42545" t="8890" r="38735" b="10160"/>
                      <wp:wrapNone/>
                      <wp:docPr id="7" name="Group 4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5725"/>
                                <a:chOff x="5784" y="11903"/>
                                <a:chExt cx="307" cy="135"/>
                              </a:xfrm>
                            </wpg:grpSpPr>
                            <wps:wsp>
                              <wps:cNvPr id="70" name="Line 451"/>
                              <wps:cNvCnPr>
                                <a:cxnSpLocks noChangeShapeType="1"/>
                              </wps:cNvCnPr>
                              <wps:spPr bwMode="auto">
                                <a:xfrm>
                                  <a:off x="5785" y="11971"/>
                                  <a:ext cx="306" cy="0"/>
                                </a:xfrm>
                                <a:prstGeom prst="line">
                                  <a:avLst/>
                                </a:prstGeom>
                                <a:noFill/>
                                <a:ln w="76200">
                                  <a:solidFill>
                                    <a:srgbClr val="FF0000"/>
                                  </a:solidFill>
                                  <a:round/>
                                  <a:headEnd/>
                                  <a:tailEnd/>
                                </a:ln>
                                <a:extLst>
                                  <a:ext uri="{909E8E84-426E-40DD-AFC4-6F175D3DCCD1}">
                                    <a14:hiddenFill xmlns:a14="http://schemas.microsoft.com/office/drawing/2010/main">
                                      <a:noFill/>
                                    </a14:hiddenFill>
                                  </a:ext>
                                </a:extLst>
                              </wps:spPr>
                              <wps:bodyPr/>
                            </wps:wsp>
                            <wps:wsp>
                              <wps:cNvPr id="71" name="Line 452"/>
                              <wps:cNvCnPr>
                                <a:cxnSpLocks noChangeShapeType="1"/>
                              </wps:cNvCnPr>
                              <wps:spPr bwMode="auto">
                                <a:xfrm>
                                  <a:off x="5784" y="1190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Line 453"/>
                              <wps:cNvCnPr>
                                <a:cxnSpLocks noChangeShapeType="1"/>
                              </wps:cNvCnPr>
                              <wps:spPr bwMode="auto">
                                <a:xfrm>
                                  <a:off x="5784" y="12038"/>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243D92" id="Group 450" o:spid="_x0000_s1026" style="position:absolute;margin-left:158.2pt;margin-top:1.3pt;width:15.35pt;height:6.75pt;z-index:251654144" coordorigin="5784,11903" coordsize="307,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">
                      <v:line id="Line 451" o:spid="_x0000_s1027" style="position:absolute;visibility:visible;mso-wrap-style:square" from="5785,11971" to="6091,119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" strokecolor="red" strokeweight="6pt"/>
                      <v:line id="Line 452" o:spid="_x0000_s1028" style="position:absolute;visibility:visible;mso-wrap-style:square" from="5784,11903" to="6091,11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"/>
                      <v:line id="Line 453" o:spid="_x0000_s1029" style="position:absolute;visibility:visible;mso-wrap-style:square" from="5784,12038" to="6091,1203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IQuI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jlFxlAL/8AAAD//wMAUEsBAi0AFAAGAAgAAAAhANvh9svuAAAAhQEAABMAAAAAAAAA&#10;AAAAAAAAAAAAAFtDb250ZW50X1R5cGVzXS54bWxQSwECLQAUAAYACAAAACEAWvQsW78AAAAVAQAA&#10;CwAAAAAAAAAAAAAAAAAfAQAAX3JlbHMvLnJlbHNQSwECLQAUAAYACAAAACEAuyELiMYAAADbAAAA&#10;DwAAAAAAAAAAAAAAAAAHAgAAZHJzL2Rvd25yZXYueG1sUEsFBgAAAAADAAMAtwAAAPoCAAAAAA==&#10;"/>
                    </v:group>
                  </w:pict>
                </mc:Fallback>
              </mc:AlternateContent>
            </w:r>
            <w:r w:rsidRPr="0058727F">
              <w:rPr>
                <w:rFonts w:ascii="Arial" w:hAnsi="Arial" w:cs="Arial"/>
                <w:noProof/>
                <w:color w:val="808080"/>
                <w:sz w:val="16"/>
                <w:szCs w:val="16"/>
                <w:lang w:val="en-GB" w:eastAsia="en-GB"/>
              </w:rPr>
              <mc:AlternateContent>
                <mc:Choice Requires="wps">
                  <w:drawing>
                    <wp:anchor distT="0" distB="0" distL="114300" distR="114300" simplePos="0" relativeHeight="251652096" behindDoc="0" locked="0" layoutInCell="1" allowOverlap="1">
                      <wp:simplePos x="0" y="0"/>
                      <wp:positionH relativeFrom="column">
                        <wp:posOffset>781685</wp:posOffset>
                      </wp:positionH>
                      <wp:positionV relativeFrom="paragraph">
                        <wp:posOffset>62230</wp:posOffset>
                      </wp:positionV>
                      <wp:extent cx="194310" cy="0"/>
                      <wp:effectExtent l="43815" t="45085" r="38100" b="40640"/>
                      <wp:wrapNone/>
                      <wp:docPr id="6" name="Line 4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 cy="0"/>
                              </a:xfrm>
                              <a:prstGeom prst="line">
                                <a:avLst/>
                              </a:prstGeom>
                              <a:noFill/>
                              <a:ln w="7620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3BE56F" id="Line 446"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5pt,4.9pt" to="76.8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" strokecolor="navy" strokeweight="6pt"/>
                  </w:pict>
                </mc:Fallback>
              </mc:AlternateContent>
            </w:r>
            <w:r w:rsidRPr="0058727F">
              <w:rPr>
                <w:rFonts w:ascii="Arial" w:hAnsi="Arial" w:cs="Arial"/>
                <w:noProof/>
                <w:color w:val="808080"/>
                <w:sz w:val="16"/>
                <w:szCs w:val="16"/>
                <w:lang w:val="en-GB" w:eastAsia="en-GB"/>
              </w:rPr>
              <mc:AlternateContent>
                <mc:Choice Requires="wpg">
                  <w:drawing>
                    <wp:anchor distT="0" distB="0" distL="114300" distR="114300" simplePos="0" relativeHeight="251656192" behindDoc="0" locked="0" layoutInCell="1" allowOverlap="1">
                      <wp:simplePos x="0" y="0"/>
                      <wp:positionH relativeFrom="column">
                        <wp:posOffset>3930015</wp:posOffset>
                      </wp:positionH>
                      <wp:positionV relativeFrom="paragraph">
                        <wp:posOffset>15875</wp:posOffset>
                      </wp:positionV>
                      <wp:extent cx="194945" cy="89535"/>
                      <wp:effectExtent l="10795" t="8255" r="13335" b="6985"/>
                      <wp:wrapNone/>
                      <wp:docPr id="2" name="Group 4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945" cy="89535"/>
                                <a:chOff x="8876" y="11896"/>
                                <a:chExt cx="307" cy="141"/>
                              </a:xfrm>
                            </wpg:grpSpPr>
                            <wps:wsp>
                              <wps:cNvPr id="75" name="Freeform 460"/>
                              <wps:cNvSpPr>
                                <a:spLocks/>
                              </wps:cNvSpPr>
                              <wps:spPr bwMode="auto">
                                <a:xfrm>
                                  <a:off x="8908" y="11897"/>
                                  <a:ext cx="237" cy="140"/>
                                </a:xfrm>
                                <a:custGeom>
                                  <a:avLst/>
                                  <a:gdLst>
                                    <a:gd name="T0" fmla="*/ 0 w 237"/>
                                    <a:gd name="T1" fmla="*/ 0 h 140"/>
                                    <a:gd name="T2" fmla="*/ 22 w 237"/>
                                    <a:gd name="T3" fmla="*/ 67 h 140"/>
                                    <a:gd name="T4" fmla="*/ 0 w 237"/>
                                    <a:gd name="T5" fmla="*/ 140 h 140"/>
                                    <a:gd name="T6" fmla="*/ 237 w 237"/>
                                    <a:gd name="T7" fmla="*/ 138 h 140"/>
                                    <a:gd name="T8" fmla="*/ 217 w 237"/>
                                    <a:gd name="T9" fmla="*/ 67 h 140"/>
                                    <a:gd name="T10" fmla="*/ 236 w 237"/>
                                    <a:gd name="T11" fmla="*/ 0 h 140"/>
                                    <a:gd name="T12" fmla="*/ 0 w 237"/>
                                    <a:gd name="T13" fmla="*/ 0 h 140"/>
                                  </a:gdLst>
                                  <a:ahLst/>
                                  <a:cxnLst>
                                    <a:cxn ang="0">
                                      <a:pos x="T0" y="T1"/>
                                    </a:cxn>
                                    <a:cxn ang="0">
                                      <a:pos x="T2" y="T3"/>
                                    </a:cxn>
                                    <a:cxn ang="0">
                                      <a:pos x="T4" y="T5"/>
                                    </a:cxn>
                                    <a:cxn ang="0">
                                      <a:pos x="T6" y="T7"/>
                                    </a:cxn>
                                    <a:cxn ang="0">
                                      <a:pos x="T8" y="T9"/>
                                    </a:cxn>
                                    <a:cxn ang="0">
                                      <a:pos x="T10" y="T11"/>
                                    </a:cxn>
                                    <a:cxn ang="0">
                                      <a:pos x="T12" y="T13"/>
                                    </a:cxn>
                                  </a:cxnLst>
                                  <a:rect l="0" t="0" r="r" b="b"/>
                                  <a:pathLst>
                                    <a:path w="237" h="140">
                                      <a:moveTo>
                                        <a:pt x="0" y="0"/>
                                      </a:moveTo>
                                      <a:cubicBezTo>
                                        <a:pt x="25" y="65"/>
                                        <a:pt x="22" y="43"/>
                                        <a:pt x="22" y="67"/>
                                      </a:cubicBezTo>
                                      <a:cubicBezTo>
                                        <a:pt x="22" y="90"/>
                                        <a:pt x="25" y="69"/>
                                        <a:pt x="0" y="140"/>
                                      </a:cubicBezTo>
                                      <a:cubicBezTo>
                                        <a:pt x="118" y="139"/>
                                        <a:pt x="237" y="138"/>
                                        <a:pt x="237" y="138"/>
                                      </a:cubicBezTo>
                                      <a:cubicBezTo>
                                        <a:pt x="214" y="65"/>
                                        <a:pt x="217" y="90"/>
                                        <a:pt x="217" y="67"/>
                                      </a:cubicBezTo>
                                      <a:cubicBezTo>
                                        <a:pt x="216" y="45"/>
                                        <a:pt x="214" y="65"/>
                                        <a:pt x="236" y="0"/>
                                      </a:cubicBezTo>
                                      <a:cubicBezTo>
                                        <a:pt x="102" y="2"/>
                                        <a:pt x="0" y="0"/>
                                        <a:pt x="0" y="0"/>
                                      </a:cubicBezTo>
                                      <a:close/>
                                    </a:path>
                                  </a:pathLst>
                                </a:custGeom>
                                <a:solidFill>
                                  <a:srgbClr val="3333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6" name="Line 461"/>
                              <wps:cNvCnPr>
                                <a:cxnSpLocks noChangeShapeType="1"/>
                              </wps:cNvCnPr>
                              <wps:spPr bwMode="auto">
                                <a:xfrm>
                                  <a:off x="8876" y="11896"/>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462"/>
                              <wps:cNvCnPr>
                                <a:cxnSpLocks noChangeShapeType="1"/>
                              </wps:cNvCnPr>
                              <wps:spPr bwMode="auto">
                                <a:xfrm>
                                  <a:off x="8876" y="12033"/>
                                  <a:ext cx="30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2B66835" id="Group 459" o:spid="_x0000_s1026" style="position:absolute;margin-left:309.45pt;margin-top:1.25pt;width:15.35pt;height:7.05pt;z-index:251656192" coordorigin="8876,11896" coordsize="307,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">
                      <v:shape id="Freeform 460" o:spid="_x0000_s1027" style="position:absolute;left:8908;top:11897;width:237;height:140;visibility:visible;mso-wrap-style:square;v-text-anchor:top" coordsize="23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" path="m,c25,65,22,43,22,67v,23,3,2,-22,73c118,139,237,138,237,138,214,65,217,90,217,67,216,45,214,65,236,,102,2,,,,xe" fillcolor="#333" stroked="f">
                        <v:path arrowok="t" o:connecttype="custom" o:connectlocs="0,0;22,67;0,140;237,138;217,67;236,0;0,0" o:connectangles="0,0,0,0,0,0,0"/>
                      </v:shape>
                      <v:line id="Line 461" o:spid="_x0000_s1028" style="position:absolute;visibility:visible;mso-wrap-style:square" from="8876,11896" to="9183,118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line id="Line 462" o:spid="_x0000_s1029" style="position:absolute;visibility:visible;mso-wrap-style:square" from="8876,12033" to="9183,120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BEzxQAAANoAAAAPAAAAZHJzL2Rvd25yZXYueG1sRI9Pa8JA&#10;FMTvhX6H5Qm91Y0tD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DxFBEzxQAAANoAAAAP&#10;AAAAAAAAAAAAAAAAAAcCAABkcnMvZG93bnJldi54bWxQSwUGAAAAAAMAAwC3AAAA+QIAAAAA&#10;"/>
                    </v:group>
                  </w:pict>
                </mc:Fallback>
              </mc:AlternateContent>
            </w:r>
            <w:r w:rsidR="0064185E" w:rsidRPr="0058727F">
              <w:rPr>
                <w:rFonts w:ascii="Arial" w:hAnsi="Arial" w:cs="Arial"/>
                <w:color w:val="808080"/>
                <w:sz w:val="16"/>
                <w:szCs w:val="16"/>
              </w:rPr>
              <w:t>Normal Deep              Normal Superficial              Reflux              Chronic Thrombus              Acute Thrombus</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s="Arial"/>
                <w:bCs/>
                <w:color w:val="808080"/>
                <w:sz w:val="18"/>
                <w:szCs w:val="18"/>
              </w:rPr>
              <w:t>Deep Veins:</w:t>
            </w:r>
          </w:p>
        </w:tc>
        <w:tc>
          <w:tcPr>
            <w:tcW w:w="8029" w:type="dxa"/>
            <w:shd w:val="clear" w:color="auto" w:fill="auto"/>
            <w:tcMar>
              <w:top w:w="28" w:type="dxa"/>
              <w:left w:w="57" w:type="dxa"/>
              <w:bottom w:w="28" w:type="dxa"/>
              <w:right w:w="57" w:type="dxa"/>
            </w:tcMar>
            <w:vAlign w:val="center"/>
          </w:tcPr>
          <w:p w:rsidR="0064185E" w:rsidRPr="0058727F" w:rsidRDefault="009558A2" w:rsidP="0058727F">
            <w:pPr>
              <w:tabs>
                <w:tab w:val="left" w:pos="2382"/>
              </w:tabs>
              <w:rPr>
                <w:rFonts w:ascii="Arial" w:hAnsi="Arial"/>
                <w:b/>
                <w:bCs/>
                <w:sz w:val="18"/>
                <w:szCs w:val="18"/>
              </w:rPr>
            </w:pPr>
            <w:r>
              <w:rPr>
                <w:rFonts w:ascii="Arial" w:hAnsi="Arial" w:cs="Arial"/>
                <w:sz w:val="18"/>
                <w:szCs w:val="20"/>
              </w:rPr>
              <w:t xml:space="preserve">Patent. Incompetent CFV, SFV and POPV. </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bCs/>
                <w:color w:val="808080"/>
                <w:sz w:val="18"/>
                <w:szCs w:val="18"/>
              </w:rPr>
            </w:pPr>
            <w:r w:rsidRPr="0058727F">
              <w:rPr>
                <w:rFonts w:ascii="Arial" w:hAnsi="Arial" w:cs="Arial"/>
                <w:color w:val="808080"/>
                <w:sz w:val="18"/>
                <w:szCs w:val="18"/>
              </w:rPr>
              <w:t>Superficial Veins:</w:t>
            </w:r>
          </w:p>
        </w:tc>
        <w:tc>
          <w:tcPr>
            <w:tcW w:w="8029" w:type="dxa"/>
            <w:shd w:val="clear" w:color="auto" w:fill="auto"/>
            <w:tcMar>
              <w:top w:w="28" w:type="dxa"/>
              <w:left w:w="57" w:type="dxa"/>
              <w:bottom w:w="28" w:type="dxa"/>
              <w:right w:w="57" w:type="dxa"/>
            </w:tcMar>
            <w:vAlign w:val="center"/>
          </w:tcPr>
          <w:p w:rsidR="009558A2" w:rsidRDefault="009558A2" w:rsidP="009558A2">
            <w:pPr>
              <w:tabs>
                <w:tab w:val="left" w:pos="2382"/>
              </w:tabs>
              <w:rPr>
                <w:rFonts w:ascii="Arial" w:hAnsi="Arial" w:cs="Arial"/>
                <w:sz w:val="18"/>
                <w:szCs w:val="20"/>
              </w:rPr>
            </w:pPr>
            <w:r>
              <w:rPr>
                <w:rFonts w:ascii="Arial" w:hAnsi="Arial" w:cs="Arial"/>
                <w:sz w:val="18"/>
                <w:szCs w:val="20"/>
              </w:rPr>
              <w:t>Patent. The LSV is mildly dilated throughout the thigh where it measures 4.4mm in diameter, however there is no demonstrable reflux present in this section. The LSV is demonstrably incompetent throughout the calf where it supplies multiple VV and measures 5.5mm in diameter.</w:t>
            </w:r>
          </w:p>
          <w:p w:rsidR="0064185E" w:rsidRPr="0058727F" w:rsidRDefault="009558A2" w:rsidP="009558A2">
            <w:pPr>
              <w:tabs>
                <w:tab w:val="left" w:pos="2382"/>
              </w:tabs>
              <w:rPr>
                <w:rFonts w:ascii="Arial" w:hAnsi="Arial" w:cs="Arial"/>
                <w:sz w:val="18"/>
                <w:szCs w:val="20"/>
              </w:rPr>
            </w:pPr>
            <w:r>
              <w:rPr>
                <w:rFonts w:ascii="Arial" w:hAnsi="Arial" w:cs="Arial"/>
                <w:sz w:val="18"/>
                <w:szCs w:val="20"/>
              </w:rPr>
              <w:t>Competent proximal SSV. The mid SSV is incompetent and measures 8.4mm in diameter. The distal SSV remains incompetent but reduces in calibre to 4.6mm in diameter.</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s="Arial"/>
                <w:color w:val="808080"/>
                <w:sz w:val="18"/>
                <w:szCs w:val="18"/>
              </w:rPr>
              <w:t>Perforators:</w:t>
            </w:r>
          </w:p>
        </w:tc>
        <w:tc>
          <w:tcPr>
            <w:tcW w:w="8029" w:type="dxa"/>
            <w:shd w:val="clear" w:color="auto" w:fill="auto"/>
            <w:tcMar>
              <w:top w:w="28" w:type="dxa"/>
              <w:left w:w="57" w:type="dxa"/>
              <w:bottom w:w="28" w:type="dxa"/>
              <w:right w:w="57" w:type="dxa"/>
            </w:tcMar>
          </w:tcPr>
          <w:p w:rsidR="0064185E" w:rsidRPr="0058727F" w:rsidRDefault="009558A2" w:rsidP="0058727F">
            <w:pPr>
              <w:tabs>
                <w:tab w:val="left" w:pos="271"/>
                <w:tab w:val="left" w:pos="2382"/>
              </w:tabs>
              <w:rPr>
                <w:rFonts w:ascii="Arial" w:hAnsi="Arial" w:cs="Arial"/>
                <w:sz w:val="18"/>
                <w:szCs w:val="20"/>
              </w:rPr>
            </w:pPr>
            <w:r>
              <w:rPr>
                <w:rFonts w:ascii="Arial" w:hAnsi="Arial" w:cs="Arial"/>
                <w:sz w:val="18"/>
                <w:szCs w:val="20"/>
              </w:rPr>
              <w:t>No incompetent perforators seen.</w:t>
            </w:r>
          </w:p>
          <w:p w:rsidR="0064185E" w:rsidRPr="0058727F" w:rsidRDefault="0064185E" w:rsidP="0058727F">
            <w:pPr>
              <w:tabs>
                <w:tab w:val="left" w:pos="2382"/>
              </w:tabs>
              <w:rPr>
                <w:rFonts w:ascii="Arial" w:hAnsi="Arial"/>
                <w:b/>
                <w:bCs/>
                <w:sz w:val="18"/>
                <w:szCs w:val="18"/>
              </w:rPr>
            </w:pP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s="Arial"/>
                <w:bCs/>
                <w:color w:val="808080"/>
                <w:sz w:val="18"/>
                <w:szCs w:val="18"/>
              </w:rPr>
              <w:t>Other Comments:</w:t>
            </w:r>
          </w:p>
        </w:tc>
        <w:tc>
          <w:tcPr>
            <w:tcW w:w="8029" w:type="dxa"/>
            <w:shd w:val="clear" w:color="auto" w:fill="auto"/>
            <w:tcMar>
              <w:top w:w="28" w:type="dxa"/>
              <w:left w:w="57" w:type="dxa"/>
              <w:bottom w:w="28" w:type="dxa"/>
              <w:right w:w="57" w:type="dxa"/>
            </w:tcMar>
            <w:vAlign w:val="center"/>
          </w:tcPr>
          <w:p w:rsidR="0064185E" w:rsidRPr="0058727F" w:rsidRDefault="009558A2" w:rsidP="0058727F">
            <w:pPr>
              <w:tabs>
                <w:tab w:val="left" w:pos="2382"/>
              </w:tabs>
              <w:rPr>
                <w:rFonts w:ascii="Arial" w:hAnsi="Arial"/>
                <w:b/>
                <w:bCs/>
                <w:sz w:val="18"/>
                <w:szCs w:val="18"/>
              </w:rPr>
            </w:pPr>
            <w:proofErr w:type="spellStart"/>
            <w:r>
              <w:rPr>
                <w:rFonts w:ascii="Arial" w:hAnsi="Arial" w:cs="Arial"/>
                <w:sz w:val="18"/>
                <w:szCs w:val="20"/>
              </w:rPr>
              <w:t>Triphasic</w:t>
            </w:r>
            <w:proofErr w:type="spellEnd"/>
            <w:r>
              <w:rPr>
                <w:rFonts w:ascii="Arial" w:hAnsi="Arial" w:cs="Arial"/>
                <w:sz w:val="18"/>
                <w:szCs w:val="20"/>
              </w:rPr>
              <w:t xml:space="preserve"> arterial waveforms across the ankle.</w:t>
            </w:r>
          </w:p>
        </w:tc>
      </w:tr>
      <w:tr w:rsidR="0064185E" w:rsidRPr="0058727F" w:rsidTr="0058727F">
        <w:tc>
          <w:tcPr>
            <w:tcW w:w="1724" w:type="dxa"/>
            <w:shd w:val="clear" w:color="auto" w:fill="auto"/>
            <w:tcMar>
              <w:top w:w="28" w:type="dxa"/>
              <w:left w:w="57" w:type="dxa"/>
              <w:bottom w:w="28" w:type="dxa"/>
              <w:right w:w="57" w:type="dxa"/>
            </w:tcMar>
          </w:tcPr>
          <w:p w:rsidR="0064185E" w:rsidRPr="0058727F" w:rsidRDefault="0064185E" w:rsidP="0058727F">
            <w:pPr>
              <w:tabs>
                <w:tab w:val="left" w:pos="2127"/>
              </w:tabs>
              <w:rPr>
                <w:rFonts w:ascii="Arial" w:hAnsi="Arial" w:cs="Arial"/>
                <w:bCs/>
                <w:color w:val="808080"/>
                <w:sz w:val="18"/>
                <w:szCs w:val="18"/>
              </w:rPr>
            </w:pPr>
          </w:p>
        </w:tc>
        <w:tc>
          <w:tcPr>
            <w:tcW w:w="8029" w:type="dxa"/>
            <w:shd w:val="clear" w:color="auto" w:fill="auto"/>
            <w:tcMar>
              <w:top w:w="28" w:type="dxa"/>
              <w:left w:w="57" w:type="dxa"/>
              <w:bottom w:w="28" w:type="dxa"/>
              <w:right w:w="57" w:type="dxa"/>
            </w:tcMar>
            <w:vAlign w:val="center"/>
          </w:tcPr>
          <w:p w:rsidR="0064185E" w:rsidRPr="0058727F" w:rsidRDefault="0064185E" w:rsidP="0058727F">
            <w:pPr>
              <w:tabs>
                <w:tab w:val="left" w:pos="2382"/>
              </w:tabs>
              <w:rPr>
                <w:rFonts w:ascii="Arial" w:hAnsi="Arial" w:cs="Arial"/>
                <w:sz w:val="18"/>
                <w:szCs w:val="20"/>
                <w:highlight w:val="yellow"/>
              </w:rPr>
            </w:pPr>
          </w:p>
        </w:tc>
      </w:tr>
      <w:tr w:rsidR="0064185E" w:rsidRPr="0058727F" w:rsidTr="0058727F">
        <w:tc>
          <w:tcPr>
            <w:tcW w:w="1724" w:type="dxa"/>
            <w:shd w:val="clear" w:color="auto" w:fill="E6E6E6"/>
            <w:tcMar>
              <w:top w:w="28" w:type="dxa"/>
              <w:left w:w="57" w:type="dxa"/>
              <w:bottom w:w="28" w:type="dxa"/>
              <w:right w:w="57" w:type="dxa"/>
            </w:tcMar>
          </w:tcPr>
          <w:p w:rsidR="0064185E" w:rsidRPr="0058727F" w:rsidRDefault="0064185E" w:rsidP="0058727F">
            <w:pPr>
              <w:tabs>
                <w:tab w:val="left" w:pos="2127"/>
              </w:tabs>
              <w:rPr>
                <w:rFonts w:ascii="Arial" w:hAnsi="Arial" w:cs="Arial"/>
                <w:color w:val="808080"/>
                <w:sz w:val="18"/>
                <w:szCs w:val="18"/>
              </w:rPr>
            </w:pPr>
            <w:r w:rsidRPr="0058727F">
              <w:rPr>
                <w:rFonts w:ascii="Arial" w:hAnsi="Arial"/>
                <w:color w:val="808080"/>
                <w:sz w:val="18"/>
                <w:szCs w:val="18"/>
              </w:rPr>
              <w:t>Scanned by:</w:t>
            </w:r>
            <w:r w:rsidRPr="0058727F">
              <w:rPr>
                <w:rFonts w:ascii="Arial" w:hAnsi="Arial"/>
                <w:sz w:val="18"/>
                <w:szCs w:val="18"/>
              </w:rPr>
              <w:tab/>
            </w:r>
          </w:p>
        </w:tc>
        <w:tc>
          <w:tcPr>
            <w:tcW w:w="8029" w:type="dxa"/>
            <w:shd w:val="clear" w:color="auto" w:fill="E6E6E6"/>
            <w:tcMar>
              <w:top w:w="28" w:type="dxa"/>
              <w:left w:w="57" w:type="dxa"/>
              <w:bottom w:w="28" w:type="dxa"/>
              <w:right w:w="57" w:type="dxa"/>
            </w:tcMar>
          </w:tcPr>
          <w:p w:rsidR="0064185E" w:rsidRPr="0058727F" w:rsidRDefault="00E80727" w:rsidP="0058727F">
            <w:pPr>
              <w:tabs>
                <w:tab w:val="left" w:pos="2382"/>
              </w:tabs>
              <w:rPr>
                <w:rFonts w:ascii="Arial" w:hAnsi="Arial"/>
                <w:b/>
                <w:bCs/>
                <w:sz w:val="18"/>
                <w:szCs w:val="18"/>
              </w:rPr>
            </w:pPr>
            <w:r>
              <w:rPr>
                <w:rFonts w:ascii="Arial" w:hAnsi="Arial" w:cs="Arial"/>
                <w:sz w:val="18"/>
                <w:szCs w:val="18"/>
              </w:rPr>
              <w:t xml:space="preserve">Robert James - Clinical Vascular Scientist </w:t>
            </w:r>
          </w:p>
        </w:tc>
      </w:tr>
    </w:tbl>
    <w:p w:rsidR="00694581" w:rsidRDefault="00694581" w:rsidP="00022CCA"/>
    <w:sectPr w:rsidR="00694581" w:rsidSect="0064185E">
      <w:headerReference w:type="default" r:id="rId7"/>
      <w:footerReference w:type="default" r:id="rId8"/>
      <w:pgSz w:w="11907" w:h="16840" w:code="9"/>
      <w:pgMar w:top="1134" w:right="1134" w:bottom="1134"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0727" w:rsidRDefault="00E80727">
      <w:r>
        <w:separator/>
      </w:r>
    </w:p>
  </w:endnote>
  <w:endnote w:type="continuationSeparator" w:id="0">
    <w:p w:rsidR="00E80727" w:rsidRDefault="00E80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295A" w:rsidRPr="00CF26B4" w:rsidRDefault="00BC295A" w:rsidP="00CF26B4">
    <w:pPr>
      <w:pStyle w:val="Footer"/>
      <w:jc w:val="right"/>
      <w:rPr>
        <w:color w:val="3366FF"/>
        <w:sz w:val="16"/>
        <w:szCs w:val="16"/>
      </w:rPr>
    </w:pPr>
    <w:proofErr w:type="gramStart"/>
    <w:r w:rsidRPr="00C20D96">
      <w:rPr>
        <w:rStyle w:val="PageNumber"/>
        <w:rFonts w:ascii="Arial" w:hAnsi="Arial" w:cs="Arial"/>
        <w:color w:val="3366FF"/>
        <w:sz w:val="16"/>
        <w:szCs w:val="16"/>
      </w:rPr>
      <w:t>Genesis</w:t>
    </w:r>
    <w:r w:rsidRPr="00C20D96">
      <w:rPr>
        <w:rStyle w:val="PageNumber"/>
        <w:rFonts w:ascii="Arial" w:hAnsi="Arial" w:cs="Arial"/>
        <w:b/>
        <w:i/>
        <w:color w:val="999999"/>
        <w:sz w:val="16"/>
        <w:szCs w:val="16"/>
        <w:vertAlign w:val="superscript"/>
      </w:rPr>
      <w:t>2</w:t>
    </w:r>
    <w:r w:rsidRPr="00C20D96">
      <w:rPr>
        <w:rStyle w:val="PageNumber"/>
        <w:rFonts w:ascii="Arial" w:hAnsi="Arial" w:cs="Arial"/>
        <w:b/>
        <w:i/>
        <w:color w:val="333333"/>
        <w:sz w:val="16"/>
        <w:szCs w:val="16"/>
      </w:rPr>
      <w:t xml:space="preserve"> </w:t>
    </w:r>
    <w:r w:rsidRPr="00C20D96">
      <w:rPr>
        <w:rStyle w:val="PageNumber"/>
        <w:rFonts w:ascii="Arial" w:hAnsi="Arial" w:cs="Arial"/>
        <w:color w:val="3366FF"/>
        <w:sz w:val="16"/>
        <w:szCs w:val="16"/>
      </w:rPr>
      <w:t xml:space="preserve"> </w:t>
    </w:r>
    <w:r>
      <w:rPr>
        <w:rStyle w:val="PageNumber"/>
        <w:rFonts w:ascii="Arial" w:hAnsi="Arial" w:cs="Arial"/>
        <w:color w:val="C0C0C0"/>
        <w:sz w:val="16"/>
        <w:szCs w:val="16"/>
      </w:rPr>
      <w:t>vascular</w:t>
    </w:r>
    <w:proofErr w:type="gramEnd"/>
    <w:r>
      <w:rPr>
        <w:rStyle w:val="PageNumber"/>
        <w:rFonts w:ascii="Arial" w:hAnsi="Arial" w:cs="Arial"/>
        <w:color w:val="C0C0C0"/>
        <w:sz w:val="16"/>
        <w:szCs w:val="16"/>
      </w:rPr>
      <w:t xml:space="preserve"> reporting system</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0727" w:rsidRDefault="00E80727">
      <w:r>
        <w:separator/>
      </w:r>
    </w:p>
  </w:footnote>
  <w:footnote w:type="continuationSeparator" w:id="0">
    <w:p w:rsidR="00E80727" w:rsidRDefault="00E807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185E" w:rsidRDefault="009558A2">
    <w:pPr>
      <w:pStyle w:val="Header"/>
    </w:pPr>
    <w:r>
      <w:rPr>
        <w:noProof/>
        <w:lang w:val="en-GB" w:eastAsia="en-GB"/>
      </w:rPr>
      <w:drawing>
        <wp:anchor distT="0" distB="0" distL="114300" distR="114300" simplePos="0" relativeHeight="251657728" behindDoc="0" locked="0" layoutInCell="1" allowOverlap="1">
          <wp:simplePos x="0" y="0"/>
          <wp:positionH relativeFrom="column">
            <wp:posOffset>4773930</wp:posOffset>
          </wp:positionH>
          <wp:positionV relativeFrom="paragraph">
            <wp:posOffset>-52070</wp:posOffset>
          </wp:positionV>
          <wp:extent cx="1452880" cy="570230"/>
          <wp:effectExtent l="0" t="0" r="0" b="0"/>
          <wp:wrapNone/>
          <wp:docPr id="1"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57023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64632"/>
    <w:multiLevelType w:val="hybridMultilevel"/>
    <w:tmpl w:val="4EB273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370A6C"/>
    <w:multiLevelType w:val="multilevel"/>
    <w:tmpl w:val="4238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7AF3E20"/>
    <w:multiLevelType w:val="hybridMultilevel"/>
    <w:tmpl w:val="16D681EE"/>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2834E6"/>
    <w:multiLevelType w:val="hybridMultilevel"/>
    <w:tmpl w:val="12AA6152"/>
    <w:lvl w:ilvl="0" w:tplc="E4AADF90">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0CE3A76"/>
    <w:multiLevelType w:val="hybridMultilevel"/>
    <w:tmpl w:val="E4F2DBA6"/>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5B12191D"/>
    <w:multiLevelType w:val="hybridMultilevel"/>
    <w:tmpl w:val="24E25362"/>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A014ABD"/>
    <w:multiLevelType w:val="hybridMultilevel"/>
    <w:tmpl w:val="D51A0380"/>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EFE366B"/>
    <w:multiLevelType w:val="hybridMultilevel"/>
    <w:tmpl w:val="F0BE52D4"/>
    <w:lvl w:ilvl="0" w:tplc="1FE04856">
      <w:start w:val="1"/>
      <w:numFmt w:val="decimal"/>
      <w:lvlText w:val="%1)"/>
      <w:lvlJc w:val="left"/>
      <w:pPr>
        <w:tabs>
          <w:tab w:val="num" w:pos="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F012D20"/>
    <w:multiLevelType w:val="hybridMultilevel"/>
    <w:tmpl w:val="A9328BF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7"/>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0727"/>
    <w:rsid w:val="00003DD7"/>
    <w:rsid w:val="000227B6"/>
    <w:rsid w:val="00022CCA"/>
    <w:rsid w:val="00031B88"/>
    <w:rsid w:val="00052427"/>
    <w:rsid w:val="000777D3"/>
    <w:rsid w:val="00082FF5"/>
    <w:rsid w:val="000852AD"/>
    <w:rsid w:val="00097CEB"/>
    <w:rsid w:val="000A3239"/>
    <w:rsid w:val="000B0FDF"/>
    <w:rsid w:val="000B23A0"/>
    <w:rsid w:val="000F3804"/>
    <w:rsid w:val="000F7427"/>
    <w:rsid w:val="001135A8"/>
    <w:rsid w:val="00130125"/>
    <w:rsid w:val="00130D4E"/>
    <w:rsid w:val="00151F7C"/>
    <w:rsid w:val="001548EB"/>
    <w:rsid w:val="00163316"/>
    <w:rsid w:val="00185DE1"/>
    <w:rsid w:val="00191755"/>
    <w:rsid w:val="00193A3A"/>
    <w:rsid w:val="001C1F8A"/>
    <w:rsid w:val="001E2685"/>
    <w:rsid w:val="001F46FD"/>
    <w:rsid w:val="002027E7"/>
    <w:rsid w:val="0020510B"/>
    <w:rsid w:val="00216637"/>
    <w:rsid w:val="00217128"/>
    <w:rsid w:val="0023495B"/>
    <w:rsid w:val="00267D9C"/>
    <w:rsid w:val="002701F3"/>
    <w:rsid w:val="00273FAB"/>
    <w:rsid w:val="00276D96"/>
    <w:rsid w:val="002845F4"/>
    <w:rsid w:val="00292280"/>
    <w:rsid w:val="002C2267"/>
    <w:rsid w:val="00314798"/>
    <w:rsid w:val="00324B94"/>
    <w:rsid w:val="00332965"/>
    <w:rsid w:val="003512C1"/>
    <w:rsid w:val="003569B0"/>
    <w:rsid w:val="00360722"/>
    <w:rsid w:val="00360F67"/>
    <w:rsid w:val="00390516"/>
    <w:rsid w:val="003A31C2"/>
    <w:rsid w:val="003B7DF9"/>
    <w:rsid w:val="003D2602"/>
    <w:rsid w:val="003D2FDF"/>
    <w:rsid w:val="003E7404"/>
    <w:rsid w:val="00400424"/>
    <w:rsid w:val="00423506"/>
    <w:rsid w:val="0043024B"/>
    <w:rsid w:val="0043201F"/>
    <w:rsid w:val="00436614"/>
    <w:rsid w:val="00443A11"/>
    <w:rsid w:val="00445C74"/>
    <w:rsid w:val="00446D9E"/>
    <w:rsid w:val="004479C2"/>
    <w:rsid w:val="00454B24"/>
    <w:rsid w:val="00475D18"/>
    <w:rsid w:val="004932D3"/>
    <w:rsid w:val="00495AB0"/>
    <w:rsid w:val="004C5B5F"/>
    <w:rsid w:val="004E31CA"/>
    <w:rsid w:val="00525F8D"/>
    <w:rsid w:val="0055661A"/>
    <w:rsid w:val="0057474B"/>
    <w:rsid w:val="0058727F"/>
    <w:rsid w:val="00594056"/>
    <w:rsid w:val="005971C3"/>
    <w:rsid w:val="005B0DDD"/>
    <w:rsid w:val="005B36B6"/>
    <w:rsid w:val="005E3789"/>
    <w:rsid w:val="005E5BC0"/>
    <w:rsid w:val="005E7DDE"/>
    <w:rsid w:val="006174D0"/>
    <w:rsid w:val="0064185E"/>
    <w:rsid w:val="006620F2"/>
    <w:rsid w:val="00687CAB"/>
    <w:rsid w:val="00694581"/>
    <w:rsid w:val="0069482D"/>
    <w:rsid w:val="006A070D"/>
    <w:rsid w:val="006A200E"/>
    <w:rsid w:val="006B62F8"/>
    <w:rsid w:val="006D1008"/>
    <w:rsid w:val="006E5DFC"/>
    <w:rsid w:val="0070477C"/>
    <w:rsid w:val="007412B4"/>
    <w:rsid w:val="00742C0E"/>
    <w:rsid w:val="0077506E"/>
    <w:rsid w:val="00781E01"/>
    <w:rsid w:val="00784424"/>
    <w:rsid w:val="007A268A"/>
    <w:rsid w:val="007A7B01"/>
    <w:rsid w:val="007B50B3"/>
    <w:rsid w:val="008217B1"/>
    <w:rsid w:val="00827E03"/>
    <w:rsid w:val="00845175"/>
    <w:rsid w:val="008527CA"/>
    <w:rsid w:val="00856482"/>
    <w:rsid w:val="00877255"/>
    <w:rsid w:val="008A3F82"/>
    <w:rsid w:val="008A66E5"/>
    <w:rsid w:val="008B27E9"/>
    <w:rsid w:val="008B5D7F"/>
    <w:rsid w:val="008D1F98"/>
    <w:rsid w:val="008D30DD"/>
    <w:rsid w:val="008D344E"/>
    <w:rsid w:val="008F5610"/>
    <w:rsid w:val="00911F56"/>
    <w:rsid w:val="00915AB3"/>
    <w:rsid w:val="00923452"/>
    <w:rsid w:val="00923F4D"/>
    <w:rsid w:val="00936E4D"/>
    <w:rsid w:val="0094691B"/>
    <w:rsid w:val="00953971"/>
    <w:rsid w:val="009558A2"/>
    <w:rsid w:val="0095780D"/>
    <w:rsid w:val="00982809"/>
    <w:rsid w:val="009926B2"/>
    <w:rsid w:val="009A0459"/>
    <w:rsid w:val="009A34D2"/>
    <w:rsid w:val="009A5CA0"/>
    <w:rsid w:val="009B1ACE"/>
    <w:rsid w:val="009C45D8"/>
    <w:rsid w:val="009C6954"/>
    <w:rsid w:val="00A00D03"/>
    <w:rsid w:val="00A037DD"/>
    <w:rsid w:val="00A2359B"/>
    <w:rsid w:val="00A4508B"/>
    <w:rsid w:val="00A61C02"/>
    <w:rsid w:val="00A7491A"/>
    <w:rsid w:val="00A94F07"/>
    <w:rsid w:val="00AA6449"/>
    <w:rsid w:val="00AA67B2"/>
    <w:rsid w:val="00AE30A1"/>
    <w:rsid w:val="00AF27D7"/>
    <w:rsid w:val="00B22B19"/>
    <w:rsid w:val="00B46ED4"/>
    <w:rsid w:val="00B52526"/>
    <w:rsid w:val="00B67AFA"/>
    <w:rsid w:val="00B907F1"/>
    <w:rsid w:val="00BC295A"/>
    <w:rsid w:val="00BE3AF9"/>
    <w:rsid w:val="00C46C3E"/>
    <w:rsid w:val="00C47CD3"/>
    <w:rsid w:val="00C76199"/>
    <w:rsid w:val="00C9350C"/>
    <w:rsid w:val="00CB5F45"/>
    <w:rsid w:val="00CC6657"/>
    <w:rsid w:val="00CC6B3F"/>
    <w:rsid w:val="00CD7188"/>
    <w:rsid w:val="00CE3465"/>
    <w:rsid w:val="00CE5DD1"/>
    <w:rsid w:val="00CF26B4"/>
    <w:rsid w:val="00D1284F"/>
    <w:rsid w:val="00D34D9F"/>
    <w:rsid w:val="00D37153"/>
    <w:rsid w:val="00D42CEC"/>
    <w:rsid w:val="00D46EFA"/>
    <w:rsid w:val="00D605F8"/>
    <w:rsid w:val="00D63EE0"/>
    <w:rsid w:val="00D73345"/>
    <w:rsid w:val="00D75031"/>
    <w:rsid w:val="00D8557F"/>
    <w:rsid w:val="00D857B8"/>
    <w:rsid w:val="00D91CF0"/>
    <w:rsid w:val="00DB02D6"/>
    <w:rsid w:val="00DB7533"/>
    <w:rsid w:val="00DD13FB"/>
    <w:rsid w:val="00DD1904"/>
    <w:rsid w:val="00E071B6"/>
    <w:rsid w:val="00E16438"/>
    <w:rsid w:val="00E21EED"/>
    <w:rsid w:val="00E4758F"/>
    <w:rsid w:val="00E531EF"/>
    <w:rsid w:val="00E55A8A"/>
    <w:rsid w:val="00E70784"/>
    <w:rsid w:val="00E75EB3"/>
    <w:rsid w:val="00E80727"/>
    <w:rsid w:val="00E96ADB"/>
    <w:rsid w:val="00EC3D06"/>
    <w:rsid w:val="00ED68F8"/>
    <w:rsid w:val="00EE78DF"/>
    <w:rsid w:val="00F06E95"/>
    <w:rsid w:val="00F721DC"/>
    <w:rsid w:val="00FA4C28"/>
    <w:rsid w:val="00FB7BE5"/>
    <w:rsid w:val="00FC3506"/>
    <w:rsid w:val="00FD5807"/>
    <w:rsid w:val="00FD62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456512"/>
  <w15:chartTrackingRefBased/>
  <w15:docId w15:val="{EA1126D1-1D39-4AAC-9C72-99B3DFB23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B7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3B7DF9"/>
    <w:pPr>
      <w:tabs>
        <w:tab w:val="center" w:pos="4153"/>
        <w:tab w:val="right" w:pos="8306"/>
      </w:tabs>
    </w:pPr>
    <w:rPr>
      <w:lang w:val="en-NZ" w:eastAsia="en-NZ"/>
    </w:rPr>
  </w:style>
  <w:style w:type="paragraph" w:styleId="Footer">
    <w:name w:val="footer"/>
    <w:basedOn w:val="Normal"/>
    <w:rsid w:val="00784424"/>
    <w:pPr>
      <w:tabs>
        <w:tab w:val="center" w:pos="4320"/>
        <w:tab w:val="right" w:pos="8640"/>
      </w:tabs>
    </w:pPr>
  </w:style>
  <w:style w:type="character" w:styleId="PageNumber">
    <w:name w:val="page number"/>
    <w:basedOn w:val="DefaultParagraphFont"/>
    <w:rsid w:val="007844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pbh-tr.nhs.uk\Users\Home\jamesr2\Desktop\RIGHT%20SIDE\Venous%20Rt%20CV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Venous Rt CVI</Template>
  <TotalTime>0</TotalTime>
  <Pages>1</Pages>
  <Words>143</Words>
  <Characters>1017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Peterborough City Hospital</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Patient Report</dc:subject>
  <dc:creator>James, Robert</dc:creator>
  <cp:keywords/>
  <cp:lastModifiedBy>James, Robert</cp:lastModifiedBy>
  <cp:revision>2</cp:revision>
  <dcterms:created xsi:type="dcterms:W3CDTF">2020-08-07T09:25:00Z</dcterms:created>
  <dcterms:modified xsi:type="dcterms:W3CDTF">2020-08-07T09:25:00Z</dcterms:modified>
  <cp:category>Patient Report</cp:category>
</cp:coreProperties>
</file>